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1"/>
        <w:tblW w:w="5000" w:type="pct"/>
        <w:tblInd w:w="0" w:type="dxa"/>
        <w:tblBorders>
          <w:top w:val="none" w:sz="0" w:space="0" w:color="auto"/>
          <w:left w:val="none" w:sz="0" w:space="0" w:color="auto"/>
          <w:bottom w:val="single" w:sz="2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69"/>
        <w:gridCol w:w="13245"/>
        <w:gridCol w:w="3586"/>
      </w:tblGrid>
      <w:tr w:rsidR="00015B52" w:rsidRPr="00DF4E2D" w14:paraId="77E4325F" w14:textId="77777777" w:rsidTr="00CA60E7">
        <w:trPr>
          <w:trHeight w:val="2160"/>
        </w:trPr>
        <w:tc>
          <w:tcPr>
            <w:tcW w:w="1104" w:type="pct"/>
            <w:tcBorders>
              <w:top w:val="nil"/>
              <w:left w:val="nil"/>
              <w:bottom w:val="single" w:sz="24" w:space="0" w:color="auto"/>
              <w:right w:val="single" w:sz="24" w:space="0" w:color="auto"/>
            </w:tcBorders>
          </w:tcPr>
          <w:p w14:paraId="41734D33" w14:textId="56F9CCFB" w:rsidR="00015B52" w:rsidRPr="00DF4E2D" w:rsidRDefault="00E4066A" w:rsidP="00FD374E">
            <w:pPr>
              <w:rPr>
                <w:rFonts w:ascii="Arial" w:hAnsi="Arial"/>
                <w:sz w:val="36"/>
              </w:rPr>
            </w:pPr>
            <w:r>
              <w:rPr>
                <w:rFonts w:ascii="Arial" w:hAnsi="Arial"/>
                <w:b/>
                <w:bCs/>
                <w:sz w:val="48"/>
                <w:szCs w:val="48"/>
              </w:rPr>
              <w:t xml:space="preserve">SCHEDULE </w:t>
            </w:r>
            <w:r w:rsidR="00D81C11">
              <w:rPr>
                <w:rFonts w:ascii="Arial" w:hAnsi="Arial"/>
                <w:b/>
                <w:bCs/>
                <w:sz w:val="48"/>
                <w:szCs w:val="48"/>
              </w:rPr>
              <w:t>8812</w:t>
            </w:r>
            <w:r>
              <w:rPr>
                <w:rFonts w:ascii="Arial" w:hAnsi="Arial"/>
                <w:b/>
                <w:bCs/>
                <w:sz w:val="48"/>
                <w:szCs w:val="48"/>
              </w:rPr>
              <w:br/>
            </w:r>
            <w:r>
              <w:rPr>
                <w:rFonts w:ascii="Arial" w:hAnsi="Arial"/>
                <w:sz w:val="40"/>
              </w:rPr>
              <w:t>(</w:t>
            </w:r>
            <w:r w:rsidR="00015B52" w:rsidRPr="00E4066A">
              <w:rPr>
                <w:rFonts w:ascii="Arial" w:hAnsi="Arial"/>
                <w:sz w:val="40"/>
              </w:rPr>
              <w:t xml:space="preserve">Form </w:t>
            </w:r>
            <w:r w:rsidRPr="00E4066A">
              <w:rPr>
                <w:rFonts w:ascii="Arial" w:hAnsi="Arial"/>
                <w:sz w:val="40"/>
              </w:rPr>
              <w:t>1040</w:t>
            </w:r>
            <w:r>
              <w:rPr>
                <w:rFonts w:ascii="Arial" w:hAnsi="Arial"/>
                <w:sz w:val="40"/>
              </w:rPr>
              <w:t>)</w:t>
            </w:r>
            <w:r w:rsidR="00015B52">
              <w:rPr>
                <w:rFonts w:ascii="Arial" w:hAnsi="Arial"/>
                <w:sz w:val="40"/>
              </w:rPr>
              <w:br/>
            </w:r>
            <w:r w:rsidR="00015B52" w:rsidRPr="00E4066A">
              <w:rPr>
                <w:rFonts w:ascii="Arial" w:hAnsi="Arial"/>
                <w:sz w:val="16"/>
                <w:szCs w:val="16"/>
              </w:rPr>
              <w:br/>
            </w:r>
            <w:r w:rsidR="00015B52" w:rsidRPr="00DF4E2D">
              <w:rPr>
                <w:rFonts w:ascii="Arial" w:hAnsi="Arial"/>
                <w:sz w:val="36"/>
              </w:rPr>
              <w:t>Department of the Treasury</w:t>
            </w:r>
            <w:r w:rsidR="00015B52">
              <w:rPr>
                <w:rFonts w:ascii="Arial" w:hAnsi="Arial"/>
                <w:sz w:val="36"/>
              </w:rPr>
              <w:br/>
            </w:r>
            <w:r w:rsidR="00015B52" w:rsidRPr="00DF4E2D">
              <w:rPr>
                <w:rFonts w:ascii="Arial" w:hAnsi="Arial"/>
                <w:sz w:val="36"/>
              </w:rPr>
              <w:t>Internal Revenue Service</w:t>
            </w:r>
          </w:p>
        </w:tc>
        <w:tc>
          <w:tcPr>
            <w:tcW w:w="3066" w:type="pct"/>
            <w:tcBorders>
              <w:top w:val="nil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AC5BD9" w14:textId="5E112009" w:rsidR="000E1785" w:rsidRDefault="00D81C11" w:rsidP="00D81C11">
            <w:pPr>
              <w:pStyle w:val="Body"/>
              <w:spacing w:line="240" w:lineRule="auto"/>
              <w:jc w:val="center"/>
              <w:rPr>
                <w:rFonts w:ascii="Arial" w:eastAsia="Times New Roman" w:hAnsi="Arial"/>
                <w:b/>
                <w:bCs/>
              </w:rPr>
            </w:pPr>
            <w:r w:rsidRPr="00D81C11">
              <w:rPr>
                <w:rFonts w:ascii="Arial" w:eastAsia="Times New Roman" w:hAnsi="Arial"/>
                <w:b/>
                <w:bCs/>
                <w:sz w:val="56"/>
                <w:szCs w:val="56"/>
              </w:rPr>
              <w:t>Credits for Qualifying Children</w:t>
            </w:r>
            <w:r>
              <w:rPr>
                <w:rFonts w:ascii="Arial" w:eastAsia="Times New Roman" w:hAnsi="Arial"/>
                <w:b/>
                <w:bCs/>
                <w:sz w:val="56"/>
                <w:szCs w:val="56"/>
              </w:rPr>
              <w:br/>
            </w:r>
            <w:r w:rsidRPr="00D81C11">
              <w:rPr>
                <w:rFonts w:ascii="Arial" w:eastAsia="Times New Roman" w:hAnsi="Arial"/>
                <w:b/>
                <w:bCs/>
                <w:sz w:val="56"/>
                <w:szCs w:val="56"/>
              </w:rPr>
              <w:t>and Other Dependents</w:t>
            </w:r>
          </w:p>
          <w:p w14:paraId="5A0C9563" w14:textId="4651F4B8" w:rsidR="006F7741" w:rsidRPr="000E1785" w:rsidRDefault="00D81C11" w:rsidP="00CA60E7">
            <w:pPr>
              <w:pStyle w:val="Body"/>
              <w:jc w:val="center"/>
              <w:rPr>
                <w:rFonts w:ascii="Arial" w:eastAsia="Times New Roman" w:hAnsi="Arial"/>
                <w:b/>
                <w:bCs/>
                <w:sz w:val="26"/>
                <w:szCs w:val="26"/>
              </w:rPr>
            </w:pPr>
            <w:r w:rsidRPr="00D81C11">
              <w:rPr>
                <w:rFonts w:ascii="Arial" w:eastAsia="Times New Roman" w:hAnsi="Arial"/>
                <w:b/>
                <w:bCs/>
                <w:sz w:val="26"/>
                <w:szCs w:val="26"/>
              </w:rPr>
              <w:t>Attach to Form 1040, 1040-SR, or 1040-NR</w:t>
            </w:r>
            <w:r w:rsidR="00CA60E7" w:rsidRPr="000E1785">
              <w:rPr>
                <w:rFonts w:ascii="Arial" w:eastAsia="Times New Roman" w:hAnsi="Arial"/>
                <w:b/>
                <w:bCs/>
                <w:sz w:val="26"/>
                <w:szCs w:val="26"/>
              </w:rPr>
              <w:t>.</w:t>
            </w:r>
          </w:p>
          <w:p w14:paraId="41F77DEF" w14:textId="26E4E9A2" w:rsidR="00015B52" w:rsidRPr="00A75201" w:rsidRDefault="00015B52" w:rsidP="006F7741">
            <w:pPr>
              <w:pStyle w:val="Body"/>
              <w:numPr>
                <w:ilvl w:val="0"/>
                <w:numId w:val="27"/>
              </w:numPr>
              <w:ind w:left="36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  <w:r w:rsidRPr="0009656C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Go to </w:t>
            </w:r>
            <w:r w:rsidRPr="0009656C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www.irs.go</w:t>
            </w:r>
            <w:r w:rsidRPr="006F7741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v/</w:t>
            </w:r>
            <w:r w:rsidR="00E4066A" w:rsidRPr="00E4066A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Schedule</w:t>
            </w:r>
            <w:r w:rsidR="00D81C11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8812</w:t>
            </w:r>
            <w:r w:rsidR="00CA60E7" w:rsidRPr="00CA60E7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 xml:space="preserve"> for instructions and the latest information</w:t>
            </w:r>
            <w:r w:rsidRPr="00015B52">
              <w:rPr>
                <w:rFonts w:ascii="Arial" w:hAnsi="Arial" w:cs="Arial"/>
                <w:b/>
                <w:bCs/>
                <w:i/>
                <w:iCs/>
                <w:sz w:val="32"/>
                <w:szCs w:val="32"/>
              </w:rPr>
              <w:t>.</w:t>
            </w:r>
          </w:p>
        </w:tc>
        <w:tc>
          <w:tcPr>
            <w:tcW w:w="830" w:type="pct"/>
            <w:tcBorders>
              <w:top w:val="nil"/>
              <w:left w:val="single" w:sz="24" w:space="0" w:color="auto"/>
              <w:right w:val="nil"/>
            </w:tcBorders>
            <w:hideMark/>
          </w:tcPr>
          <w:p w14:paraId="1BB16AAA" w14:textId="7EE626DA" w:rsidR="00015B52" w:rsidRDefault="00D81C11" w:rsidP="00DF4E2D">
            <w:pPr>
              <w:spacing w:after="120"/>
              <w:rPr>
                <w:rFonts w:ascii="Arial" w:hAnsi="Arial"/>
                <w:sz w:val="36"/>
              </w:rPr>
            </w:pPr>
            <w:r w:rsidRPr="00D81C11">
              <w:rPr>
                <w:rFonts w:ascii="Arial" w:hAnsi="Arial"/>
                <w:noProof/>
                <w:sz w:val="36"/>
              </w:rPr>
              <w:drawing>
                <wp:anchor distT="0" distB="0" distL="114300" distR="114300" simplePos="0" relativeHeight="251682816" behindDoc="1" locked="0" layoutInCell="1" allowOverlap="1" wp14:anchorId="76E31C39" wp14:editId="5951D5C3">
                  <wp:simplePos x="0" y="0"/>
                  <wp:positionH relativeFrom="column">
                    <wp:posOffset>341630</wp:posOffset>
                  </wp:positionH>
                  <wp:positionV relativeFrom="paragraph">
                    <wp:posOffset>304800</wp:posOffset>
                  </wp:positionV>
                  <wp:extent cx="1625600" cy="1041400"/>
                  <wp:effectExtent l="0" t="0" r="0" b="6350"/>
                  <wp:wrapNone/>
                  <wp:docPr id="164228145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041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15B52" w:rsidRPr="00DF4E2D">
              <w:rPr>
                <w:rFonts w:ascii="Arial" w:hAnsi="Arial"/>
                <w:sz w:val="36"/>
              </w:rPr>
              <w:t>OMB No. 1545-</w:t>
            </w:r>
            <w:r w:rsidR="00015B52">
              <w:rPr>
                <w:rFonts w:ascii="Arial" w:hAnsi="Arial"/>
                <w:sz w:val="36"/>
              </w:rPr>
              <w:t>00</w:t>
            </w:r>
            <w:r w:rsidR="00E4066A">
              <w:rPr>
                <w:rFonts w:ascii="Arial" w:hAnsi="Arial"/>
                <w:sz w:val="36"/>
              </w:rPr>
              <w:t>74</w:t>
            </w:r>
          </w:p>
          <w:p w14:paraId="4EA70128" w14:textId="529A2765" w:rsidR="000E1785" w:rsidRPr="00DF4E2D" w:rsidRDefault="000E1785" w:rsidP="00DF4E2D">
            <w:pPr>
              <w:spacing w:after="120"/>
              <w:rPr>
                <w:rFonts w:ascii="Arial" w:hAnsi="Arial"/>
                <w:sz w:val="36"/>
              </w:rPr>
            </w:pPr>
          </w:p>
        </w:tc>
      </w:tr>
    </w:tbl>
    <w:p w14:paraId="0F034E1B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CD81716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8FA6016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8451592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D5932E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2023F27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B3D8B58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3177015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533A98C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9FC4A7B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EC23CCE" w14:textId="77777777" w:rsidR="00DF4E2D" w:rsidRP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CA388CC" w14:textId="190AB095" w:rsid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A2500E5" w14:textId="08A036F3" w:rsidR="00CA4714" w:rsidRDefault="00CA471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568AF05" w14:textId="1936FE31" w:rsidR="00CA4714" w:rsidRDefault="00CA4714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DC25206" w14:textId="745BE903" w:rsidR="00981AFD" w:rsidRDefault="00981AF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05070809" w14:textId="350D2201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3DE5242" w14:textId="13069C46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FA5EB4A" w14:textId="1B406920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110DB231" w14:textId="5579B2CE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8CD5ABC" w14:textId="391EA63B" w:rsidR="00FD374E" w:rsidRDefault="00FD374E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4F20EB87" w14:textId="2CC73435" w:rsidR="00981AFD" w:rsidRDefault="00981AF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12A958A" w14:textId="09B7C97F" w:rsidR="003F1B96" w:rsidRDefault="003F1B96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AB9B213" w14:textId="70F171CB" w:rsidR="003F1B96" w:rsidRDefault="003F1B96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3EBB352B" w14:textId="762DD492" w:rsidR="00DF4E2D" w:rsidRDefault="00DF4E2D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5740CDB6" w14:textId="6C20B5E0" w:rsidR="00015B52" w:rsidRDefault="00015B52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7B705FD7" w14:textId="77777777" w:rsidR="00CA60E7" w:rsidRDefault="00CA60E7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642A81FC" w14:textId="77777777" w:rsidR="00A75201" w:rsidRDefault="00A75201" w:rsidP="00DF4E2D">
      <w:pPr>
        <w:spacing w:before="0" w:after="0"/>
        <w:rPr>
          <w:rFonts w:ascii="Times New Roman" w:eastAsia="Times New Roman" w:hAnsi="Times New Roman" w:cs="Times New Roman"/>
          <w:szCs w:val="20"/>
        </w:rPr>
      </w:pPr>
    </w:p>
    <w:p w14:paraId="2EF39574" w14:textId="39A657F5" w:rsidR="00DF4E2D" w:rsidRPr="00DF4E2D" w:rsidRDefault="0066199D" w:rsidP="00DF4E2D">
      <w:pPr>
        <w:spacing w:after="0"/>
        <w:rPr>
          <w:rFonts w:ascii="Arial" w:eastAsia="Calibri" w:hAnsi="Arial" w:cs="Times New Roman"/>
          <w:sz w:val="16"/>
          <w:szCs w:val="16"/>
        </w:rPr>
      </w:pPr>
      <w:r w:rsidRPr="00DF4E2D">
        <w:rPr>
          <w:rFonts w:ascii="Arial" w:eastAsia="Calibri" w:hAnsi="Arial" w:cs="Times New Roman"/>
          <w:noProof/>
          <w:sz w:val="36"/>
        </w:rPr>
        <w:drawing>
          <wp:anchor distT="0" distB="0" distL="114300" distR="114300" simplePos="0" relativeHeight="251659264" behindDoc="1" locked="0" layoutInCell="1" allowOverlap="1" wp14:anchorId="0E1F0306" wp14:editId="578CC5FC">
            <wp:simplePos x="0" y="0"/>
            <wp:positionH relativeFrom="column">
              <wp:posOffset>11821160</wp:posOffset>
            </wp:positionH>
            <wp:positionV relativeFrom="paragraph">
              <wp:posOffset>949960</wp:posOffset>
            </wp:positionV>
            <wp:extent cx="902335" cy="902335"/>
            <wp:effectExtent l="0" t="0" r="0" b="0"/>
            <wp:wrapTight wrapText="bothSides">
              <wp:wrapPolygon edited="0">
                <wp:start x="0" y="0"/>
                <wp:lineTo x="0" y="20977"/>
                <wp:lineTo x="20977" y="20977"/>
                <wp:lineTo x="20977" y="0"/>
                <wp:lineTo x="0" y="0"/>
              </wp:wrapPolygon>
            </wp:wrapTight>
            <wp:docPr id="1" name="Picture 368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023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F4E2D">
        <w:rPr>
          <w:rFonts w:ascii="Arial" w:eastAsia="Calibri" w:hAnsi="Arial" w:cs="Times New Roman"/>
          <w:noProof/>
          <w:sz w:val="3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C9C2BDC" wp14:editId="723BCCF2">
                <wp:simplePos x="0" y="0"/>
                <wp:positionH relativeFrom="margin">
                  <wp:posOffset>10769600</wp:posOffset>
                </wp:positionH>
                <wp:positionV relativeFrom="paragraph">
                  <wp:posOffset>1985645</wp:posOffset>
                </wp:positionV>
                <wp:extent cx="2946400" cy="6223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6400" cy="622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90366" w14:textId="59145CD9" w:rsidR="00DF4E2D" w:rsidRDefault="00DF4E2D" w:rsidP="00DF4E2D">
                            <w:pPr>
                              <w:pStyle w:val="Body"/>
                              <w:spacing w:before="0" w:after="0"/>
                              <w:jc w:val="center"/>
                              <w:rPr>
                                <w:rFonts w:cs="Arial"/>
                                <w:szCs w:val="36"/>
                              </w:rPr>
                            </w:pPr>
                            <w:r>
                              <w:rPr>
                                <w:rFonts w:cs="Arial"/>
                                <w:szCs w:val="36"/>
                              </w:rPr>
                              <w:t>Visit the Accessibility</w:t>
                            </w:r>
                            <w:r w:rsidR="0066199D">
                              <w:rPr>
                                <w:rFonts w:cs="Arial"/>
                                <w:szCs w:val="36"/>
                              </w:rPr>
                              <w:br/>
                            </w:r>
                            <w:r>
                              <w:rPr>
                                <w:rFonts w:cs="Arial"/>
                                <w:szCs w:val="36"/>
                              </w:rPr>
                              <w:t>Page on IRS.gov</w:t>
                            </w:r>
                          </w:p>
                        </w:txbxContent>
                      </wps:txbx>
                      <wps:bodyPr rot="0" vertOverflow="clip" horzOverflow="clip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C9C2BDC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848pt;margin-top:156.35pt;width:232pt;height:49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" filled="f" stroked="f">
                <v:textbox style="mso-fit-shape-to-text:t">
                  <w:txbxContent>
                    <w:p w14:paraId="65190366" w14:textId="59145CD9" w:rsidR="00DF4E2D" w:rsidRDefault="00DF4E2D" w:rsidP="00DF4E2D">
                      <w:pPr>
                        <w:pStyle w:val="Body"/>
                        <w:spacing w:before="0" w:after="0"/>
                        <w:jc w:val="center"/>
                        <w:rPr>
                          <w:rFonts w:cs="Arial"/>
                          <w:szCs w:val="36"/>
                        </w:rPr>
                      </w:pPr>
                      <w:r>
                        <w:rPr>
                          <w:rFonts w:cs="Arial"/>
                          <w:szCs w:val="36"/>
                        </w:rPr>
                        <w:t>Visit the Accessibility</w:t>
                      </w:r>
                      <w:r w:rsidR="0066199D">
                        <w:rPr>
                          <w:rFonts w:cs="Arial"/>
                          <w:szCs w:val="36"/>
                        </w:rPr>
                        <w:br/>
                      </w:r>
                      <w:r>
                        <w:rPr>
                          <w:rFonts w:cs="Arial"/>
                          <w:szCs w:val="36"/>
                        </w:rPr>
                        <w:t>Page on IRS.gov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F4E2D" w:rsidRPr="00DF4E2D">
        <w:rPr>
          <w:rFonts w:ascii="Arial" w:eastAsia="Calibri" w:hAnsi="Arial" w:cs="Times New Roman"/>
          <w:noProof/>
          <w:sz w:val="36"/>
        </w:rPr>
        <w:drawing>
          <wp:inline distT="0" distB="0" distL="0" distR="0" wp14:anchorId="2D09D358" wp14:editId="0F5A50E8">
            <wp:extent cx="1346200" cy="1968500"/>
            <wp:effectExtent l="0" t="0" r="6350" b="0"/>
            <wp:docPr id="4" name="Picture 364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196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F4E2D" w:rsidRPr="00DF4E2D">
        <w:rPr>
          <w:rFonts w:ascii="Arial" w:eastAsia="Calibri" w:hAnsi="Arial" w:cs="Times New Roman"/>
          <w:sz w:val="16"/>
          <w:szCs w:val="16"/>
        </w:rPr>
        <w:t xml:space="preserve"> </w:t>
      </w:r>
    </w:p>
    <w:p w14:paraId="51B94D05" w14:textId="1118AB23" w:rsidR="00DF4E2D" w:rsidRPr="00DF4E2D" w:rsidRDefault="00DF4E2D" w:rsidP="00DF4E2D">
      <w:pPr>
        <w:spacing w:before="120" w:after="0"/>
        <w:rPr>
          <w:rFonts w:ascii="Arial" w:eastAsia="Calibri" w:hAnsi="Arial" w:cs="Times New Roman"/>
          <w:sz w:val="36"/>
        </w:rPr>
      </w:pPr>
      <w:proofErr w:type="gramStart"/>
      <w:r w:rsidRPr="00DF4E2D">
        <w:rPr>
          <w:rFonts w:ascii="Arial" w:eastAsia="Calibri" w:hAnsi="Arial" w:cs="Times New Roman"/>
          <w:sz w:val="36"/>
        </w:rPr>
        <w:t>Form</w:t>
      </w:r>
      <w:proofErr w:type="gramEnd"/>
      <w:r w:rsidRPr="00DF4E2D">
        <w:rPr>
          <w:rFonts w:ascii="Arial" w:eastAsia="Calibri" w:hAnsi="Arial" w:cs="Times New Roman"/>
          <w:sz w:val="36"/>
        </w:rPr>
        <w:t xml:space="preserve"> </w:t>
      </w:r>
      <w:r w:rsidR="00E4066A">
        <w:rPr>
          <w:rFonts w:ascii="Arial" w:eastAsia="Calibri" w:hAnsi="Arial" w:cs="Times New Roman"/>
          <w:sz w:val="36"/>
        </w:rPr>
        <w:t xml:space="preserve">1040 Schedule </w:t>
      </w:r>
      <w:r w:rsidR="00D81C11">
        <w:rPr>
          <w:rFonts w:ascii="Arial" w:eastAsia="Calibri" w:hAnsi="Arial" w:cs="Times New Roman"/>
          <w:sz w:val="36"/>
        </w:rPr>
        <w:t>8812</w:t>
      </w:r>
      <w:r w:rsidR="000E1785">
        <w:rPr>
          <w:rFonts w:ascii="Arial" w:eastAsia="Calibri" w:hAnsi="Arial" w:cs="Times New Roman"/>
          <w:sz w:val="36"/>
        </w:rPr>
        <w:t xml:space="preserve"> </w:t>
      </w:r>
      <w:r w:rsidRPr="00DF4E2D">
        <w:rPr>
          <w:rFonts w:ascii="Arial" w:eastAsia="Calibri" w:hAnsi="Arial" w:cs="Times New Roman"/>
          <w:sz w:val="36"/>
        </w:rPr>
        <w:t>(Rev.202</w:t>
      </w:r>
      <w:r w:rsidR="006F7741">
        <w:rPr>
          <w:rFonts w:ascii="Arial" w:eastAsia="Calibri" w:hAnsi="Arial" w:cs="Times New Roman"/>
          <w:sz w:val="36"/>
        </w:rPr>
        <w:t>4</w:t>
      </w:r>
      <w:r w:rsidRPr="00DF4E2D">
        <w:rPr>
          <w:rFonts w:ascii="Arial" w:eastAsia="Calibri" w:hAnsi="Arial" w:cs="Times New Roman"/>
          <w:sz w:val="36"/>
        </w:rPr>
        <w:t xml:space="preserve">) Catalog Number </w:t>
      </w:r>
      <w:r w:rsidR="00C71A1C">
        <w:rPr>
          <w:rFonts w:ascii="Arial" w:eastAsia="Calibri" w:hAnsi="Arial" w:cs="Times New Roman"/>
          <w:sz w:val="36"/>
        </w:rPr>
        <w:t>7</w:t>
      </w:r>
      <w:r w:rsidR="00CA60E7">
        <w:rPr>
          <w:rFonts w:ascii="Arial" w:eastAsia="Calibri" w:hAnsi="Arial" w:cs="Times New Roman"/>
          <w:sz w:val="36"/>
        </w:rPr>
        <w:t>1</w:t>
      </w:r>
      <w:r w:rsidR="00E4066A">
        <w:rPr>
          <w:rFonts w:ascii="Arial" w:eastAsia="Calibri" w:hAnsi="Arial" w:cs="Times New Roman"/>
          <w:sz w:val="36"/>
        </w:rPr>
        <w:t>9</w:t>
      </w:r>
      <w:r w:rsidR="00D81C11">
        <w:rPr>
          <w:rFonts w:ascii="Arial" w:eastAsia="Calibri" w:hAnsi="Arial" w:cs="Times New Roman"/>
          <w:sz w:val="36"/>
        </w:rPr>
        <w:t>53E</w:t>
      </w:r>
    </w:p>
    <w:p w14:paraId="4CCC9667" w14:textId="77777777" w:rsidR="00DF4E2D" w:rsidRPr="00DF4E2D" w:rsidRDefault="00DF4E2D" w:rsidP="00DF4E2D">
      <w:pPr>
        <w:spacing w:before="0" w:after="0"/>
        <w:rPr>
          <w:rFonts w:ascii="Arial" w:eastAsia="Calibri" w:hAnsi="Arial" w:cs="Arial"/>
          <w:sz w:val="36"/>
          <w:szCs w:val="36"/>
        </w:rPr>
      </w:pPr>
      <w:r w:rsidRPr="00DF4E2D">
        <w:rPr>
          <w:rFonts w:ascii="Arial" w:eastAsia="Calibri" w:hAnsi="Arial" w:cs="Arial"/>
          <w:sz w:val="36"/>
          <w:szCs w:val="36"/>
        </w:rPr>
        <w:t xml:space="preserve">Department of the Treasury </w:t>
      </w:r>
      <w:r w:rsidRPr="00DF4E2D">
        <w:rPr>
          <w:rFonts w:ascii="Arial" w:eastAsia="Calibri" w:hAnsi="Arial" w:cs="Arial"/>
          <w:b/>
          <w:bCs/>
          <w:sz w:val="36"/>
          <w:szCs w:val="36"/>
        </w:rPr>
        <w:t>Internal Revenue Service</w:t>
      </w:r>
      <w:r w:rsidRPr="00DF4E2D">
        <w:rPr>
          <w:rFonts w:ascii="Arial" w:eastAsia="Calibri" w:hAnsi="Arial" w:cs="Arial"/>
          <w:sz w:val="36"/>
          <w:szCs w:val="36"/>
        </w:rPr>
        <w:t xml:space="preserve"> www.irs.gov</w:t>
      </w:r>
    </w:p>
    <w:p w14:paraId="420CB5AE" w14:textId="4E943F2B" w:rsidR="00DF4E2D" w:rsidRPr="00DF4E2D" w:rsidRDefault="00DF4E2D" w:rsidP="00DF4E2D">
      <w:pPr>
        <w:spacing w:line="276" w:lineRule="auto"/>
        <w:jc w:val="center"/>
        <w:rPr>
          <w:sz w:val="40"/>
        </w:rPr>
      </w:pPr>
      <w:r w:rsidRPr="00DF4E2D">
        <w:rPr>
          <w:sz w:val="40"/>
        </w:rPr>
        <w:lastRenderedPageBreak/>
        <w:t>This page is intentionally left blank</w:t>
      </w:r>
    </w:p>
    <w:p w14:paraId="06C98497" w14:textId="77777777" w:rsidR="00E4066A" w:rsidRDefault="007E2B6D" w:rsidP="00A9792C">
      <w:pPr>
        <w:pStyle w:val="Body"/>
        <w:sectPr w:rsidR="00E4066A" w:rsidSect="00981AFD">
          <w:footerReference w:type="default" r:id="rId11"/>
          <w:pgSz w:w="24480" w:h="15840" w:orient="landscape"/>
          <w:pgMar w:top="1440" w:right="1440" w:bottom="1440" w:left="1440" w:header="720" w:footer="720" w:gutter="0"/>
          <w:cols w:space="720"/>
          <w:noEndnote/>
          <w:titlePg/>
          <w:docGrid w:linePitch="272"/>
        </w:sectPr>
      </w:pPr>
      <w:r>
        <w:br w:type="page"/>
      </w:r>
    </w:p>
    <w:p w14:paraId="34E5C91B" w14:textId="3F593997" w:rsidR="00E4066A" w:rsidRDefault="00854900" w:rsidP="00A9792C">
      <w:pPr>
        <w:pStyle w:val="Body"/>
        <w:rPr>
          <w:noProof/>
        </w:rPr>
      </w:pPr>
      <w:r w:rsidRPr="00854900">
        <w:rPr>
          <w:noProof/>
        </w:rPr>
        <w:lastRenderedPageBreak/>
        <w:drawing>
          <wp:anchor distT="0" distB="0" distL="114300" distR="114300" simplePos="0" relativeHeight="251683840" behindDoc="0" locked="0" layoutInCell="1" allowOverlap="1" wp14:anchorId="79581BC2" wp14:editId="37334894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6410325"/>
            <wp:effectExtent l="0" t="0" r="0" b="9525"/>
            <wp:wrapSquare wrapText="bothSides"/>
            <wp:docPr id="6530123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641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82401">
        <w:rPr>
          <w:noProof/>
        </w:rPr>
        <w:br w:type="page"/>
      </w:r>
      <w:r w:rsidRPr="00854900">
        <w:rPr>
          <w:noProof/>
        </w:rPr>
        <w:lastRenderedPageBreak/>
        <w:drawing>
          <wp:anchor distT="0" distB="0" distL="114300" distR="114300" simplePos="0" relativeHeight="251684864" behindDoc="0" locked="0" layoutInCell="1" allowOverlap="1" wp14:anchorId="401E5EC1" wp14:editId="166BC15E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5861050"/>
            <wp:effectExtent l="0" t="0" r="0" b="6350"/>
            <wp:wrapSquare wrapText="bothSides"/>
            <wp:docPr id="166162647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586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66A">
        <w:rPr>
          <w:noProof/>
        </w:rPr>
        <w:br w:type="page"/>
      </w:r>
    </w:p>
    <w:p w14:paraId="2039F15D" w14:textId="02DE93B7" w:rsidR="000E1785" w:rsidRDefault="00854900" w:rsidP="00A9792C">
      <w:pPr>
        <w:pStyle w:val="Body"/>
        <w:rPr>
          <w:noProof/>
        </w:rPr>
      </w:pPr>
      <w:r w:rsidRPr="00854900">
        <w:rPr>
          <w:noProof/>
        </w:rPr>
        <w:lastRenderedPageBreak/>
        <w:drawing>
          <wp:anchor distT="0" distB="0" distL="114300" distR="114300" simplePos="0" relativeHeight="251685888" behindDoc="0" locked="0" layoutInCell="1" allowOverlap="1" wp14:anchorId="45D8D444" wp14:editId="36EC571E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6377305"/>
            <wp:effectExtent l="0" t="0" r="0" b="4445"/>
            <wp:wrapSquare wrapText="bothSides"/>
            <wp:docPr id="197521337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6377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4066A">
        <w:rPr>
          <w:noProof/>
        </w:rPr>
        <w:br w:type="page"/>
      </w:r>
      <w:r w:rsidRPr="00854900">
        <w:rPr>
          <w:noProof/>
        </w:rPr>
        <w:lastRenderedPageBreak/>
        <w:drawing>
          <wp:anchor distT="0" distB="0" distL="114300" distR="114300" simplePos="0" relativeHeight="251686912" behindDoc="0" locked="0" layoutInCell="1" allowOverlap="1" wp14:anchorId="6EEE8AAD" wp14:editId="1A4AE437">
            <wp:simplePos x="914400" y="914400"/>
            <wp:positionH relativeFrom="margin">
              <wp:align>center</wp:align>
            </wp:positionH>
            <wp:positionV relativeFrom="margin">
              <wp:align>center</wp:align>
            </wp:positionV>
            <wp:extent cx="13716000" cy="5188585"/>
            <wp:effectExtent l="0" t="0" r="0" b="0"/>
            <wp:wrapSquare wrapText="bothSides"/>
            <wp:docPr id="129906204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0" cy="5188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E1785" w:rsidSect="000E1785">
      <w:pgSz w:w="24480" w:h="15840" w:orient="landscape"/>
      <w:pgMar w:top="1440" w:right="1440" w:bottom="1440" w:left="144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5919FB" w14:textId="77777777" w:rsidR="00802D97" w:rsidRDefault="00802D97" w:rsidP="00287CF7">
      <w:pPr>
        <w:spacing w:before="0" w:after="0"/>
      </w:pPr>
      <w:r>
        <w:separator/>
      </w:r>
    </w:p>
  </w:endnote>
  <w:endnote w:type="continuationSeparator" w:id="0">
    <w:p w14:paraId="69D20D55" w14:textId="77777777" w:rsidR="00802D97" w:rsidRDefault="00802D97" w:rsidP="00287CF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2086229"/>
      <w:docPartObj>
        <w:docPartGallery w:val="Page Numbers (Bottom of Page)"/>
        <w:docPartUnique/>
      </w:docPartObj>
    </w:sdtPr>
    <w:sdtEndPr>
      <w:rPr>
        <w:b/>
        <w:bCs/>
        <w:noProof/>
        <w:sz w:val="32"/>
        <w:szCs w:val="32"/>
      </w:rPr>
    </w:sdtEndPr>
    <w:sdtContent>
      <w:p w14:paraId="322CB542" w14:textId="5E4ADE6A" w:rsidR="00882F56" w:rsidRPr="0066199D" w:rsidRDefault="00882F56" w:rsidP="0066199D">
        <w:pPr>
          <w:pStyle w:val="Footer"/>
          <w:jc w:val="center"/>
          <w:rPr>
            <w:b/>
            <w:bCs/>
            <w:sz w:val="32"/>
            <w:szCs w:val="32"/>
          </w:rPr>
        </w:pPr>
        <w:r w:rsidRPr="005E4C56">
          <w:rPr>
            <w:b/>
            <w:bCs/>
            <w:sz w:val="32"/>
            <w:szCs w:val="32"/>
          </w:rPr>
          <w:fldChar w:fldCharType="begin"/>
        </w:r>
        <w:r w:rsidRPr="005E4C56">
          <w:rPr>
            <w:b/>
            <w:bCs/>
            <w:sz w:val="32"/>
            <w:szCs w:val="32"/>
          </w:rPr>
          <w:instrText xml:space="preserve"> PAGE   \* MERGEFORMAT </w:instrText>
        </w:r>
        <w:r w:rsidRPr="005E4C56">
          <w:rPr>
            <w:b/>
            <w:bCs/>
            <w:sz w:val="32"/>
            <w:szCs w:val="32"/>
          </w:rPr>
          <w:fldChar w:fldCharType="separate"/>
        </w:r>
        <w:r w:rsidRPr="005E4C56">
          <w:rPr>
            <w:b/>
            <w:bCs/>
            <w:noProof/>
            <w:sz w:val="32"/>
            <w:szCs w:val="32"/>
          </w:rPr>
          <w:t>2</w:t>
        </w:r>
        <w:r w:rsidRPr="005E4C56">
          <w:rPr>
            <w:b/>
            <w:bCs/>
            <w:noProof/>
            <w:sz w:val="32"/>
            <w:szCs w:val="3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BB2A6" w14:textId="77777777" w:rsidR="00802D97" w:rsidRDefault="00802D97" w:rsidP="00287CF7">
      <w:pPr>
        <w:spacing w:before="0" w:after="0"/>
      </w:pPr>
      <w:r>
        <w:separator/>
      </w:r>
    </w:p>
  </w:footnote>
  <w:footnote w:type="continuationSeparator" w:id="0">
    <w:p w14:paraId="71DC8482" w14:textId="77777777" w:rsidR="00802D97" w:rsidRDefault="00802D97" w:rsidP="00287CF7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F7613"/>
    <w:multiLevelType w:val="hybridMultilevel"/>
    <w:tmpl w:val="F1CE02F6"/>
    <w:lvl w:ilvl="0" w:tplc="F9ACF684">
      <w:start w:val="1"/>
      <w:numFmt w:val="bullet"/>
      <w:lvlText w:val="•"/>
      <w:lvlJc w:val="left"/>
      <w:pPr>
        <w:ind w:left="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DC68F1A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982265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E5216A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F3A3BAA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5BA284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E32619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09E9BF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BF81C6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40A305B"/>
    <w:multiLevelType w:val="hybridMultilevel"/>
    <w:tmpl w:val="933E5496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3274C"/>
    <w:multiLevelType w:val="hybridMultilevel"/>
    <w:tmpl w:val="92A09690"/>
    <w:lvl w:ilvl="0" w:tplc="98A0C00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3288E4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1288ED8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1984AE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CA162E98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E0CEC18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C822DB2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6CCD98C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C8EFFDA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1D009B9"/>
    <w:multiLevelType w:val="hybridMultilevel"/>
    <w:tmpl w:val="6AAA8F28"/>
    <w:lvl w:ilvl="0" w:tplc="93DA9C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A0C131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E8C8DCF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3F804B4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10264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4F2231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70EBBE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E632A6C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347A98C8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776999"/>
    <w:multiLevelType w:val="hybridMultilevel"/>
    <w:tmpl w:val="AA2A8816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63005"/>
    <w:multiLevelType w:val="hybridMultilevel"/>
    <w:tmpl w:val="B9823AEE"/>
    <w:lvl w:ilvl="0" w:tplc="49060060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B664B12C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7FE6328E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136E64A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8529BD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04481F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7A5C7A6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3E20B4E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A904F4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0E4573"/>
    <w:multiLevelType w:val="hybridMultilevel"/>
    <w:tmpl w:val="193A3702"/>
    <w:lvl w:ilvl="0" w:tplc="B4C8EB6C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51A8258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5ED226E0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BE0FE9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41663E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2CAFCB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E16F626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4B0A2FE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59521F7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BC559F3"/>
    <w:multiLevelType w:val="hybridMultilevel"/>
    <w:tmpl w:val="03B2187C"/>
    <w:lvl w:ilvl="0" w:tplc="8ED29014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456510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99C381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A3A822E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A11AD966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8A05438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FF253EC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1DA6E5D4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380EDA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0F73B93"/>
    <w:multiLevelType w:val="hybridMultilevel"/>
    <w:tmpl w:val="67C4335A"/>
    <w:lvl w:ilvl="0" w:tplc="502E6A8E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90621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4B6AA8A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62A560C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992056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F50E51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0C2BE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EC027C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FA4014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3C4327D6"/>
    <w:multiLevelType w:val="hybridMultilevel"/>
    <w:tmpl w:val="12D25B82"/>
    <w:lvl w:ilvl="0" w:tplc="01F20046">
      <w:start w:val="1"/>
      <w:numFmt w:val="decimal"/>
      <w:lvlText w:val="%1.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D422BDB6">
      <w:start w:val="1"/>
      <w:numFmt w:val="lowerLetter"/>
      <w:lvlText w:val="%2"/>
      <w:lvlJc w:val="left"/>
      <w:pPr>
        <w:ind w:left="1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1F093CC">
      <w:start w:val="1"/>
      <w:numFmt w:val="lowerRoman"/>
      <w:lvlText w:val="%3"/>
      <w:lvlJc w:val="left"/>
      <w:pPr>
        <w:ind w:left="2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E9A2378">
      <w:start w:val="1"/>
      <w:numFmt w:val="decimal"/>
      <w:lvlText w:val="%4"/>
      <w:lvlJc w:val="left"/>
      <w:pPr>
        <w:ind w:left="2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AB41540">
      <w:start w:val="1"/>
      <w:numFmt w:val="lowerLetter"/>
      <w:lvlText w:val="%5"/>
      <w:lvlJc w:val="left"/>
      <w:pPr>
        <w:ind w:left="3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7BEE8DC">
      <w:start w:val="1"/>
      <w:numFmt w:val="lowerRoman"/>
      <w:lvlText w:val="%6"/>
      <w:lvlJc w:val="left"/>
      <w:pPr>
        <w:ind w:left="4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BCCBA82">
      <w:start w:val="1"/>
      <w:numFmt w:val="decimal"/>
      <w:lvlText w:val="%7"/>
      <w:lvlJc w:val="left"/>
      <w:pPr>
        <w:ind w:left="49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83A4C1CA">
      <w:start w:val="1"/>
      <w:numFmt w:val="lowerLetter"/>
      <w:lvlText w:val="%8"/>
      <w:lvlJc w:val="left"/>
      <w:pPr>
        <w:ind w:left="56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7DECBCC">
      <w:start w:val="1"/>
      <w:numFmt w:val="lowerRoman"/>
      <w:lvlText w:val="%9"/>
      <w:lvlJc w:val="left"/>
      <w:pPr>
        <w:ind w:left="63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55B7B66"/>
    <w:multiLevelType w:val="hybridMultilevel"/>
    <w:tmpl w:val="8CF2836A"/>
    <w:lvl w:ilvl="0" w:tplc="22F2FB18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834A3EA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30690D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5A2C70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EE6F2EC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ECA4E52E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C34E59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BC162188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D6AC89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AC5262D"/>
    <w:multiLevelType w:val="hybridMultilevel"/>
    <w:tmpl w:val="B2281980"/>
    <w:lvl w:ilvl="0" w:tplc="92EC143E">
      <w:start w:val="1"/>
      <w:numFmt w:val="decimal"/>
      <w:lvlText w:val="%1."/>
      <w:lvlJc w:val="left"/>
      <w:pPr>
        <w:ind w:left="2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138E0BE">
      <w:start w:val="1"/>
      <w:numFmt w:val="bullet"/>
      <w:lvlText w:val="•"/>
      <w:lvlJc w:val="left"/>
      <w:pPr>
        <w:ind w:left="413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63EEEEA">
      <w:start w:val="1"/>
      <w:numFmt w:val="bullet"/>
      <w:lvlText w:val="▪"/>
      <w:lvlJc w:val="left"/>
      <w:pPr>
        <w:ind w:left="13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2676CDDC">
      <w:start w:val="1"/>
      <w:numFmt w:val="bullet"/>
      <w:lvlText w:val="•"/>
      <w:lvlJc w:val="left"/>
      <w:pPr>
        <w:ind w:left="20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20BE7564">
      <w:start w:val="1"/>
      <w:numFmt w:val="bullet"/>
      <w:lvlText w:val="o"/>
      <w:lvlJc w:val="left"/>
      <w:pPr>
        <w:ind w:left="28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62A4D90">
      <w:start w:val="1"/>
      <w:numFmt w:val="bullet"/>
      <w:lvlText w:val="▪"/>
      <w:lvlJc w:val="left"/>
      <w:pPr>
        <w:ind w:left="35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1EB236">
      <w:start w:val="1"/>
      <w:numFmt w:val="bullet"/>
      <w:lvlText w:val="•"/>
      <w:lvlJc w:val="left"/>
      <w:pPr>
        <w:ind w:left="42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339E97C2">
      <w:start w:val="1"/>
      <w:numFmt w:val="bullet"/>
      <w:lvlText w:val="o"/>
      <w:lvlJc w:val="left"/>
      <w:pPr>
        <w:ind w:left="49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E1A09D2">
      <w:start w:val="1"/>
      <w:numFmt w:val="bullet"/>
      <w:lvlText w:val="▪"/>
      <w:lvlJc w:val="left"/>
      <w:pPr>
        <w:ind w:left="56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4EB952AD"/>
    <w:multiLevelType w:val="hybridMultilevel"/>
    <w:tmpl w:val="02166B84"/>
    <w:lvl w:ilvl="0" w:tplc="3404E2BC">
      <w:start w:val="2020"/>
      <w:numFmt w:val="decimal"/>
      <w:lvlText w:val="%1"/>
      <w:lvlJc w:val="left"/>
      <w:pPr>
        <w:ind w:left="789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2C6B1D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3468E25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6320496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968CF7E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F39A1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6E7CF3A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6F92902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89EA365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/>
        <w:bCs/>
        <w:i w:val="0"/>
        <w:strike w:val="0"/>
        <w:dstrike w:val="0"/>
        <w:color w:val="181717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F9D050E"/>
    <w:multiLevelType w:val="hybridMultilevel"/>
    <w:tmpl w:val="4AC6F8EA"/>
    <w:lvl w:ilvl="0" w:tplc="AA5ACD9E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DD56A560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0DCAB6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A9E08920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CBCC5F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AF860FA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3B0681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984E1E2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2D82595C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3FA5F77"/>
    <w:multiLevelType w:val="hybridMultilevel"/>
    <w:tmpl w:val="623CF406"/>
    <w:lvl w:ilvl="0" w:tplc="29B691DA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AE72F4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50F7F2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C16C5BE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1B8E8D0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8428C9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E147C6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0D48F4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444FF2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1D297F"/>
    <w:multiLevelType w:val="hybridMultilevel"/>
    <w:tmpl w:val="3082459A"/>
    <w:lvl w:ilvl="0" w:tplc="838E76E8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7C4438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1600DB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5B20A46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1284A7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54A0B6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D6D37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FF0638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103C6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57BD328A"/>
    <w:multiLevelType w:val="hybridMultilevel"/>
    <w:tmpl w:val="56FA4EBE"/>
    <w:lvl w:ilvl="0" w:tplc="6776A5A8">
      <w:start w:val="1"/>
      <w:numFmt w:val="bullet"/>
      <w:pStyle w:val="Bullets"/>
      <w:lvlText w:val="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697C33"/>
    <w:multiLevelType w:val="hybridMultilevel"/>
    <w:tmpl w:val="2AC4E894"/>
    <w:lvl w:ilvl="0" w:tplc="20664A8E">
      <w:start w:val="1"/>
      <w:numFmt w:val="decimal"/>
      <w:lvlText w:val="%1."/>
      <w:lvlJc w:val="left"/>
      <w:pPr>
        <w:ind w:left="356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1" w:tplc="B16ACEBA">
      <w:start w:val="1"/>
      <w:numFmt w:val="lowerLetter"/>
      <w:lvlText w:val="%2"/>
      <w:lvlJc w:val="left"/>
      <w:pPr>
        <w:ind w:left="1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2" w:tplc="70DC0C08">
      <w:start w:val="1"/>
      <w:numFmt w:val="lowerRoman"/>
      <w:lvlText w:val="%3"/>
      <w:lvlJc w:val="left"/>
      <w:pPr>
        <w:ind w:left="1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3" w:tplc="F9885CAA">
      <w:start w:val="1"/>
      <w:numFmt w:val="decimal"/>
      <w:lvlText w:val="%4"/>
      <w:lvlJc w:val="left"/>
      <w:pPr>
        <w:ind w:left="2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4" w:tplc="477249F8">
      <w:start w:val="1"/>
      <w:numFmt w:val="lowerLetter"/>
      <w:lvlText w:val="%5"/>
      <w:lvlJc w:val="left"/>
      <w:pPr>
        <w:ind w:left="3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5" w:tplc="02280FB6">
      <w:start w:val="1"/>
      <w:numFmt w:val="lowerRoman"/>
      <w:lvlText w:val="%6"/>
      <w:lvlJc w:val="left"/>
      <w:pPr>
        <w:ind w:left="4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6" w:tplc="1D906CD0">
      <w:start w:val="1"/>
      <w:numFmt w:val="decimal"/>
      <w:lvlText w:val="%7"/>
      <w:lvlJc w:val="left"/>
      <w:pPr>
        <w:ind w:left="4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7" w:tplc="FC2E3D6E">
      <w:start w:val="1"/>
      <w:numFmt w:val="lowerLetter"/>
      <w:lvlText w:val="%8"/>
      <w:lvlJc w:val="left"/>
      <w:pPr>
        <w:ind w:left="5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  <w:lvl w:ilvl="8" w:tplc="10748106">
      <w:start w:val="1"/>
      <w:numFmt w:val="lowerRoman"/>
      <w:lvlText w:val="%9"/>
      <w:lvlJc w:val="left"/>
      <w:pPr>
        <w:ind w:left="62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14"/>
        <w:szCs w:val="1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EB80432"/>
    <w:multiLevelType w:val="hybridMultilevel"/>
    <w:tmpl w:val="2FF2CC0C"/>
    <w:lvl w:ilvl="0" w:tplc="95A8CF06">
      <w:start w:val="1"/>
      <w:numFmt w:val="bullet"/>
      <w:lvlText w:val="•"/>
      <w:lvlJc w:val="left"/>
      <w:pPr>
        <w:ind w:left="19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95AC5822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C5275AA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607617AA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894884A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FAF4F14C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B524B2A0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2A9C324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40F08AAE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5F411AC4"/>
    <w:multiLevelType w:val="hybridMultilevel"/>
    <w:tmpl w:val="1938C6BE"/>
    <w:lvl w:ilvl="0" w:tplc="0409000F">
      <w:start w:val="1"/>
      <w:numFmt w:val="decimal"/>
      <w:lvlText w:val="%1."/>
      <w:lvlJc w:val="left"/>
      <w:pPr>
        <w:ind w:left="725" w:hanging="360"/>
      </w:pPr>
    </w:lvl>
    <w:lvl w:ilvl="1" w:tplc="04090019" w:tentative="1">
      <w:start w:val="1"/>
      <w:numFmt w:val="lowerLetter"/>
      <w:lvlText w:val="%2."/>
      <w:lvlJc w:val="left"/>
      <w:pPr>
        <w:ind w:left="1445" w:hanging="360"/>
      </w:pPr>
    </w:lvl>
    <w:lvl w:ilvl="2" w:tplc="0409001B" w:tentative="1">
      <w:start w:val="1"/>
      <w:numFmt w:val="lowerRoman"/>
      <w:lvlText w:val="%3."/>
      <w:lvlJc w:val="right"/>
      <w:pPr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ind w:left="6485" w:hanging="180"/>
      </w:pPr>
    </w:lvl>
  </w:abstractNum>
  <w:abstractNum w:abstractNumId="20" w15:restartNumberingAfterBreak="0">
    <w:nsid w:val="653037D9"/>
    <w:multiLevelType w:val="hybridMultilevel"/>
    <w:tmpl w:val="619037F0"/>
    <w:lvl w:ilvl="0" w:tplc="7C065DC6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CCEAA336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A042C38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EEA6F11C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DA05DD2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D5CEC84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6D585AF4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C77E9F20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C503AC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5FD74ED"/>
    <w:multiLevelType w:val="hybridMultilevel"/>
    <w:tmpl w:val="E0328906"/>
    <w:lvl w:ilvl="0" w:tplc="21340B6E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E80CD3B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766E0E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050E226C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CC4E644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35432D4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826028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21C06D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D7E0ACC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6982750B"/>
    <w:multiLevelType w:val="hybridMultilevel"/>
    <w:tmpl w:val="F75E9728"/>
    <w:lvl w:ilvl="0" w:tplc="748222D2">
      <w:start w:val="1"/>
      <w:numFmt w:val="bullet"/>
      <w:lvlText w:val="•"/>
      <w:lvlJc w:val="left"/>
      <w:pPr>
        <w:ind w:left="3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26E6F4">
      <w:start w:val="1"/>
      <w:numFmt w:val="bullet"/>
      <w:lvlText w:val="o"/>
      <w:lvlJc w:val="left"/>
      <w:pPr>
        <w:ind w:left="10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64AC802">
      <w:start w:val="1"/>
      <w:numFmt w:val="bullet"/>
      <w:lvlText w:val="▪"/>
      <w:lvlJc w:val="left"/>
      <w:pPr>
        <w:ind w:left="18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A2E8CB8">
      <w:start w:val="1"/>
      <w:numFmt w:val="bullet"/>
      <w:lvlText w:val="•"/>
      <w:lvlJc w:val="left"/>
      <w:pPr>
        <w:ind w:left="25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D82497F8">
      <w:start w:val="1"/>
      <w:numFmt w:val="bullet"/>
      <w:lvlText w:val="o"/>
      <w:lvlJc w:val="left"/>
      <w:pPr>
        <w:ind w:left="325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25ADE74">
      <w:start w:val="1"/>
      <w:numFmt w:val="bullet"/>
      <w:lvlText w:val="▪"/>
      <w:lvlJc w:val="left"/>
      <w:pPr>
        <w:ind w:left="397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C9847518">
      <w:start w:val="1"/>
      <w:numFmt w:val="bullet"/>
      <w:lvlText w:val="•"/>
      <w:lvlJc w:val="left"/>
      <w:pPr>
        <w:ind w:left="469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49608EC">
      <w:start w:val="1"/>
      <w:numFmt w:val="bullet"/>
      <w:lvlText w:val="o"/>
      <w:lvlJc w:val="left"/>
      <w:pPr>
        <w:ind w:left="541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76A0AFA">
      <w:start w:val="1"/>
      <w:numFmt w:val="bullet"/>
      <w:lvlText w:val="▪"/>
      <w:lvlJc w:val="left"/>
      <w:pPr>
        <w:ind w:left="6138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9F41466"/>
    <w:multiLevelType w:val="hybridMultilevel"/>
    <w:tmpl w:val="69880890"/>
    <w:lvl w:ilvl="0" w:tplc="E832595C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5B46AA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6C25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EEE034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5E8F102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3C1810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D8422C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CDA96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CF0F5E0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0EE2FD2"/>
    <w:multiLevelType w:val="hybridMultilevel"/>
    <w:tmpl w:val="90743758"/>
    <w:lvl w:ilvl="0" w:tplc="A04875A8">
      <w:start w:val="1"/>
      <w:numFmt w:val="bullet"/>
      <w:lvlText w:val="•"/>
      <w:lvlJc w:val="left"/>
      <w:pPr>
        <w:ind w:left="1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5094A910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6A689F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84C44D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B818F44E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9C20F0E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E246EB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9D1CCA1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C788102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72BD7ADC"/>
    <w:multiLevelType w:val="hybridMultilevel"/>
    <w:tmpl w:val="4A364A5A"/>
    <w:lvl w:ilvl="0" w:tplc="C494EDC6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72671A2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9903538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0048C58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43410B2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A9AA7DE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E0A1344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FAE8104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A6E0E6C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4F65BF5"/>
    <w:multiLevelType w:val="hybridMultilevel"/>
    <w:tmpl w:val="1318E5DA"/>
    <w:lvl w:ilvl="0" w:tplc="286C3CE6">
      <w:start w:val="1"/>
      <w:numFmt w:val="bullet"/>
      <w:lvlText w:val=""/>
      <w:lvlJc w:val="left"/>
      <w:pPr>
        <w:ind w:left="720" w:hanging="360"/>
      </w:pPr>
      <w:rPr>
        <w:rFonts w:ascii="Wingdings 3" w:hAnsi="Wingdings 3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1C39C3"/>
    <w:multiLevelType w:val="hybridMultilevel"/>
    <w:tmpl w:val="580C2132"/>
    <w:lvl w:ilvl="0" w:tplc="F582FC92">
      <w:start w:val="1"/>
      <w:numFmt w:val="bullet"/>
      <w:lvlText w:val="•"/>
      <w:lvlJc w:val="left"/>
      <w:pPr>
        <w:ind w:left="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E00DFC">
      <w:start w:val="1"/>
      <w:numFmt w:val="bullet"/>
      <w:lvlText w:val="o"/>
      <w:lvlJc w:val="left"/>
      <w:pPr>
        <w:ind w:left="11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B16ABDC">
      <w:start w:val="1"/>
      <w:numFmt w:val="bullet"/>
      <w:lvlText w:val="▪"/>
      <w:lvlJc w:val="left"/>
      <w:pPr>
        <w:ind w:left="18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296E0">
      <w:start w:val="1"/>
      <w:numFmt w:val="bullet"/>
      <w:lvlText w:val="•"/>
      <w:lvlJc w:val="left"/>
      <w:pPr>
        <w:ind w:left="25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7AB818">
      <w:start w:val="1"/>
      <w:numFmt w:val="bullet"/>
      <w:lvlText w:val="o"/>
      <w:lvlJc w:val="left"/>
      <w:pPr>
        <w:ind w:left="32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F7649C4">
      <w:start w:val="1"/>
      <w:numFmt w:val="bullet"/>
      <w:lvlText w:val="▪"/>
      <w:lvlJc w:val="left"/>
      <w:pPr>
        <w:ind w:left="39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98EC18">
      <w:start w:val="1"/>
      <w:numFmt w:val="bullet"/>
      <w:lvlText w:val="•"/>
      <w:lvlJc w:val="left"/>
      <w:pPr>
        <w:ind w:left="47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6F8A8F8">
      <w:start w:val="1"/>
      <w:numFmt w:val="bullet"/>
      <w:lvlText w:val="o"/>
      <w:lvlJc w:val="left"/>
      <w:pPr>
        <w:ind w:left="54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264FF7A">
      <w:start w:val="1"/>
      <w:numFmt w:val="bullet"/>
      <w:lvlText w:val="▪"/>
      <w:lvlJc w:val="left"/>
      <w:pPr>
        <w:ind w:left="61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C3A14F3"/>
    <w:multiLevelType w:val="hybridMultilevel"/>
    <w:tmpl w:val="EB16280A"/>
    <w:lvl w:ilvl="0" w:tplc="623E4CC6">
      <w:start w:val="1"/>
      <w:numFmt w:val="bullet"/>
      <w:lvlText w:val="•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9D60E49E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7A653C4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BCC95B2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4ADEBBB6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B394AEE8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9CD2D588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A865498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514E758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636371353">
    <w:abstractNumId w:val="16"/>
  </w:num>
  <w:num w:numId="2" w16cid:durableId="2044283132">
    <w:abstractNumId w:val="10"/>
  </w:num>
  <w:num w:numId="3" w16cid:durableId="1141994187">
    <w:abstractNumId w:val="22"/>
  </w:num>
  <w:num w:numId="4" w16cid:durableId="11035772">
    <w:abstractNumId w:val="7"/>
  </w:num>
  <w:num w:numId="5" w16cid:durableId="1921795641">
    <w:abstractNumId w:val="6"/>
  </w:num>
  <w:num w:numId="6" w16cid:durableId="1778257237">
    <w:abstractNumId w:val="3"/>
  </w:num>
  <w:num w:numId="7" w16cid:durableId="1252081904">
    <w:abstractNumId w:val="20"/>
  </w:num>
  <w:num w:numId="8" w16cid:durableId="162202671">
    <w:abstractNumId w:val="18"/>
  </w:num>
  <w:num w:numId="9" w16cid:durableId="1189829984">
    <w:abstractNumId w:val="13"/>
  </w:num>
  <w:num w:numId="10" w16cid:durableId="1223756309">
    <w:abstractNumId w:val="12"/>
  </w:num>
  <w:num w:numId="11" w16cid:durableId="909458392">
    <w:abstractNumId w:val="8"/>
  </w:num>
  <w:num w:numId="12" w16cid:durableId="601568034">
    <w:abstractNumId w:val="27"/>
  </w:num>
  <w:num w:numId="13" w16cid:durableId="1754010981">
    <w:abstractNumId w:val="14"/>
  </w:num>
  <w:num w:numId="14" w16cid:durableId="130438430">
    <w:abstractNumId w:val="9"/>
  </w:num>
  <w:num w:numId="15" w16cid:durableId="71203760">
    <w:abstractNumId w:val="25"/>
  </w:num>
  <w:num w:numId="16" w16cid:durableId="944533176">
    <w:abstractNumId w:val="17"/>
  </w:num>
  <w:num w:numId="17" w16cid:durableId="1812477837">
    <w:abstractNumId w:val="19"/>
  </w:num>
  <w:num w:numId="18" w16cid:durableId="1076903622">
    <w:abstractNumId w:val="5"/>
  </w:num>
  <w:num w:numId="19" w16cid:durableId="1917208163">
    <w:abstractNumId w:val="0"/>
  </w:num>
  <w:num w:numId="20" w16cid:durableId="563613219">
    <w:abstractNumId w:val="2"/>
  </w:num>
  <w:num w:numId="21" w16cid:durableId="278296748">
    <w:abstractNumId w:val="28"/>
  </w:num>
  <w:num w:numId="22" w16cid:durableId="344283017">
    <w:abstractNumId w:val="21"/>
  </w:num>
  <w:num w:numId="23" w16cid:durableId="95174662">
    <w:abstractNumId w:val="24"/>
  </w:num>
  <w:num w:numId="24" w16cid:durableId="1193297737">
    <w:abstractNumId w:val="11"/>
  </w:num>
  <w:num w:numId="25" w16cid:durableId="1745763424">
    <w:abstractNumId w:val="4"/>
  </w:num>
  <w:num w:numId="26" w16cid:durableId="1159421063">
    <w:abstractNumId w:val="26"/>
  </w:num>
  <w:num w:numId="27" w16cid:durableId="1216164368">
    <w:abstractNumId w:val="1"/>
  </w:num>
  <w:num w:numId="28" w16cid:durableId="490025464">
    <w:abstractNumId w:val="15"/>
  </w:num>
  <w:num w:numId="29" w16cid:durableId="24983962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5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0C97"/>
    <w:rsid w:val="0001062C"/>
    <w:rsid w:val="00011A40"/>
    <w:rsid w:val="00015B52"/>
    <w:rsid w:val="000174DE"/>
    <w:rsid w:val="00020898"/>
    <w:rsid w:val="00021209"/>
    <w:rsid w:val="00052525"/>
    <w:rsid w:val="00060479"/>
    <w:rsid w:val="00064F21"/>
    <w:rsid w:val="0009656C"/>
    <w:rsid w:val="000A118E"/>
    <w:rsid w:val="000B5256"/>
    <w:rsid w:val="000B7831"/>
    <w:rsid w:val="000B7FA4"/>
    <w:rsid w:val="000E1785"/>
    <w:rsid w:val="000E568A"/>
    <w:rsid w:val="000F78BA"/>
    <w:rsid w:val="00101BCA"/>
    <w:rsid w:val="00102C4F"/>
    <w:rsid w:val="001032A5"/>
    <w:rsid w:val="0010366B"/>
    <w:rsid w:val="00105061"/>
    <w:rsid w:val="00105BAF"/>
    <w:rsid w:val="00116345"/>
    <w:rsid w:val="0012549D"/>
    <w:rsid w:val="00125540"/>
    <w:rsid w:val="0012716C"/>
    <w:rsid w:val="00136E16"/>
    <w:rsid w:val="00143471"/>
    <w:rsid w:val="001548EB"/>
    <w:rsid w:val="00176B07"/>
    <w:rsid w:val="00180638"/>
    <w:rsid w:val="00186E5E"/>
    <w:rsid w:val="001A3825"/>
    <w:rsid w:val="001B002E"/>
    <w:rsid w:val="001B6017"/>
    <w:rsid w:val="001D1361"/>
    <w:rsid w:val="001E20F8"/>
    <w:rsid w:val="001F0154"/>
    <w:rsid w:val="001F6265"/>
    <w:rsid w:val="001F6E08"/>
    <w:rsid w:val="002005B3"/>
    <w:rsid w:val="002142F8"/>
    <w:rsid w:val="002144FE"/>
    <w:rsid w:val="0022008A"/>
    <w:rsid w:val="00227802"/>
    <w:rsid w:val="002602DA"/>
    <w:rsid w:val="002622FB"/>
    <w:rsid w:val="00264423"/>
    <w:rsid w:val="002666CE"/>
    <w:rsid w:val="00285BDC"/>
    <w:rsid w:val="00287CF7"/>
    <w:rsid w:val="00296A74"/>
    <w:rsid w:val="002A456D"/>
    <w:rsid w:val="002C34D9"/>
    <w:rsid w:val="002D6FAA"/>
    <w:rsid w:val="00302FD0"/>
    <w:rsid w:val="0030630F"/>
    <w:rsid w:val="00334742"/>
    <w:rsid w:val="003527DE"/>
    <w:rsid w:val="00355A5E"/>
    <w:rsid w:val="00395120"/>
    <w:rsid w:val="003A06A3"/>
    <w:rsid w:val="003A48B8"/>
    <w:rsid w:val="003B30F3"/>
    <w:rsid w:val="003C3290"/>
    <w:rsid w:val="003D24B9"/>
    <w:rsid w:val="003D6F25"/>
    <w:rsid w:val="003F1B96"/>
    <w:rsid w:val="003F2696"/>
    <w:rsid w:val="003F3F0A"/>
    <w:rsid w:val="003F6DCB"/>
    <w:rsid w:val="00400EF2"/>
    <w:rsid w:val="00420D87"/>
    <w:rsid w:val="0043167A"/>
    <w:rsid w:val="00437F93"/>
    <w:rsid w:val="00440295"/>
    <w:rsid w:val="00443F57"/>
    <w:rsid w:val="00446F94"/>
    <w:rsid w:val="00456B67"/>
    <w:rsid w:val="00464AE3"/>
    <w:rsid w:val="004717F1"/>
    <w:rsid w:val="00472095"/>
    <w:rsid w:val="00496C8B"/>
    <w:rsid w:val="004A5889"/>
    <w:rsid w:val="004B0A50"/>
    <w:rsid w:val="004B0C97"/>
    <w:rsid w:val="004B796B"/>
    <w:rsid w:val="004C0CB3"/>
    <w:rsid w:val="004E61C9"/>
    <w:rsid w:val="004F02CE"/>
    <w:rsid w:val="004F06BD"/>
    <w:rsid w:val="005067B7"/>
    <w:rsid w:val="00506C4C"/>
    <w:rsid w:val="00530091"/>
    <w:rsid w:val="005510E6"/>
    <w:rsid w:val="00563302"/>
    <w:rsid w:val="00564586"/>
    <w:rsid w:val="005749A8"/>
    <w:rsid w:val="0057566F"/>
    <w:rsid w:val="00575B51"/>
    <w:rsid w:val="005762CA"/>
    <w:rsid w:val="005858EB"/>
    <w:rsid w:val="00587A52"/>
    <w:rsid w:val="005933B6"/>
    <w:rsid w:val="00596E65"/>
    <w:rsid w:val="00597F58"/>
    <w:rsid w:val="005A7C30"/>
    <w:rsid w:val="005B227D"/>
    <w:rsid w:val="005B27B5"/>
    <w:rsid w:val="005C261A"/>
    <w:rsid w:val="005C5933"/>
    <w:rsid w:val="005C7405"/>
    <w:rsid w:val="005D5570"/>
    <w:rsid w:val="005E4C56"/>
    <w:rsid w:val="005E5F02"/>
    <w:rsid w:val="005F2D3C"/>
    <w:rsid w:val="00607974"/>
    <w:rsid w:val="00610B16"/>
    <w:rsid w:val="00614385"/>
    <w:rsid w:val="00614B53"/>
    <w:rsid w:val="006206D0"/>
    <w:rsid w:val="00626EDD"/>
    <w:rsid w:val="00633385"/>
    <w:rsid w:val="00650500"/>
    <w:rsid w:val="0066199D"/>
    <w:rsid w:val="0066351F"/>
    <w:rsid w:val="00664F82"/>
    <w:rsid w:val="0066593A"/>
    <w:rsid w:val="006723AA"/>
    <w:rsid w:val="006754F3"/>
    <w:rsid w:val="00677118"/>
    <w:rsid w:val="006856D2"/>
    <w:rsid w:val="006870B3"/>
    <w:rsid w:val="0068744F"/>
    <w:rsid w:val="006A3697"/>
    <w:rsid w:val="006B013E"/>
    <w:rsid w:val="006B3829"/>
    <w:rsid w:val="006B3DE7"/>
    <w:rsid w:val="006B725F"/>
    <w:rsid w:val="006C33B2"/>
    <w:rsid w:val="006C569E"/>
    <w:rsid w:val="006D7D23"/>
    <w:rsid w:val="006E06AE"/>
    <w:rsid w:val="006F1322"/>
    <w:rsid w:val="006F7741"/>
    <w:rsid w:val="00706626"/>
    <w:rsid w:val="007121F5"/>
    <w:rsid w:val="00747490"/>
    <w:rsid w:val="007624A3"/>
    <w:rsid w:val="00772926"/>
    <w:rsid w:val="007765AD"/>
    <w:rsid w:val="00777002"/>
    <w:rsid w:val="00783972"/>
    <w:rsid w:val="00791362"/>
    <w:rsid w:val="0079647B"/>
    <w:rsid w:val="007A138C"/>
    <w:rsid w:val="007A6B8F"/>
    <w:rsid w:val="007C0FDC"/>
    <w:rsid w:val="007C64A6"/>
    <w:rsid w:val="007E2B6D"/>
    <w:rsid w:val="007E497C"/>
    <w:rsid w:val="00802D97"/>
    <w:rsid w:val="00806BB1"/>
    <w:rsid w:val="00810616"/>
    <w:rsid w:val="00821D08"/>
    <w:rsid w:val="00823068"/>
    <w:rsid w:val="008304C3"/>
    <w:rsid w:val="00831AE3"/>
    <w:rsid w:val="00841365"/>
    <w:rsid w:val="00854900"/>
    <w:rsid w:val="008751F6"/>
    <w:rsid w:val="00882F56"/>
    <w:rsid w:val="00883554"/>
    <w:rsid w:val="0088398A"/>
    <w:rsid w:val="00892330"/>
    <w:rsid w:val="008A769D"/>
    <w:rsid w:val="008B0091"/>
    <w:rsid w:val="008B377A"/>
    <w:rsid w:val="008D16D7"/>
    <w:rsid w:val="00907974"/>
    <w:rsid w:val="009122AF"/>
    <w:rsid w:val="009222CF"/>
    <w:rsid w:val="00924183"/>
    <w:rsid w:val="00932E4B"/>
    <w:rsid w:val="00944233"/>
    <w:rsid w:val="00981AFD"/>
    <w:rsid w:val="009901FB"/>
    <w:rsid w:val="009A3DD2"/>
    <w:rsid w:val="009C32A9"/>
    <w:rsid w:val="009F53FB"/>
    <w:rsid w:val="00A15D84"/>
    <w:rsid w:val="00A32835"/>
    <w:rsid w:val="00A42320"/>
    <w:rsid w:val="00A43141"/>
    <w:rsid w:val="00A70C97"/>
    <w:rsid w:val="00A73F17"/>
    <w:rsid w:val="00A75201"/>
    <w:rsid w:val="00A754A8"/>
    <w:rsid w:val="00A778A6"/>
    <w:rsid w:val="00A85351"/>
    <w:rsid w:val="00A94196"/>
    <w:rsid w:val="00A9792C"/>
    <w:rsid w:val="00AB34AE"/>
    <w:rsid w:val="00AC0632"/>
    <w:rsid w:val="00AC1903"/>
    <w:rsid w:val="00AC2DD3"/>
    <w:rsid w:val="00AC7521"/>
    <w:rsid w:val="00AD065F"/>
    <w:rsid w:val="00AD21A8"/>
    <w:rsid w:val="00AD39F6"/>
    <w:rsid w:val="00AD7C08"/>
    <w:rsid w:val="00AE2378"/>
    <w:rsid w:val="00AE75B3"/>
    <w:rsid w:val="00AF2274"/>
    <w:rsid w:val="00B029D3"/>
    <w:rsid w:val="00B05C44"/>
    <w:rsid w:val="00B07D54"/>
    <w:rsid w:val="00B105C7"/>
    <w:rsid w:val="00B121C2"/>
    <w:rsid w:val="00B130DE"/>
    <w:rsid w:val="00B17F03"/>
    <w:rsid w:val="00B20725"/>
    <w:rsid w:val="00B219B0"/>
    <w:rsid w:val="00B33675"/>
    <w:rsid w:val="00B46A65"/>
    <w:rsid w:val="00B506F2"/>
    <w:rsid w:val="00B51D3D"/>
    <w:rsid w:val="00B740DC"/>
    <w:rsid w:val="00B8095F"/>
    <w:rsid w:val="00B852EB"/>
    <w:rsid w:val="00B927E1"/>
    <w:rsid w:val="00B94A35"/>
    <w:rsid w:val="00BD1C5E"/>
    <w:rsid w:val="00BD3102"/>
    <w:rsid w:val="00BE2A81"/>
    <w:rsid w:val="00BE7737"/>
    <w:rsid w:val="00C12B76"/>
    <w:rsid w:val="00C24139"/>
    <w:rsid w:val="00C4205B"/>
    <w:rsid w:val="00C441CD"/>
    <w:rsid w:val="00C44859"/>
    <w:rsid w:val="00C47EA4"/>
    <w:rsid w:val="00C50E64"/>
    <w:rsid w:val="00C52728"/>
    <w:rsid w:val="00C6755B"/>
    <w:rsid w:val="00C71A1C"/>
    <w:rsid w:val="00C740DC"/>
    <w:rsid w:val="00C766DD"/>
    <w:rsid w:val="00C82401"/>
    <w:rsid w:val="00C84220"/>
    <w:rsid w:val="00C90F3C"/>
    <w:rsid w:val="00CA4714"/>
    <w:rsid w:val="00CA60E7"/>
    <w:rsid w:val="00CA61B5"/>
    <w:rsid w:val="00CB0EAA"/>
    <w:rsid w:val="00CB7004"/>
    <w:rsid w:val="00CC2E2D"/>
    <w:rsid w:val="00CD0CBC"/>
    <w:rsid w:val="00CD134B"/>
    <w:rsid w:val="00CD14EC"/>
    <w:rsid w:val="00CF6C10"/>
    <w:rsid w:val="00D1123C"/>
    <w:rsid w:val="00D164D3"/>
    <w:rsid w:val="00D20147"/>
    <w:rsid w:val="00D22969"/>
    <w:rsid w:val="00D3085B"/>
    <w:rsid w:val="00D3661D"/>
    <w:rsid w:val="00D37A72"/>
    <w:rsid w:val="00D508B1"/>
    <w:rsid w:val="00D51546"/>
    <w:rsid w:val="00D56E25"/>
    <w:rsid w:val="00D65EF2"/>
    <w:rsid w:val="00D65F93"/>
    <w:rsid w:val="00D73BCC"/>
    <w:rsid w:val="00D73FBC"/>
    <w:rsid w:val="00D81BE0"/>
    <w:rsid w:val="00D81C11"/>
    <w:rsid w:val="00D84C82"/>
    <w:rsid w:val="00D95F2E"/>
    <w:rsid w:val="00DA14FF"/>
    <w:rsid w:val="00DC20B8"/>
    <w:rsid w:val="00DE3B4D"/>
    <w:rsid w:val="00DF47A6"/>
    <w:rsid w:val="00DF4E2D"/>
    <w:rsid w:val="00E03464"/>
    <w:rsid w:val="00E1515D"/>
    <w:rsid w:val="00E4066A"/>
    <w:rsid w:val="00E543B9"/>
    <w:rsid w:val="00E54BB1"/>
    <w:rsid w:val="00E62725"/>
    <w:rsid w:val="00E7301E"/>
    <w:rsid w:val="00E86480"/>
    <w:rsid w:val="00E90BB8"/>
    <w:rsid w:val="00E93807"/>
    <w:rsid w:val="00E93AF9"/>
    <w:rsid w:val="00EA4624"/>
    <w:rsid w:val="00EC4DF2"/>
    <w:rsid w:val="00EC6F43"/>
    <w:rsid w:val="00ED52F8"/>
    <w:rsid w:val="00EE0241"/>
    <w:rsid w:val="00F11D53"/>
    <w:rsid w:val="00F16ACD"/>
    <w:rsid w:val="00F2537B"/>
    <w:rsid w:val="00F27260"/>
    <w:rsid w:val="00F3062A"/>
    <w:rsid w:val="00F31C83"/>
    <w:rsid w:val="00F466E1"/>
    <w:rsid w:val="00F56E71"/>
    <w:rsid w:val="00F6170A"/>
    <w:rsid w:val="00F617C6"/>
    <w:rsid w:val="00F72C1A"/>
    <w:rsid w:val="00F737C6"/>
    <w:rsid w:val="00F738CB"/>
    <w:rsid w:val="00F76B46"/>
    <w:rsid w:val="00F851B6"/>
    <w:rsid w:val="00F977F6"/>
    <w:rsid w:val="00FC011D"/>
    <w:rsid w:val="00FD03D6"/>
    <w:rsid w:val="00FD374E"/>
    <w:rsid w:val="00FD6812"/>
    <w:rsid w:val="00FE5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8F0D7E"/>
  <w15:docId w15:val="{25E2EF1F-7680-4D68-957C-21122B4E9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40"/>
        <w:szCs w:val="40"/>
        <w:lang w:val="en-US" w:eastAsia="en-US" w:bidi="ar-SA"/>
      </w:rPr>
    </w:rPrDefault>
    <w:pPrDefault>
      <w:pPr>
        <w:spacing w:before="240"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0"/>
    <w:lsdException w:name="toc 2" w:uiPriority="1"/>
    <w:lsdException w:name="toc 3" w:semiHidden="1" w:uiPriority="1" w:unhideWhenUsed="1"/>
    <w:lsdException w:name="toc 4" w:semiHidden="1" w:uiPriority="1" w:unhideWhenUsed="1"/>
    <w:lsdException w:name="toc 5" w:semiHidden="1" w:uiPriority="1" w:unhideWhenUsed="1"/>
    <w:lsdException w:name="toc 6" w:semiHidden="1" w:uiPriority="1" w:unhideWhenUsed="1"/>
    <w:lsdException w:name="toc 7" w:semiHidden="1" w:uiPriority="1" w:unhideWhenUsed="1"/>
    <w:lsdException w:name="toc 8" w:semiHidden="1" w:uiPriority="1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semiHidden="1" w:uiPriority="32" w:unhideWhenUsed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B7831"/>
    <w:rPr>
      <w:sz w:val="20"/>
    </w:rPr>
  </w:style>
  <w:style w:type="paragraph" w:styleId="Heading1">
    <w:name w:val="heading 1"/>
    <w:next w:val="Body"/>
    <w:link w:val="Heading1Char"/>
    <w:uiPriority w:val="9"/>
    <w:qFormat/>
    <w:rsid w:val="00E1515D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56"/>
      <w:szCs w:val="28"/>
    </w:rPr>
  </w:style>
  <w:style w:type="paragraph" w:styleId="Heading2">
    <w:name w:val="heading 2"/>
    <w:next w:val="Body"/>
    <w:link w:val="Heading2Char"/>
    <w:uiPriority w:val="9"/>
    <w:qFormat/>
    <w:rsid w:val="00E1515D"/>
    <w:pPr>
      <w:keepNext/>
      <w:keepLines/>
      <w:spacing w:line="276" w:lineRule="auto"/>
      <w:outlineLvl w:val="1"/>
    </w:pPr>
    <w:rPr>
      <w:rFonts w:eastAsiaTheme="majorEastAsia" w:cstheme="majorBidi"/>
      <w:b/>
      <w:bCs/>
      <w:sz w:val="48"/>
      <w:szCs w:val="26"/>
    </w:rPr>
  </w:style>
  <w:style w:type="paragraph" w:styleId="Heading3">
    <w:name w:val="heading 3"/>
    <w:next w:val="Body"/>
    <w:link w:val="Heading3Char"/>
    <w:uiPriority w:val="9"/>
    <w:qFormat/>
    <w:rsid w:val="00E1515D"/>
    <w:pPr>
      <w:keepNext/>
      <w:keepLines/>
      <w:spacing w:line="276" w:lineRule="auto"/>
      <w:outlineLvl w:val="2"/>
    </w:pPr>
    <w:rPr>
      <w:rFonts w:eastAsiaTheme="majorEastAsia" w:cstheme="majorBidi"/>
      <w:b/>
      <w:bCs/>
      <w:sz w:val="44"/>
    </w:rPr>
  </w:style>
  <w:style w:type="paragraph" w:styleId="Heading4">
    <w:name w:val="heading 4"/>
    <w:next w:val="Body"/>
    <w:link w:val="Heading4Char"/>
    <w:uiPriority w:val="9"/>
    <w:unhideWhenUsed/>
    <w:qFormat/>
    <w:rsid w:val="00B46A65"/>
    <w:pPr>
      <w:keepNext/>
      <w:keepLines/>
      <w:outlineLvl w:val="3"/>
    </w:pPr>
    <w:rPr>
      <w:rFonts w:eastAsiaTheme="majorEastAsia" w:cstheme="majorBidi"/>
      <w:b/>
      <w:bCs/>
      <w:iCs/>
      <w:sz w:val="48"/>
    </w:rPr>
  </w:style>
  <w:style w:type="paragraph" w:styleId="Heading5">
    <w:name w:val="heading 5"/>
    <w:next w:val="Body"/>
    <w:link w:val="Heading5Char"/>
    <w:uiPriority w:val="9"/>
    <w:unhideWhenUsed/>
    <w:qFormat/>
    <w:rsid w:val="00B46A65"/>
    <w:pPr>
      <w:keepNext/>
      <w:keepLines/>
      <w:outlineLvl w:val="4"/>
    </w:pPr>
    <w:rPr>
      <w:rFonts w:eastAsiaTheme="majorEastAsia" w:cstheme="majorBidi"/>
      <w:b/>
      <w:sz w:val="48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46A6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link w:val="Heading7Char"/>
    <w:uiPriority w:val="9"/>
    <w:unhideWhenUsed/>
    <w:rsid w:val="00B46A65"/>
    <w:pPr>
      <w:widowControl w:val="0"/>
      <w:autoSpaceDE w:val="0"/>
      <w:autoSpaceDN w:val="0"/>
      <w:spacing w:before="107" w:after="0"/>
      <w:ind w:left="119"/>
      <w:outlineLvl w:val="6"/>
    </w:pPr>
    <w:rPr>
      <w:rFonts w:ascii="Arial" w:eastAsia="Arial" w:hAnsi="Arial" w:cs="Arial"/>
      <w:b/>
      <w:bCs/>
      <w:i/>
      <w:sz w:val="17"/>
      <w:szCs w:val="17"/>
      <w:lang w:bidi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10366B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pterNumbers">
    <w:name w:val="Chapter Numbers"/>
    <w:next w:val="Heading6"/>
    <w:unhideWhenUsed/>
    <w:rsid w:val="00B46A65"/>
    <w:rPr>
      <w:b/>
      <w:sz w:val="56"/>
    </w:rPr>
  </w:style>
  <w:style w:type="character" w:customStyle="1" w:styleId="Heading6Char">
    <w:name w:val="Heading 6 Char"/>
    <w:basedOn w:val="DefaultParagraphFont"/>
    <w:link w:val="Heading6"/>
    <w:uiPriority w:val="9"/>
    <w:rsid w:val="00B46A65"/>
    <w:rPr>
      <w:rFonts w:asciiTheme="majorHAnsi" w:eastAsiaTheme="majorEastAsia" w:hAnsiTheme="majorHAnsi" w:cstheme="majorBidi"/>
      <w:i/>
      <w:iCs/>
      <w:color w:val="243F60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0366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OC3">
    <w:name w:val="toc 3"/>
    <w:next w:val="Body"/>
    <w:uiPriority w:val="1"/>
    <w:unhideWhenUsed/>
    <w:rsid w:val="00B46A65"/>
    <w:pPr>
      <w:ind w:left="440"/>
    </w:pPr>
    <w:rPr>
      <w:b/>
    </w:rPr>
  </w:style>
  <w:style w:type="paragraph" w:customStyle="1" w:styleId="Body">
    <w:name w:val="Body"/>
    <w:qFormat/>
    <w:rsid w:val="004717F1"/>
    <w:pPr>
      <w:spacing w:line="276" w:lineRule="auto"/>
    </w:pPr>
  </w:style>
  <w:style w:type="paragraph" w:customStyle="1" w:styleId="Bullets">
    <w:name w:val="Bullets"/>
    <w:next w:val="Body"/>
    <w:qFormat/>
    <w:rsid w:val="004717F1"/>
    <w:pPr>
      <w:numPr>
        <w:numId w:val="1"/>
      </w:numPr>
      <w:spacing w:line="276" w:lineRule="auto"/>
    </w:pPr>
  </w:style>
  <w:style w:type="paragraph" w:styleId="ListParagraph">
    <w:name w:val="List Paragraph"/>
    <w:basedOn w:val="Normal"/>
    <w:uiPriority w:val="1"/>
    <w:unhideWhenUsed/>
    <w:rsid w:val="00B46A6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E1515D"/>
    <w:rPr>
      <w:rFonts w:eastAsiaTheme="majorEastAsia" w:cstheme="majorBidi"/>
      <w:b/>
      <w:bCs/>
      <w:sz w:val="5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1515D"/>
    <w:rPr>
      <w:rFonts w:eastAsiaTheme="majorEastAsia" w:cstheme="majorBidi"/>
      <w:b/>
      <w:bCs/>
      <w:sz w:val="4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1515D"/>
    <w:rPr>
      <w:rFonts w:eastAsiaTheme="majorEastAsia" w:cstheme="majorBidi"/>
      <w:b/>
      <w:bCs/>
      <w:sz w:val="44"/>
    </w:rPr>
  </w:style>
  <w:style w:type="character" w:customStyle="1" w:styleId="Heading4Char">
    <w:name w:val="Heading 4 Char"/>
    <w:basedOn w:val="DefaultParagraphFont"/>
    <w:link w:val="Heading4"/>
    <w:uiPriority w:val="9"/>
    <w:rsid w:val="00B46A65"/>
    <w:rPr>
      <w:rFonts w:eastAsiaTheme="majorEastAsia" w:cstheme="majorBidi"/>
      <w:b/>
      <w:bCs/>
      <w:iCs/>
      <w:sz w:val="48"/>
    </w:rPr>
  </w:style>
  <w:style w:type="character" w:customStyle="1" w:styleId="Heading5Char">
    <w:name w:val="Heading 5 Char"/>
    <w:basedOn w:val="DefaultParagraphFont"/>
    <w:link w:val="Heading5"/>
    <w:uiPriority w:val="9"/>
    <w:rsid w:val="00B46A65"/>
    <w:rPr>
      <w:rFonts w:eastAsiaTheme="majorEastAsia" w:cstheme="majorBidi"/>
      <w:b/>
      <w:sz w:val="48"/>
    </w:rPr>
  </w:style>
  <w:style w:type="paragraph" w:styleId="TOC1">
    <w:name w:val="toc 1"/>
    <w:next w:val="Body"/>
    <w:unhideWhenUsed/>
    <w:rsid w:val="00B46A65"/>
    <w:rPr>
      <w:b/>
    </w:rPr>
  </w:style>
  <w:style w:type="paragraph" w:styleId="TOC2">
    <w:name w:val="toc 2"/>
    <w:next w:val="Body"/>
    <w:uiPriority w:val="1"/>
    <w:unhideWhenUsed/>
    <w:rsid w:val="00B46A65"/>
    <w:pPr>
      <w:ind w:left="200"/>
    </w:pPr>
    <w:rPr>
      <w:b/>
    </w:rPr>
  </w:style>
  <w:style w:type="numbering" w:customStyle="1" w:styleId="NoList1">
    <w:name w:val="No List1"/>
    <w:next w:val="NoList"/>
    <w:uiPriority w:val="99"/>
    <w:semiHidden/>
    <w:unhideWhenUsed/>
    <w:rsid w:val="0010366B"/>
  </w:style>
  <w:style w:type="paragraph" w:customStyle="1" w:styleId="TableParagraph">
    <w:name w:val="Table Paragraph"/>
    <w:basedOn w:val="Normal"/>
    <w:uiPriority w:val="1"/>
    <w:unhideWhenUsed/>
    <w:rsid w:val="00B46A65"/>
    <w:pPr>
      <w:widowControl w:val="0"/>
      <w:autoSpaceDE w:val="0"/>
      <w:autoSpaceDN w:val="0"/>
      <w:spacing w:before="38" w:after="0" w:line="185" w:lineRule="exact"/>
      <w:ind w:right="305"/>
      <w:jc w:val="right"/>
    </w:pPr>
    <w:rPr>
      <w:rFonts w:ascii="Microsoft Sans Serif" w:eastAsia="Microsoft Sans Serif" w:hAnsi="Microsoft Sans Serif" w:cs="Microsoft Sans Serif"/>
      <w:sz w:val="22"/>
      <w:szCs w:val="22"/>
      <w:lang w:bidi="en-US"/>
    </w:rPr>
  </w:style>
  <w:style w:type="paragraph" w:styleId="TOC4">
    <w:name w:val="toc 4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5">
    <w:name w:val="toc 5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72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TOC6">
    <w:name w:val="toc 6"/>
    <w:basedOn w:val="Normal"/>
    <w:uiPriority w:val="1"/>
    <w:unhideWhenUsed/>
    <w:rsid w:val="00B46A65"/>
    <w:pPr>
      <w:widowControl w:val="0"/>
      <w:autoSpaceDE w:val="0"/>
      <w:autoSpaceDN w:val="0"/>
      <w:spacing w:before="33" w:after="0"/>
      <w:ind w:left="840" w:hanging="24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7">
    <w:name w:val="toc 7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5" w:lineRule="exact"/>
      <w:ind w:left="1080"/>
    </w:pPr>
    <w:rPr>
      <w:rFonts w:ascii="Microsoft Sans Serif" w:eastAsia="Microsoft Sans Serif" w:hAnsi="Microsoft Sans Serif" w:cs="Microsoft Sans Serif"/>
      <w:szCs w:val="20"/>
      <w:lang w:bidi="en-US"/>
    </w:rPr>
  </w:style>
  <w:style w:type="paragraph" w:styleId="TOC8">
    <w:name w:val="toc 8"/>
    <w:basedOn w:val="Normal"/>
    <w:uiPriority w:val="1"/>
    <w:unhideWhenUsed/>
    <w:rsid w:val="00B46A65"/>
    <w:pPr>
      <w:widowControl w:val="0"/>
      <w:autoSpaceDE w:val="0"/>
      <w:autoSpaceDN w:val="0"/>
      <w:spacing w:before="0" w:after="0" w:line="222" w:lineRule="exact"/>
      <w:ind w:left="1080"/>
    </w:pPr>
    <w:rPr>
      <w:rFonts w:ascii="Microsoft Sans Serif" w:eastAsia="Microsoft Sans Serif" w:hAnsi="Microsoft Sans Serif" w:cs="Microsoft Sans Serif"/>
      <w:b/>
      <w:bCs/>
      <w:i/>
      <w:sz w:val="22"/>
      <w:szCs w:val="22"/>
      <w:lang w:bidi="en-US"/>
    </w:rPr>
  </w:style>
  <w:style w:type="paragraph" w:styleId="Header">
    <w:name w:val="header"/>
    <w:basedOn w:val="Normal"/>
    <w:link w:val="HeaderChar"/>
    <w:uiPriority w:val="99"/>
    <w:unhideWhenUsed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46A65"/>
    <w:rPr>
      <w:sz w:val="20"/>
    </w:rPr>
  </w:style>
  <w:style w:type="paragraph" w:styleId="Footer">
    <w:name w:val="footer"/>
    <w:basedOn w:val="Normal"/>
    <w:link w:val="FooterChar"/>
    <w:uiPriority w:val="99"/>
    <w:rsid w:val="00B46A65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46A65"/>
    <w:rPr>
      <w:sz w:val="20"/>
    </w:rPr>
  </w:style>
  <w:style w:type="paragraph" w:styleId="BodyText">
    <w:name w:val="Body Text"/>
    <w:basedOn w:val="Normal"/>
    <w:link w:val="BodyTextChar"/>
    <w:uiPriority w:val="1"/>
    <w:rsid w:val="00B46A65"/>
    <w:pPr>
      <w:widowControl w:val="0"/>
      <w:autoSpaceDE w:val="0"/>
      <w:autoSpaceDN w:val="0"/>
      <w:spacing w:before="0" w:after="0"/>
    </w:pPr>
    <w:rPr>
      <w:rFonts w:ascii="Microsoft Sans Serif" w:eastAsia="Microsoft Sans Serif" w:hAnsi="Microsoft Sans Serif" w:cs="Microsoft Sans Serif"/>
      <w:szCs w:val="20"/>
      <w:lang w:bidi="en-US"/>
    </w:rPr>
  </w:style>
  <w:style w:type="character" w:customStyle="1" w:styleId="BodyTextChar">
    <w:name w:val="Body Text Char"/>
    <w:basedOn w:val="DefaultParagraphFont"/>
    <w:link w:val="BodyText"/>
    <w:uiPriority w:val="1"/>
    <w:rsid w:val="00B46A65"/>
    <w:rPr>
      <w:rFonts w:ascii="Microsoft Sans Serif" w:eastAsia="Microsoft Sans Serif" w:hAnsi="Microsoft Sans Serif" w:cs="Microsoft Sans Serif"/>
      <w:sz w:val="20"/>
      <w:szCs w:val="20"/>
      <w:lang w:bidi="en-US"/>
    </w:rPr>
  </w:style>
  <w:style w:type="table" w:styleId="TableGrid">
    <w:name w:val="Table Grid"/>
    <w:basedOn w:val="TableNormal"/>
    <w:uiPriority w:val="59"/>
    <w:unhideWhenUsed/>
    <w:rsid w:val="00B46A65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10366B"/>
  </w:style>
  <w:style w:type="numbering" w:customStyle="1" w:styleId="NoList3">
    <w:name w:val="No List3"/>
    <w:next w:val="NoList"/>
    <w:uiPriority w:val="99"/>
    <w:semiHidden/>
    <w:unhideWhenUsed/>
    <w:rsid w:val="0010366B"/>
  </w:style>
  <w:style w:type="character" w:customStyle="1" w:styleId="Heading7Char">
    <w:name w:val="Heading 7 Char"/>
    <w:basedOn w:val="DefaultParagraphFont"/>
    <w:link w:val="Heading7"/>
    <w:uiPriority w:val="9"/>
    <w:rsid w:val="00B46A65"/>
    <w:rPr>
      <w:rFonts w:ascii="Arial" w:eastAsia="Arial" w:hAnsi="Arial" w:cs="Arial"/>
      <w:b/>
      <w:bCs/>
      <w:i/>
      <w:sz w:val="17"/>
      <w:szCs w:val="17"/>
      <w:lang w:bidi="en-US"/>
    </w:rPr>
  </w:style>
  <w:style w:type="paragraph" w:customStyle="1" w:styleId="Style1">
    <w:name w:val="Style1"/>
    <w:basedOn w:val="ChapterNumbers"/>
    <w:rsid w:val="00B46A65"/>
    <w:rPr>
      <w:sz w:val="32"/>
    </w:rPr>
  </w:style>
  <w:style w:type="table" w:customStyle="1" w:styleId="TableGrid0">
    <w:name w:val="TableGrid"/>
    <w:rsid w:val="00A70C97"/>
    <w:pPr>
      <w:spacing w:before="0" w:after="0"/>
    </w:pPr>
    <w:rPr>
      <w:rFonts w:asciiTheme="minorHAnsi" w:eastAsiaTheme="minorEastAsia" w:hAnsiTheme="minorHAns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DefaultParagraphFont"/>
    <w:uiPriority w:val="99"/>
    <w:unhideWhenUsed/>
    <w:rsid w:val="00A70C9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70C9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167A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167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56B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6B6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6B6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6B6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6B67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DF4E2D"/>
    <w:pPr>
      <w:spacing w:before="0" w:after="0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0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8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2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8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RIO23\Documents\Large%20Pub\IRS%20Styles%20Template%202021%20-%20TC%20Inst%20Pub%20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B30D9-B550-40BD-97F4-1519D1C6A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IRS Styles Template 2021 - TC Inst Pub New</Template>
  <TotalTime>0</TotalTime>
  <Pages>6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DRIO23</dc:creator>
  <cp:lastModifiedBy>Rick LaFlamme</cp:lastModifiedBy>
  <cp:revision>2</cp:revision>
  <cp:lastPrinted>2024-10-29T10:48:00Z</cp:lastPrinted>
  <dcterms:created xsi:type="dcterms:W3CDTF">2024-11-18T15:27:00Z</dcterms:created>
  <dcterms:modified xsi:type="dcterms:W3CDTF">2024-11-18T15:27:00Z</dcterms:modified>
</cp:coreProperties>
</file>