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4945" w:type="pct"/>
        <w:tblInd w:w="0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5"/>
        <w:gridCol w:w="16582"/>
      </w:tblGrid>
      <w:tr w:rsidR="001F762B" w:rsidRPr="00DF4E2D" w14:paraId="77E4325F" w14:textId="77777777" w:rsidTr="001F762B">
        <w:trPr>
          <w:trHeight w:val="1313"/>
        </w:trPr>
        <w:tc>
          <w:tcPr>
            <w:tcW w:w="1118" w:type="pct"/>
            <w:vMerge w:val="restart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0620C8FE" w14:textId="28F0A607" w:rsidR="001F762B" w:rsidRPr="001F762B" w:rsidRDefault="001F762B" w:rsidP="00CE482D">
            <w:pPr>
              <w:keepNext/>
              <w:keepLines/>
              <w:outlineLvl w:val="0"/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</w:pPr>
            <w:r w:rsidRPr="001F762B">
              <w:rPr>
                <w:rFonts w:ascii="Arial" w:eastAsia="Times New Roman" w:hAnsi="Arial" w:cs="Arial"/>
                <w:b/>
                <w:bCs/>
                <w:sz w:val="52"/>
                <w:szCs w:val="52"/>
              </w:rPr>
              <w:t>Formulario 14824</w:t>
            </w:r>
          </w:p>
          <w:p w14:paraId="69D386E2" w14:textId="2DBF5A25" w:rsidR="001F762B" w:rsidRPr="00CE482D" w:rsidRDefault="001F762B" w:rsidP="001F762B">
            <w:pPr>
              <w:keepNext/>
              <w:keepLines/>
              <w:outlineLvl w:val="0"/>
              <w:rPr>
                <w:rFonts w:ascii="Arial" w:eastAsia="Times New Roman" w:hAnsi="Arial" w:cs="Arial"/>
                <w:b/>
                <w:bCs/>
                <w:sz w:val="40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</w:rPr>
              <w:t>(</w:t>
            </w:r>
            <w:r w:rsidRPr="001F762B">
              <w:rPr>
                <w:rFonts w:ascii="Arial" w:eastAsia="Times New Roman" w:hAnsi="Arial" w:cs="Arial"/>
                <w:b/>
                <w:bCs/>
                <w:sz w:val="40"/>
              </w:rPr>
              <w:t xml:space="preserve">octubre de </w:t>
            </w:r>
            <w:r>
              <w:rPr>
                <w:rFonts w:ascii="Arial" w:eastAsia="Times New Roman" w:hAnsi="Arial" w:cs="Arial"/>
                <w:b/>
                <w:bCs/>
                <w:sz w:val="40"/>
              </w:rPr>
              <w:t>2022)</w:t>
            </w:r>
          </w:p>
          <w:p w14:paraId="2558026A" w14:textId="77777777" w:rsidR="001F762B" w:rsidRPr="006B7C90" w:rsidRDefault="001F762B" w:rsidP="009006C4">
            <w:pPr>
              <w:keepNext/>
              <w:keepLines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  <w:p w14:paraId="41734D33" w14:textId="52E49B06" w:rsidR="001F762B" w:rsidRPr="00DF4E2D" w:rsidRDefault="001F762B" w:rsidP="009006C4">
            <w:pPr>
              <w:keepNext/>
              <w:keepLines/>
              <w:outlineLvl w:val="0"/>
              <w:rPr>
                <w:rFonts w:ascii="Arial" w:hAnsi="Arial"/>
                <w:sz w:val="36"/>
              </w:rPr>
            </w:pPr>
            <w:r w:rsidRPr="00DF4E2D">
              <w:rPr>
                <w:rFonts w:ascii="Arial" w:hAnsi="Arial"/>
                <w:sz w:val="36"/>
              </w:rPr>
              <w:t>Department of the Treasury</w:t>
            </w:r>
            <w:r>
              <w:rPr>
                <w:rFonts w:ascii="Arial" w:hAnsi="Arial"/>
                <w:sz w:val="36"/>
              </w:rPr>
              <w:t xml:space="preserve"> </w:t>
            </w:r>
            <w:r w:rsidRPr="00DF4E2D">
              <w:rPr>
                <w:rFonts w:ascii="Arial" w:hAnsi="Arial"/>
                <w:sz w:val="36"/>
              </w:rPr>
              <w:t>Internal Revenue Service</w:t>
            </w:r>
          </w:p>
        </w:tc>
        <w:tc>
          <w:tcPr>
            <w:tcW w:w="3882" w:type="pct"/>
            <w:vMerge w:val="restart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14:paraId="5EF16A6D" w14:textId="77777777" w:rsidR="001F762B" w:rsidRPr="001F762B" w:rsidRDefault="001F762B" w:rsidP="006B7C90">
            <w:pPr>
              <w:jc w:val="center"/>
              <w:rPr>
                <w:rFonts w:ascii="Arial" w:eastAsia="Times New Roman" w:hAnsi="Arial"/>
                <w:b/>
                <w:bCs/>
                <w:sz w:val="40"/>
              </w:rPr>
            </w:pPr>
          </w:p>
          <w:p w14:paraId="36C18890" w14:textId="652F342C" w:rsidR="001F762B" w:rsidRPr="00304329" w:rsidRDefault="001F762B" w:rsidP="006B7C9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1F762B">
              <w:rPr>
                <w:rFonts w:ascii="Arial" w:eastAsia="Times New Roman" w:hAnsi="Arial"/>
                <w:b/>
                <w:bCs/>
                <w:sz w:val="52"/>
                <w:szCs w:val="52"/>
              </w:rPr>
              <w:t>Documentos de apoyo para comprobar el estado civil para efectos de la declaración de impuestos</w:t>
            </w:r>
          </w:p>
          <w:p w14:paraId="41F77DEF" w14:textId="6F108DE6" w:rsidR="001F762B" w:rsidRPr="001F762B" w:rsidRDefault="001F762B" w:rsidP="001F762B">
            <w:pPr>
              <w:ind w:left="360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1F762B" w:rsidRPr="00DF4E2D" w14:paraId="69E84747" w14:textId="77777777" w:rsidTr="001F762B">
        <w:trPr>
          <w:trHeight w:val="876"/>
        </w:trPr>
        <w:tc>
          <w:tcPr>
            <w:tcW w:w="1118" w:type="pct"/>
            <w:vMerge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086D545C" w14:textId="77777777" w:rsidR="001F762B" w:rsidRPr="00DF4E2D" w:rsidRDefault="001F762B" w:rsidP="00DF4E2D">
            <w:pPr>
              <w:rPr>
                <w:rFonts w:ascii="Arial" w:hAnsi="Arial"/>
                <w:sz w:val="36"/>
              </w:rPr>
            </w:pPr>
          </w:p>
        </w:tc>
        <w:tc>
          <w:tcPr>
            <w:tcW w:w="3882" w:type="pct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14:paraId="654A0BFC" w14:textId="77777777" w:rsidR="001F762B" w:rsidRPr="00DF4E2D" w:rsidRDefault="001F762B" w:rsidP="00DF4E2D">
            <w:pPr>
              <w:rPr>
                <w:rFonts w:ascii="Arial" w:hAnsi="Arial"/>
                <w:b/>
                <w:bCs/>
                <w:sz w:val="36"/>
              </w:rPr>
            </w:pPr>
          </w:p>
        </w:tc>
      </w:tr>
    </w:tbl>
    <w:p w14:paraId="0F034E1B" w14:textId="5229728F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0CD81716" w14:textId="687610C2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8FA6016" w14:textId="5A7243C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18451592" w14:textId="77777777" w:rsidR="00DF4E2D" w:rsidRPr="00DF4E2D" w:rsidRDefault="00DF4E2D" w:rsidP="0005781E">
      <w:pPr>
        <w:spacing w:after="0"/>
        <w:rPr>
          <w:rFonts w:ascii="Times New Roman" w:eastAsia="Times New Roman" w:hAnsi="Times New Roman" w:cs="Times New Roman"/>
          <w:szCs w:val="20"/>
        </w:rPr>
      </w:pPr>
    </w:p>
    <w:p w14:paraId="2D5932E5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2023F27" w14:textId="778C703C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B3D8B58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3177015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533A98C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9FC4A7B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EC23CCE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CA388CC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8C3CB68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A5F31B1" w14:textId="44F4A95D" w:rsid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91240D4" w14:textId="4C4E025F" w:rsidR="00983944" w:rsidRDefault="00983944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7BDCC01" w14:textId="774825DD" w:rsidR="00983944" w:rsidRDefault="00983944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25E197E2" w14:textId="5A8C71AC" w:rsidR="00983944" w:rsidRDefault="00983944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1E004848" w14:textId="7E2AA7B8" w:rsidR="00983944" w:rsidRDefault="00983944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57139DA" w14:textId="23C52B5A" w:rsidR="00987468" w:rsidRDefault="00987468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B825B8B" w14:textId="62FEB6E4" w:rsidR="00FB1ED3" w:rsidRDefault="00FB1ED3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0BB2909" w14:textId="5B3CBF7B" w:rsidR="00FB1ED3" w:rsidRDefault="00FB1ED3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48ABDE1" w14:textId="7C3B5E7F" w:rsidR="00D629CD" w:rsidRDefault="00D629C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0CA53024" w14:textId="38348E40" w:rsidR="00D629CD" w:rsidRDefault="00D629C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2994A5C9" w14:textId="14363367" w:rsidR="00D629CD" w:rsidRDefault="00D629C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E5EC41D" w14:textId="14969A9A" w:rsidR="006B7C90" w:rsidRDefault="006B7C90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0B5C867" w14:textId="08D61C0B" w:rsidR="006B7C90" w:rsidRDefault="006B7C90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18FE98F5" w14:textId="7A3EA300" w:rsidR="006B7C90" w:rsidRDefault="006B7C90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ED0914A" w14:textId="77777777" w:rsidR="006B7C90" w:rsidRDefault="006B7C90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85E3263" w14:textId="452F2BFA" w:rsidR="00AB121D" w:rsidRDefault="00DF4E2D" w:rsidP="00DF4E2D">
      <w:pPr>
        <w:spacing w:after="0"/>
        <w:rPr>
          <w:rFonts w:ascii="Arial" w:eastAsia="Calibri" w:hAnsi="Arial" w:cs="Times New Roman"/>
          <w:sz w:val="16"/>
          <w:szCs w:val="16"/>
        </w:rPr>
      </w:pPr>
      <w:r w:rsidRPr="00DF4E2D">
        <w:rPr>
          <w:rFonts w:ascii="Arial" w:eastAsia="Calibri" w:hAnsi="Arial" w:cs="Times New Roman"/>
          <w:sz w:val="16"/>
          <w:szCs w:val="16"/>
        </w:rPr>
        <w:t xml:space="preserve"> </w:t>
      </w:r>
      <w:r w:rsidR="00B14B5F" w:rsidRPr="00CB6124">
        <w:rPr>
          <w:noProof/>
          <w:szCs w:val="20"/>
        </w:rPr>
        <w:drawing>
          <wp:anchor distT="0" distB="0" distL="114300" distR="114300" simplePos="0" relativeHeight="251715584" behindDoc="1" locked="0" layoutInCell="1" allowOverlap="1" wp14:anchorId="582AFE91" wp14:editId="10792CC7">
            <wp:simplePos x="0" y="0"/>
            <wp:positionH relativeFrom="margin">
              <wp:posOffset>-88900</wp:posOffset>
            </wp:positionH>
            <wp:positionV relativeFrom="paragraph">
              <wp:posOffset>153670</wp:posOffset>
            </wp:positionV>
            <wp:extent cx="1341120" cy="1974850"/>
            <wp:effectExtent l="0" t="0" r="0" b="6350"/>
            <wp:wrapNone/>
            <wp:docPr id="11" name="Picture 1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97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6EC4AF" w14:textId="404C8E8C" w:rsidR="00BB2469" w:rsidRDefault="00BB2469" w:rsidP="00DF4E2D">
      <w:pPr>
        <w:spacing w:after="0"/>
        <w:rPr>
          <w:rFonts w:ascii="Arial" w:eastAsia="Calibri" w:hAnsi="Arial" w:cs="Times New Roman"/>
          <w:sz w:val="16"/>
          <w:szCs w:val="16"/>
        </w:rPr>
      </w:pPr>
    </w:p>
    <w:p w14:paraId="03F71AB7" w14:textId="5405751D" w:rsidR="00BB2469" w:rsidRDefault="00D629CD" w:rsidP="00DF4E2D">
      <w:pPr>
        <w:spacing w:after="0"/>
        <w:rPr>
          <w:rFonts w:ascii="Arial" w:eastAsia="Calibri" w:hAnsi="Arial" w:cs="Times New Roman"/>
          <w:sz w:val="16"/>
          <w:szCs w:val="16"/>
        </w:rPr>
      </w:pPr>
      <w:r w:rsidRPr="00DF4E2D">
        <w:rPr>
          <w:rFonts w:ascii="Arial" w:eastAsia="Calibri" w:hAnsi="Arial" w:cs="Times New Roman"/>
          <w:noProof/>
          <w:sz w:val="36"/>
        </w:rPr>
        <w:drawing>
          <wp:anchor distT="0" distB="0" distL="114300" distR="114300" simplePos="0" relativeHeight="251659264" behindDoc="1" locked="0" layoutInCell="1" allowOverlap="1" wp14:anchorId="0E1F0306" wp14:editId="5E6FE1F0">
            <wp:simplePos x="0" y="0"/>
            <wp:positionH relativeFrom="column">
              <wp:posOffset>11821160</wp:posOffset>
            </wp:positionH>
            <wp:positionV relativeFrom="paragraph">
              <wp:posOffset>232298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1" name="Picture 368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3C9D9" w14:textId="262B1CA9" w:rsidR="00BB2469" w:rsidRDefault="00BB2469" w:rsidP="00DF4E2D">
      <w:pPr>
        <w:spacing w:after="0"/>
        <w:rPr>
          <w:rFonts w:ascii="Arial" w:eastAsia="Calibri" w:hAnsi="Arial" w:cs="Times New Roman"/>
          <w:sz w:val="16"/>
          <w:szCs w:val="16"/>
        </w:rPr>
      </w:pPr>
    </w:p>
    <w:p w14:paraId="5EF74321" w14:textId="77777777" w:rsidR="007A76DE" w:rsidRDefault="007A76DE" w:rsidP="00DF4E2D">
      <w:pPr>
        <w:spacing w:after="0"/>
        <w:rPr>
          <w:rFonts w:ascii="Arial" w:eastAsia="Calibri" w:hAnsi="Arial" w:cs="Times New Roman"/>
          <w:sz w:val="16"/>
          <w:szCs w:val="16"/>
        </w:rPr>
      </w:pPr>
    </w:p>
    <w:p w14:paraId="6F8D9DC0" w14:textId="00FCD010" w:rsidR="00BB2469" w:rsidRDefault="00BB2469" w:rsidP="00DF4E2D">
      <w:pPr>
        <w:spacing w:after="0"/>
        <w:rPr>
          <w:rFonts w:ascii="Arial" w:eastAsia="Calibri" w:hAnsi="Arial" w:cs="Times New Roman"/>
          <w:sz w:val="16"/>
          <w:szCs w:val="16"/>
        </w:rPr>
      </w:pPr>
    </w:p>
    <w:p w14:paraId="72703B7D" w14:textId="72DF6A0A" w:rsidR="00BB2469" w:rsidRDefault="00A87346" w:rsidP="00DF4E2D">
      <w:pPr>
        <w:spacing w:after="0"/>
        <w:rPr>
          <w:rFonts w:ascii="Arial" w:eastAsia="Calibri" w:hAnsi="Arial" w:cs="Times New Roman"/>
          <w:sz w:val="16"/>
          <w:szCs w:val="16"/>
        </w:rPr>
      </w:pPr>
      <w:r w:rsidRPr="00DF4E2D">
        <w:rPr>
          <w:rFonts w:ascii="Arial" w:eastAsia="Calibri" w:hAnsi="Arial" w:cs="Times New Roman"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9C2BDC" wp14:editId="169FCA43">
                <wp:simplePos x="0" y="0"/>
                <wp:positionH relativeFrom="margin">
                  <wp:posOffset>10769600</wp:posOffset>
                </wp:positionH>
                <wp:positionV relativeFrom="paragraph">
                  <wp:posOffset>116205</wp:posOffset>
                </wp:positionV>
                <wp:extent cx="2946400" cy="622300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622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90366" w14:textId="1F44BDD9" w:rsidR="00DF4E2D" w:rsidRDefault="00DF4E2D" w:rsidP="00C1321B">
                            <w:pPr>
                              <w:pStyle w:val="Body"/>
                              <w:spacing w:before="0" w:after="0" w:line="240" w:lineRule="auto"/>
                              <w:jc w:val="center"/>
                              <w:rPr>
                                <w:rFonts w:cs="Arial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szCs w:val="36"/>
                              </w:rPr>
                              <w:t>Visit the Accessibility</w:t>
                            </w:r>
                            <w:r w:rsidR="00F30236">
                              <w:rPr>
                                <w:rFonts w:cs="Arial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szCs w:val="36"/>
                              </w:rPr>
                              <w:t>Page on IRS.gov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9C2BDC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848pt;margin-top:9.15pt;width:232pt;height:49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" filled="f" stroked="f">
                <v:textbox style="mso-fit-shape-to-text:t">
                  <w:txbxContent>
                    <w:p w14:paraId="65190366" w14:textId="1F44BDD9" w:rsidR="00DF4E2D" w:rsidRDefault="00DF4E2D" w:rsidP="00C1321B">
                      <w:pPr>
                        <w:pStyle w:val="Body"/>
                        <w:spacing w:before="0" w:after="0" w:line="240" w:lineRule="auto"/>
                        <w:jc w:val="center"/>
                        <w:rPr>
                          <w:rFonts w:cs="Arial"/>
                          <w:szCs w:val="36"/>
                        </w:rPr>
                      </w:pPr>
                      <w:r>
                        <w:rPr>
                          <w:rFonts w:cs="Arial"/>
                          <w:szCs w:val="36"/>
                        </w:rPr>
                        <w:t>Visit the Accessibility</w:t>
                      </w:r>
                      <w:r w:rsidR="00F30236">
                        <w:rPr>
                          <w:rFonts w:cs="Arial"/>
                          <w:szCs w:val="36"/>
                        </w:rPr>
                        <w:br/>
                      </w:r>
                      <w:r>
                        <w:rPr>
                          <w:rFonts w:cs="Arial"/>
                          <w:szCs w:val="36"/>
                        </w:rPr>
                        <w:t>Page on IRS.gov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1B94D05" w14:textId="0414F411" w:rsidR="00DF4E2D" w:rsidRPr="00DF4E2D" w:rsidRDefault="00DF4E2D" w:rsidP="00DF4E2D">
      <w:pPr>
        <w:spacing w:before="120" w:after="0"/>
        <w:rPr>
          <w:rFonts w:ascii="Arial" w:eastAsia="Calibri" w:hAnsi="Arial" w:cs="Times New Roman"/>
          <w:sz w:val="36"/>
        </w:rPr>
      </w:pPr>
      <w:r w:rsidRPr="00DF4E2D">
        <w:rPr>
          <w:rFonts w:ascii="Arial" w:eastAsia="Calibri" w:hAnsi="Arial" w:cs="Times New Roman"/>
          <w:sz w:val="36"/>
        </w:rPr>
        <w:t xml:space="preserve">Form </w:t>
      </w:r>
      <w:r w:rsidR="00CE482D">
        <w:rPr>
          <w:rFonts w:ascii="Arial" w:eastAsia="Calibri" w:hAnsi="Arial" w:cs="Times New Roman"/>
          <w:sz w:val="36"/>
        </w:rPr>
        <w:t>1</w:t>
      </w:r>
      <w:r w:rsidR="001F762B">
        <w:rPr>
          <w:rFonts w:ascii="Arial" w:eastAsia="Calibri" w:hAnsi="Arial" w:cs="Times New Roman"/>
          <w:sz w:val="36"/>
        </w:rPr>
        <w:t>4824</w:t>
      </w:r>
      <w:r w:rsidR="00C62362">
        <w:rPr>
          <w:rFonts w:ascii="Arial" w:eastAsia="Calibri" w:hAnsi="Arial" w:cs="Times New Roman"/>
          <w:sz w:val="36"/>
        </w:rPr>
        <w:t xml:space="preserve"> (SP) </w:t>
      </w:r>
      <w:r w:rsidRPr="00DF4E2D">
        <w:rPr>
          <w:rFonts w:ascii="Arial" w:eastAsia="Calibri" w:hAnsi="Arial" w:cs="Times New Roman"/>
          <w:sz w:val="36"/>
        </w:rPr>
        <w:t>(Rev</w:t>
      </w:r>
      <w:r w:rsidR="00304329">
        <w:rPr>
          <w:rFonts w:ascii="Arial" w:eastAsia="Calibri" w:hAnsi="Arial" w:cs="Times New Roman"/>
          <w:sz w:val="36"/>
        </w:rPr>
        <w:t xml:space="preserve"> 1</w:t>
      </w:r>
      <w:r w:rsidR="001F762B">
        <w:rPr>
          <w:rFonts w:ascii="Arial" w:eastAsia="Calibri" w:hAnsi="Arial" w:cs="Times New Roman"/>
          <w:sz w:val="36"/>
        </w:rPr>
        <w:t>0</w:t>
      </w:r>
      <w:r w:rsidR="002F0938">
        <w:rPr>
          <w:rFonts w:ascii="Arial" w:eastAsia="Calibri" w:hAnsi="Arial" w:cs="Times New Roman"/>
          <w:sz w:val="36"/>
        </w:rPr>
        <w:t>-</w:t>
      </w:r>
      <w:r w:rsidRPr="00DF4E2D">
        <w:rPr>
          <w:rFonts w:ascii="Arial" w:eastAsia="Calibri" w:hAnsi="Arial" w:cs="Times New Roman"/>
          <w:sz w:val="36"/>
        </w:rPr>
        <w:t>202</w:t>
      </w:r>
      <w:r w:rsidR="000E31FB">
        <w:rPr>
          <w:rFonts w:ascii="Arial" w:eastAsia="Calibri" w:hAnsi="Arial" w:cs="Times New Roman"/>
          <w:sz w:val="36"/>
        </w:rPr>
        <w:t>2</w:t>
      </w:r>
      <w:r w:rsidRPr="00DF4E2D">
        <w:rPr>
          <w:rFonts w:ascii="Arial" w:eastAsia="Calibri" w:hAnsi="Arial" w:cs="Times New Roman"/>
          <w:sz w:val="36"/>
        </w:rPr>
        <w:t xml:space="preserve">) Catalog Number </w:t>
      </w:r>
      <w:r w:rsidR="001F762B">
        <w:rPr>
          <w:rFonts w:ascii="Arial" w:eastAsia="Calibri" w:hAnsi="Arial" w:cs="Times New Roman"/>
          <w:sz w:val="36"/>
        </w:rPr>
        <w:t>937</w:t>
      </w:r>
      <w:r w:rsidR="00C62362">
        <w:rPr>
          <w:rFonts w:ascii="Arial" w:eastAsia="Calibri" w:hAnsi="Arial" w:cs="Times New Roman"/>
          <w:sz w:val="36"/>
        </w:rPr>
        <w:t>85Y</w:t>
      </w:r>
    </w:p>
    <w:p w14:paraId="6E5B0D20" w14:textId="7ED50A98" w:rsidR="00B14B5F" w:rsidRPr="00075F13" w:rsidRDefault="00DF4E2D" w:rsidP="00075F13">
      <w:pPr>
        <w:spacing w:before="0" w:after="0"/>
        <w:rPr>
          <w:rFonts w:ascii="Arial" w:eastAsia="Calibri" w:hAnsi="Arial" w:cs="Arial"/>
          <w:sz w:val="36"/>
          <w:szCs w:val="36"/>
        </w:rPr>
      </w:pPr>
      <w:r w:rsidRPr="00DF4E2D">
        <w:rPr>
          <w:rFonts w:ascii="Arial" w:eastAsia="Calibri" w:hAnsi="Arial" w:cs="Arial"/>
          <w:sz w:val="36"/>
          <w:szCs w:val="36"/>
        </w:rPr>
        <w:t xml:space="preserve">Department of the Treasury </w:t>
      </w:r>
      <w:r w:rsidRPr="00DF4E2D">
        <w:rPr>
          <w:rFonts w:ascii="Arial" w:eastAsia="Calibri" w:hAnsi="Arial" w:cs="Arial"/>
          <w:b/>
          <w:bCs/>
          <w:sz w:val="36"/>
          <w:szCs w:val="36"/>
        </w:rPr>
        <w:t>Internal Revenue Service</w:t>
      </w:r>
      <w:r w:rsidRPr="00DF4E2D">
        <w:rPr>
          <w:rFonts w:ascii="Arial" w:eastAsia="Calibri" w:hAnsi="Arial" w:cs="Arial"/>
          <w:sz w:val="36"/>
          <w:szCs w:val="36"/>
        </w:rPr>
        <w:t xml:space="preserve"> www.irs.gov</w:t>
      </w:r>
    </w:p>
    <w:p w14:paraId="10A669FD" w14:textId="77777777" w:rsidR="00EE5621" w:rsidRPr="00EE5621" w:rsidRDefault="00EE5621" w:rsidP="00EE5621">
      <w:pPr>
        <w:spacing w:line="276" w:lineRule="auto"/>
        <w:jc w:val="center"/>
        <w:rPr>
          <w:sz w:val="40"/>
        </w:rPr>
      </w:pPr>
      <w:bookmarkStart w:id="0" w:name="_Hlk116286815"/>
      <w:r w:rsidRPr="00EE5621">
        <w:rPr>
          <w:sz w:val="40"/>
        </w:rPr>
        <w:lastRenderedPageBreak/>
        <w:t>This page intentionally left blank</w:t>
      </w:r>
    </w:p>
    <w:bookmarkEnd w:id="0"/>
    <w:p w14:paraId="492D7989" w14:textId="77777777" w:rsidR="001F762B" w:rsidRDefault="001A7A72" w:rsidP="00D437D1">
      <w:pPr>
        <w:rPr>
          <w:noProof/>
          <w:sz w:val="40"/>
        </w:rPr>
        <w:sectPr w:rsidR="001F762B" w:rsidSect="00584C2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24480" w:h="15840" w:orient="landscape"/>
          <w:pgMar w:top="1440" w:right="1440" w:bottom="1440" w:left="1440" w:header="720" w:footer="720" w:gutter="0"/>
          <w:cols w:space="348"/>
          <w:titlePg/>
          <w:docGrid w:linePitch="272"/>
        </w:sectPr>
      </w:pPr>
      <w:r>
        <w:rPr>
          <w:noProof/>
          <w:sz w:val="40"/>
        </w:rPr>
        <w:br w:type="page"/>
      </w:r>
    </w:p>
    <w:p w14:paraId="1F5DC2F5" w14:textId="56997953" w:rsidR="008D1459" w:rsidRDefault="001F762B" w:rsidP="008D1459">
      <w:pPr>
        <w:pStyle w:val="Body"/>
      </w:pPr>
      <w:r>
        <w:rPr>
          <w:noProof/>
        </w:rPr>
        <w:lastRenderedPageBreak/>
        <w:drawing>
          <wp:anchor distT="0" distB="0" distL="114300" distR="114300" simplePos="0" relativeHeight="251716608" behindDoc="0" locked="0" layoutInCell="1" allowOverlap="1" wp14:anchorId="0DDB578E" wp14:editId="7ADED8FA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5161280"/>
            <wp:effectExtent l="0" t="0" r="0" b="1270"/>
            <wp:wrapSquare wrapText="bothSides"/>
            <wp:docPr id="9" name="Picture 9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0" cy="5161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7A72">
        <w:br w:type="page"/>
      </w:r>
      <w:r w:rsidR="008D1459" w:rsidRPr="008D1459">
        <w:rPr>
          <w:noProof/>
        </w:rPr>
        <w:lastRenderedPageBreak/>
        <w:drawing>
          <wp:anchor distT="0" distB="0" distL="114300" distR="114300" simplePos="0" relativeHeight="251721728" behindDoc="0" locked="0" layoutInCell="1" allowOverlap="1" wp14:anchorId="739A47EE" wp14:editId="5A04B352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858053" cy="5219700"/>
            <wp:effectExtent l="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8053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0630">
        <w:br w:type="page"/>
      </w:r>
      <w:r w:rsidR="008D1459">
        <w:rPr>
          <w:noProof/>
        </w:rPr>
        <w:lastRenderedPageBreak/>
        <w:drawing>
          <wp:anchor distT="0" distB="0" distL="114300" distR="114300" simplePos="0" relativeHeight="251720704" behindDoc="0" locked="0" layoutInCell="1" allowOverlap="1" wp14:anchorId="717758D8" wp14:editId="62A3A63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5534660"/>
            <wp:effectExtent l="0" t="0" r="0" b="8890"/>
            <wp:wrapSquare wrapText="bothSides"/>
            <wp:docPr id="22" name="Picture 22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0" cy="5534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1459">
        <w:br w:type="page"/>
      </w:r>
    </w:p>
    <w:p w14:paraId="4E6A7D14" w14:textId="16DFB635" w:rsidR="001F762B" w:rsidRDefault="001F762B" w:rsidP="001F762B">
      <w:pPr>
        <w:spacing w:line="276" w:lineRule="auto"/>
        <w:jc w:val="center"/>
        <w:rPr>
          <w:sz w:val="40"/>
        </w:rPr>
      </w:pPr>
      <w:r>
        <w:rPr>
          <w:sz w:val="40"/>
        </w:rPr>
        <w:lastRenderedPageBreak/>
        <w:t>This page intentionally left blank</w:t>
      </w:r>
    </w:p>
    <w:p w14:paraId="3CD66EBC" w14:textId="70A608A8" w:rsidR="00591357" w:rsidRDefault="00591357" w:rsidP="00002DDE">
      <w:pPr>
        <w:pStyle w:val="Body"/>
      </w:pPr>
    </w:p>
    <w:sectPr w:rsidR="00591357" w:rsidSect="008D1459">
      <w:pgSz w:w="24480" w:h="15840" w:orient="landscape"/>
      <w:pgMar w:top="1440" w:right="1440" w:bottom="1440" w:left="1440" w:header="720" w:footer="720" w:gutter="0"/>
      <w:cols w:space="34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7864A" w14:textId="77777777" w:rsidR="004206E7" w:rsidRDefault="004206E7" w:rsidP="00287CF7">
      <w:pPr>
        <w:spacing w:before="0" w:after="0"/>
      </w:pPr>
      <w:r>
        <w:separator/>
      </w:r>
    </w:p>
  </w:endnote>
  <w:endnote w:type="continuationSeparator" w:id="0">
    <w:p w14:paraId="718D0DD8" w14:textId="77777777" w:rsidR="004206E7" w:rsidRDefault="004206E7" w:rsidP="00287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B459" w14:textId="77777777" w:rsidR="008D1459" w:rsidRDefault="008D14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487259"/>
      <w:docPartObj>
        <w:docPartGallery w:val="Page Numbers (Bottom of Page)"/>
        <w:docPartUnique/>
      </w:docPartObj>
    </w:sdtPr>
    <w:sdtEndPr>
      <w:rPr>
        <w:b/>
        <w:bCs/>
        <w:noProof/>
        <w:sz w:val="32"/>
        <w:szCs w:val="32"/>
      </w:rPr>
    </w:sdtEndPr>
    <w:sdtContent>
      <w:p w14:paraId="54280F72" w14:textId="31F6B91B" w:rsidR="00E85238" w:rsidRPr="00330630" w:rsidRDefault="00412916" w:rsidP="00330630">
        <w:pPr>
          <w:pStyle w:val="Footer"/>
          <w:jc w:val="center"/>
          <w:rPr>
            <w:b/>
            <w:bCs/>
            <w:sz w:val="32"/>
            <w:szCs w:val="32"/>
          </w:rPr>
        </w:pPr>
        <w:r w:rsidRPr="00412916">
          <w:rPr>
            <w:b/>
            <w:bCs/>
            <w:sz w:val="32"/>
            <w:szCs w:val="32"/>
          </w:rPr>
          <w:fldChar w:fldCharType="begin"/>
        </w:r>
        <w:r w:rsidRPr="00412916">
          <w:rPr>
            <w:b/>
            <w:bCs/>
            <w:sz w:val="32"/>
            <w:szCs w:val="32"/>
          </w:rPr>
          <w:instrText xml:space="preserve"> PAGE   \* MERGEFORMAT </w:instrText>
        </w:r>
        <w:r w:rsidRPr="00412916">
          <w:rPr>
            <w:b/>
            <w:bCs/>
            <w:sz w:val="32"/>
            <w:szCs w:val="32"/>
          </w:rPr>
          <w:fldChar w:fldCharType="separate"/>
        </w:r>
        <w:r w:rsidRPr="00412916">
          <w:rPr>
            <w:b/>
            <w:bCs/>
            <w:noProof/>
            <w:sz w:val="32"/>
            <w:szCs w:val="32"/>
          </w:rPr>
          <w:t>2</w:t>
        </w:r>
        <w:r w:rsidRPr="00412916">
          <w:rPr>
            <w:b/>
            <w:bCs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93C7B" w14:textId="77777777" w:rsidR="008D1459" w:rsidRDefault="008D14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B379F" w14:textId="77777777" w:rsidR="004206E7" w:rsidRDefault="004206E7" w:rsidP="00287CF7">
      <w:pPr>
        <w:spacing w:before="0" w:after="0"/>
      </w:pPr>
      <w:r>
        <w:separator/>
      </w:r>
    </w:p>
  </w:footnote>
  <w:footnote w:type="continuationSeparator" w:id="0">
    <w:p w14:paraId="3950ECC5" w14:textId="77777777" w:rsidR="004206E7" w:rsidRDefault="004206E7" w:rsidP="00287C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499B8" w14:textId="77777777" w:rsidR="008D1459" w:rsidRDefault="008D14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6B7E" w14:textId="77777777" w:rsidR="008D1459" w:rsidRDefault="008D14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0761" w14:textId="77777777" w:rsidR="008D1459" w:rsidRDefault="008D14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009B9"/>
    <w:multiLevelType w:val="hybridMultilevel"/>
    <w:tmpl w:val="6AAA8F28"/>
    <w:lvl w:ilvl="0" w:tplc="93DA9C18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A0C1312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8C8DCF8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3F804B4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10264D2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F22314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70EBBE6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632A6C4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47A98C8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0E4573"/>
    <w:multiLevelType w:val="hybridMultilevel"/>
    <w:tmpl w:val="193A3702"/>
    <w:lvl w:ilvl="0" w:tplc="B4C8EB6C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1A82582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ED226E0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E0FE9E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41663EA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2CAFCB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E16F626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4B0A2FE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9521F7C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C559F3"/>
    <w:multiLevelType w:val="hybridMultilevel"/>
    <w:tmpl w:val="03B2187C"/>
    <w:lvl w:ilvl="0" w:tplc="8ED29014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4565106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99C3818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A3A822E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11AD966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A05438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FF253EC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A6E5D4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380EDAA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F73B93"/>
    <w:multiLevelType w:val="hybridMultilevel"/>
    <w:tmpl w:val="67C4335A"/>
    <w:lvl w:ilvl="0" w:tplc="502E6A8E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90621C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B6AA8A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2A560C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920562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50E51E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0C2BE8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EC027C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A4014A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4327D6"/>
    <w:multiLevelType w:val="hybridMultilevel"/>
    <w:tmpl w:val="12D25B82"/>
    <w:lvl w:ilvl="0" w:tplc="01F20046">
      <w:start w:val="1"/>
      <w:numFmt w:val="decimal"/>
      <w:lvlText w:val="%1.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422BDB6">
      <w:start w:val="1"/>
      <w:numFmt w:val="lowerLetter"/>
      <w:lvlText w:val="%2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F093CC">
      <w:start w:val="1"/>
      <w:numFmt w:val="lowerRoman"/>
      <w:lvlText w:val="%3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9A2378">
      <w:start w:val="1"/>
      <w:numFmt w:val="decimal"/>
      <w:lvlText w:val="%4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B41540">
      <w:start w:val="1"/>
      <w:numFmt w:val="lowerLetter"/>
      <w:lvlText w:val="%5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BEE8DC">
      <w:start w:val="1"/>
      <w:numFmt w:val="lowerRoman"/>
      <w:lvlText w:val="%6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CCBA82">
      <w:start w:val="1"/>
      <w:numFmt w:val="decimal"/>
      <w:lvlText w:val="%7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3A4C1CA">
      <w:start w:val="1"/>
      <w:numFmt w:val="lowerLetter"/>
      <w:lvlText w:val="%8"/>
      <w:lvlJc w:val="left"/>
      <w:pPr>
        <w:ind w:left="56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7DECBCC">
      <w:start w:val="1"/>
      <w:numFmt w:val="lowerRoman"/>
      <w:lvlText w:val="%9"/>
      <w:lvlJc w:val="left"/>
      <w:pPr>
        <w:ind w:left="63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5B7B66"/>
    <w:multiLevelType w:val="hybridMultilevel"/>
    <w:tmpl w:val="8CF2836A"/>
    <w:lvl w:ilvl="0" w:tplc="22F2FB18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4A3EA6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0690DA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5A2C70C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EE6F2EC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A4E52E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C34E598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C162188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D6AC89E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B952AD"/>
    <w:multiLevelType w:val="hybridMultilevel"/>
    <w:tmpl w:val="02166B84"/>
    <w:lvl w:ilvl="0" w:tplc="3404E2BC">
      <w:start w:val="2020"/>
      <w:numFmt w:val="decimal"/>
      <w:lvlText w:val="%1"/>
      <w:lvlJc w:val="left"/>
      <w:pPr>
        <w:ind w:left="78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C6B1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468E2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32049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68CF7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39A1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E7CF3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F9290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9EA36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F9D050E"/>
    <w:multiLevelType w:val="hybridMultilevel"/>
    <w:tmpl w:val="4AC6F8EA"/>
    <w:lvl w:ilvl="0" w:tplc="AA5ACD9E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D56A560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0DCAB6A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9E08920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CBCC5FA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F860FA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3B06814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984E1E2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D82595C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FA5F77"/>
    <w:multiLevelType w:val="hybridMultilevel"/>
    <w:tmpl w:val="623CF406"/>
    <w:lvl w:ilvl="0" w:tplc="29B691DA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AE72F4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50F7F2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16C5BE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B8E8D0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428C9E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147C64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D48F48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44FF2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2734A6"/>
    <w:multiLevelType w:val="hybridMultilevel"/>
    <w:tmpl w:val="26A62940"/>
    <w:lvl w:ilvl="0" w:tplc="286C3CE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F3EE5"/>
    <w:multiLevelType w:val="hybridMultilevel"/>
    <w:tmpl w:val="35CC4286"/>
    <w:lvl w:ilvl="0" w:tplc="A6C210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D328A"/>
    <w:multiLevelType w:val="hybridMultilevel"/>
    <w:tmpl w:val="56FA4EBE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697C33"/>
    <w:multiLevelType w:val="hybridMultilevel"/>
    <w:tmpl w:val="2AC4E894"/>
    <w:lvl w:ilvl="0" w:tplc="20664A8E">
      <w:start w:val="1"/>
      <w:numFmt w:val="decimal"/>
      <w:lvlText w:val="%1."/>
      <w:lvlJc w:val="left"/>
      <w:pPr>
        <w:ind w:left="35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B16ACEBA">
      <w:start w:val="1"/>
      <w:numFmt w:val="lowerLetter"/>
      <w:lvlText w:val="%2"/>
      <w:lvlJc w:val="left"/>
      <w:pPr>
        <w:ind w:left="1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0DC0C08">
      <w:start w:val="1"/>
      <w:numFmt w:val="lowerRoman"/>
      <w:lvlText w:val="%3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9885CAA">
      <w:start w:val="1"/>
      <w:numFmt w:val="decimal"/>
      <w:lvlText w:val="%4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77249F8">
      <w:start w:val="1"/>
      <w:numFmt w:val="lowerLetter"/>
      <w:lvlText w:val="%5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02280FB6">
      <w:start w:val="1"/>
      <w:numFmt w:val="lowerRoman"/>
      <w:lvlText w:val="%6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D906CD0">
      <w:start w:val="1"/>
      <w:numFmt w:val="decimal"/>
      <w:lvlText w:val="%7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C2E3D6E">
      <w:start w:val="1"/>
      <w:numFmt w:val="lowerLetter"/>
      <w:lvlText w:val="%8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10748106">
      <w:start w:val="1"/>
      <w:numFmt w:val="lowerRoman"/>
      <w:lvlText w:val="%9"/>
      <w:lvlJc w:val="left"/>
      <w:pPr>
        <w:ind w:left="62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EB80432"/>
    <w:multiLevelType w:val="hybridMultilevel"/>
    <w:tmpl w:val="2FF2CC0C"/>
    <w:lvl w:ilvl="0" w:tplc="95A8CF06">
      <w:start w:val="1"/>
      <w:numFmt w:val="bullet"/>
      <w:lvlText w:val="•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AC5822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C5275AA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07617AA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894884A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F4F14C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524B2A0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A9C3240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0F08AAE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411AC4"/>
    <w:multiLevelType w:val="hybridMultilevel"/>
    <w:tmpl w:val="1938C6BE"/>
    <w:lvl w:ilvl="0" w:tplc="0409000F">
      <w:start w:val="1"/>
      <w:numFmt w:val="decimal"/>
      <w:lvlText w:val="%1."/>
      <w:lvlJc w:val="left"/>
      <w:pPr>
        <w:ind w:left="725" w:hanging="360"/>
      </w:p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5" w15:restartNumberingAfterBreak="0">
    <w:nsid w:val="60793D3D"/>
    <w:multiLevelType w:val="hybridMultilevel"/>
    <w:tmpl w:val="FDF06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037D9"/>
    <w:multiLevelType w:val="hybridMultilevel"/>
    <w:tmpl w:val="619037F0"/>
    <w:lvl w:ilvl="0" w:tplc="7C065DC6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CEAA336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A042C38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EA6F11C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DA05DD2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5CEC84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D585AF4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77E9F20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C503ACA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982750B"/>
    <w:multiLevelType w:val="hybridMultilevel"/>
    <w:tmpl w:val="F75E9728"/>
    <w:lvl w:ilvl="0" w:tplc="748222D2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726E6F4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64AC802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A2E8CB8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82497F8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25ADE7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9847518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49608EC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76A0AFA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2BD7ADC"/>
    <w:multiLevelType w:val="hybridMultilevel"/>
    <w:tmpl w:val="4A364A5A"/>
    <w:lvl w:ilvl="0" w:tplc="C494EDC6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2671A2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38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048C58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410B2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9AA7DE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0A1344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AE8104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6E0E6C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71C39C3"/>
    <w:multiLevelType w:val="hybridMultilevel"/>
    <w:tmpl w:val="580C2132"/>
    <w:lvl w:ilvl="0" w:tplc="F582FC92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00DFC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6ABDC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296E0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7AB818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7649C4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98EC18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F8A8F8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64FF7A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7021980">
    <w:abstractNumId w:val="11"/>
  </w:num>
  <w:num w:numId="2" w16cid:durableId="1125468568">
    <w:abstractNumId w:val="5"/>
  </w:num>
  <w:num w:numId="3" w16cid:durableId="467473523">
    <w:abstractNumId w:val="17"/>
  </w:num>
  <w:num w:numId="4" w16cid:durableId="284047012">
    <w:abstractNumId w:val="2"/>
  </w:num>
  <w:num w:numId="5" w16cid:durableId="471943155">
    <w:abstractNumId w:val="1"/>
  </w:num>
  <w:num w:numId="6" w16cid:durableId="1525292933">
    <w:abstractNumId w:val="0"/>
  </w:num>
  <w:num w:numId="7" w16cid:durableId="520120539">
    <w:abstractNumId w:val="16"/>
  </w:num>
  <w:num w:numId="8" w16cid:durableId="63068803">
    <w:abstractNumId w:val="13"/>
  </w:num>
  <w:num w:numId="9" w16cid:durableId="320232201">
    <w:abstractNumId w:val="7"/>
  </w:num>
  <w:num w:numId="10" w16cid:durableId="1677223393">
    <w:abstractNumId w:val="6"/>
  </w:num>
  <w:num w:numId="11" w16cid:durableId="756710798">
    <w:abstractNumId w:val="3"/>
  </w:num>
  <w:num w:numId="12" w16cid:durableId="1993364382">
    <w:abstractNumId w:val="19"/>
  </w:num>
  <w:num w:numId="13" w16cid:durableId="1245795115">
    <w:abstractNumId w:val="8"/>
  </w:num>
  <w:num w:numId="14" w16cid:durableId="365109375">
    <w:abstractNumId w:val="4"/>
  </w:num>
  <w:num w:numId="15" w16cid:durableId="1316839576">
    <w:abstractNumId w:val="18"/>
  </w:num>
  <w:num w:numId="16" w16cid:durableId="1554193539">
    <w:abstractNumId w:val="12"/>
  </w:num>
  <w:num w:numId="17" w16cid:durableId="555092898">
    <w:abstractNumId w:val="14"/>
  </w:num>
  <w:num w:numId="18" w16cid:durableId="262807052">
    <w:abstractNumId w:val="15"/>
  </w:num>
  <w:num w:numId="19" w16cid:durableId="1307123101">
    <w:abstractNumId w:val="10"/>
  </w:num>
  <w:num w:numId="20" w16cid:durableId="137488318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C97"/>
    <w:rsid w:val="00002DDE"/>
    <w:rsid w:val="0001062C"/>
    <w:rsid w:val="00011A40"/>
    <w:rsid w:val="00013640"/>
    <w:rsid w:val="00013E8D"/>
    <w:rsid w:val="0002445A"/>
    <w:rsid w:val="00052525"/>
    <w:rsid w:val="0005781E"/>
    <w:rsid w:val="00060479"/>
    <w:rsid w:val="00065AAF"/>
    <w:rsid w:val="00075F13"/>
    <w:rsid w:val="00086910"/>
    <w:rsid w:val="000A118E"/>
    <w:rsid w:val="000B5256"/>
    <w:rsid w:val="000B7831"/>
    <w:rsid w:val="000B7FA4"/>
    <w:rsid w:val="000D0F93"/>
    <w:rsid w:val="000E0286"/>
    <w:rsid w:val="000E31FB"/>
    <w:rsid w:val="000E568A"/>
    <w:rsid w:val="000E642A"/>
    <w:rsid w:val="000E693E"/>
    <w:rsid w:val="000F78BA"/>
    <w:rsid w:val="00101229"/>
    <w:rsid w:val="00101BCA"/>
    <w:rsid w:val="00102C4F"/>
    <w:rsid w:val="001032A5"/>
    <w:rsid w:val="0010366B"/>
    <w:rsid w:val="00105061"/>
    <w:rsid w:val="00105568"/>
    <w:rsid w:val="00116345"/>
    <w:rsid w:val="0012549D"/>
    <w:rsid w:val="0012716C"/>
    <w:rsid w:val="00136E16"/>
    <w:rsid w:val="00143471"/>
    <w:rsid w:val="001505E7"/>
    <w:rsid w:val="001548EB"/>
    <w:rsid w:val="001748C3"/>
    <w:rsid w:val="00176B07"/>
    <w:rsid w:val="00186E5E"/>
    <w:rsid w:val="0019315C"/>
    <w:rsid w:val="001944FB"/>
    <w:rsid w:val="00196760"/>
    <w:rsid w:val="00196DA3"/>
    <w:rsid w:val="001A78DA"/>
    <w:rsid w:val="001A7A72"/>
    <w:rsid w:val="001B002E"/>
    <w:rsid w:val="001B6017"/>
    <w:rsid w:val="001E20F8"/>
    <w:rsid w:val="001E450C"/>
    <w:rsid w:val="001F0154"/>
    <w:rsid w:val="001F6E08"/>
    <w:rsid w:val="001F762B"/>
    <w:rsid w:val="002005B3"/>
    <w:rsid w:val="002144FE"/>
    <w:rsid w:val="0022008A"/>
    <w:rsid w:val="00227802"/>
    <w:rsid w:val="0024740C"/>
    <w:rsid w:val="002622FB"/>
    <w:rsid w:val="00264423"/>
    <w:rsid w:val="00283A77"/>
    <w:rsid w:val="00285BDC"/>
    <w:rsid w:val="00287CF7"/>
    <w:rsid w:val="00287D2B"/>
    <w:rsid w:val="002952A2"/>
    <w:rsid w:val="002A456D"/>
    <w:rsid w:val="002A7525"/>
    <w:rsid w:val="002C34D9"/>
    <w:rsid w:val="002C5A54"/>
    <w:rsid w:val="002D6FAA"/>
    <w:rsid w:val="002E3A9B"/>
    <w:rsid w:val="002F0938"/>
    <w:rsid w:val="00303030"/>
    <w:rsid w:val="00304329"/>
    <w:rsid w:val="0030630F"/>
    <w:rsid w:val="003148A6"/>
    <w:rsid w:val="00320813"/>
    <w:rsid w:val="00330630"/>
    <w:rsid w:val="003527DE"/>
    <w:rsid w:val="00355A5E"/>
    <w:rsid w:val="003826FE"/>
    <w:rsid w:val="003B30F3"/>
    <w:rsid w:val="003C3290"/>
    <w:rsid w:val="003D18A6"/>
    <w:rsid w:val="003D24B9"/>
    <w:rsid w:val="003D4DE9"/>
    <w:rsid w:val="003E4E1E"/>
    <w:rsid w:val="003F2696"/>
    <w:rsid w:val="003F3F0A"/>
    <w:rsid w:val="00412916"/>
    <w:rsid w:val="004206E7"/>
    <w:rsid w:val="00431212"/>
    <w:rsid w:val="0043167A"/>
    <w:rsid w:val="00437F93"/>
    <w:rsid w:val="00443419"/>
    <w:rsid w:val="00454BCA"/>
    <w:rsid w:val="00456B67"/>
    <w:rsid w:val="00464AE3"/>
    <w:rsid w:val="004717F1"/>
    <w:rsid w:val="00472095"/>
    <w:rsid w:val="00473C61"/>
    <w:rsid w:val="004746C3"/>
    <w:rsid w:val="004900CB"/>
    <w:rsid w:val="004907EC"/>
    <w:rsid w:val="00496C8B"/>
    <w:rsid w:val="004A5889"/>
    <w:rsid w:val="004A7489"/>
    <w:rsid w:val="004B0A50"/>
    <w:rsid w:val="004B4ECF"/>
    <w:rsid w:val="004B796B"/>
    <w:rsid w:val="004E560B"/>
    <w:rsid w:val="004E61C9"/>
    <w:rsid w:val="004E7C5D"/>
    <w:rsid w:val="004F02CE"/>
    <w:rsid w:val="004F06BD"/>
    <w:rsid w:val="004F0D1E"/>
    <w:rsid w:val="00506C4C"/>
    <w:rsid w:val="00530091"/>
    <w:rsid w:val="00541E6B"/>
    <w:rsid w:val="00564586"/>
    <w:rsid w:val="00575B51"/>
    <w:rsid w:val="00580D5A"/>
    <w:rsid w:val="00584C29"/>
    <w:rsid w:val="00591357"/>
    <w:rsid w:val="005933B6"/>
    <w:rsid w:val="00596E65"/>
    <w:rsid w:val="00597F58"/>
    <w:rsid w:val="005A7C30"/>
    <w:rsid w:val="005B227D"/>
    <w:rsid w:val="005B28DA"/>
    <w:rsid w:val="005C5933"/>
    <w:rsid w:val="005C7405"/>
    <w:rsid w:val="005E4C56"/>
    <w:rsid w:val="005F2D3C"/>
    <w:rsid w:val="0060330F"/>
    <w:rsid w:val="00603CAA"/>
    <w:rsid w:val="00610B16"/>
    <w:rsid w:val="00614B53"/>
    <w:rsid w:val="006206D0"/>
    <w:rsid w:val="00626EDD"/>
    <w:rsid w:val="00650500"/>
    <w:rsid w:val="00656B29"/>
    <w:rsid w:val="00662656"/>
    <w:rsid w:val="0066351F"/>
    <w:rsid w:val="0066593A"/>
    <w:rsid w:val="006723AA"/>
    <w:rsid w:val="00677118"/>
    <w:rsid w:val="006856D2"/>
    <w:rsid w:val="00685D53"/>
    <w:rsid w:val="006870B3"/>
    <w:rsid w:val="006A7A15"/>
    <w:rsid w:val="006B013E"/>
    <w:rsid w:val="006B3DE7"/>
    <w:rsid w:val="006B725F"/>
    <w:rsid w:val="006B7C90"/>
    <w:rsid w:val="006C33B2"/>
    <w:rsid w:val="006C569E"/>
    <w:rsid w:val="006D7D23"/>
    <w:rsid w:val="006E06AE"/>
    <w:rsid w:val="006F1322"/>
    <w:rsid w:val="00706626"/>
    <w:rsid w:val="007121F5"/>
    <w:rsid w:val="00716EB7"/>
    <w:rsid w:val="007624A3"/>
    <w:rsid w:val="00772926"/>
    <w:rsid w:val="00773143"/>
    <w:rsid w:val="007869B9"/>
    <w:rsid w:val="007871C5"/>
    <w:rsid w:val="00791362"/>
    <w:rsid w:val="00796116"/>
    <w:rsid w:val="0079647B"/>
    <w:rsid w:val="007A6B8F"/>
    <w:rsid w:val="007A76DE"/>
    <w:rsid w:val="007B6362"/>
    <w:rsid w:val="007C0FDC"/>
    <w:rsid w:val="007C64A6"/>
    <w:rsid w:val="007D1632"/>
    <w:rsid w:val="007E47D2"/>
    <w:rsid w:val="007E497C"/>
    <w:rsid w:val="007F017F"/>
    <w:rsid w:val="007F73A1"/>
    <w:rsid w:val="00805A8E"/>
    <w:rsid w:val="00810616"/>
    <w:rsid w:val="00841365"/>
    <w:rsid w:val="00861FC2"/>
    <w:rsid w:val="00864020"/>
    <w:rsid w:val="00880CA5"/>
    <w:rsid w:val="00882F56"/>
    <w:rsid w:val="00892330"/>
    <w:rsid w:val="00892416"/>
    <w:rsid w:val="008A6079"/>
    <w:rsid w:val="008A769D"/>
    <w:rsid w:val="008B377A"/>
    <w:rsid w:val="008B6B9F"/>
    <w:rsid w:val="008C570F"/>
    <w:rsid w:val="008D1459"/>
    <w:rsid w:val="008D16D7"/>
    <w:rsid w:val="008D62D7"/>
    <w:rsid w:val="008E4FF3"/>
    <w:rsid w:val="008E7D6C"/>
    <w:rsid w:val="008F505A"/>
    <w:rsid w:val="009006C4"/>
    <w:rsid w:val="00906C1B"/>
    <w:rsid w:val="00907974"/>
    <w:rsid w:val="009122AF"/>
    <w:rsid w:val="009163DA"/>
    <w:rsid w:val="009222CF"/>
    <w:rsid w:val="00930F92"/>
    <w:rsid w:val="00932E4B"/>
    <w:rsid w:val="00944233"/>
    <w:rsid w:val="00971459"/>
    <w:rsid w:val="00972159"/>
    <w:rsid w:val="00983944"/>
    <w:rsid w:val="00987468"/>
    <w:rsid w:val="009A3DD2"/>
    <w:rsid w:val="009E307C"/>
    <w:rsid w:val="009F38D0"/>
    <w:rsid w:val="009F53FB"/>
    <w:rsid w:val="00A15D84"/>
    <w:rsid w:val="00A27ABE"/>
    <w:rsid w:val="00A32835"/>
    <w:rsid w:val="00A43141"/>
    <w:rsid w:val="00A70C97"/>
    <w:rsid w:val="00A73F17"/>
    <w:rsid w:val="00A754A8"/>
    <w:rsid w:val="00A778A6"/>
    <w:rsid w:val="00A85351"/>
    <w:rsid w:val="00A87346"/>
    <w:rsid w:val="00A9179D"/>
    <w:rsid w:val="00A94196"/>
    <w:rsid w:val="00AA2CC1"/>
    <w:rsid w:val="00AA67EE"/>
    <w:rsid w:val="00AB121D"/>
    <w:rsid w:val="00AB34AE"/>
    <w:rsid w:val="00AC0632"/>
    <w:rsid w:val="00AC1903"/>
    <w:rsid w:val="00AC2DD3"/>
    <w:rsid w:val="00AC5E59"/>
    <w:rsid w:val="00AC61F5"/>
    <w:rsid w:val="00AC7521"/>
    <w:rsid w:val="00AD065F"/>
    <w:rsid w:val="00AD7C08"/>
    <w:rsid w:val="00AE0E99"/>
    <w:rsid w:val="00AF2274"/>
    <w:rsid w:val="00B00A29"/>
    <w:rsid w:val="00B029D3"/>
    <w:rsid w:val="00B05C44"/>
    <w:rsid w:val="00B0666B"/>
    <w:rsid w:val="00B130DE"/>
    <w:rsid w:val="00B14B5F"/>
    <w:rsid w:val="00B17F03"/>
    <w:rsid w:val="00B20725"/>
    <w:rsid w:val="00B26450"/>
    <w:rsid w:val="00B34DF3"/>
    <w:rsid w:val="00B35B51"/>
    <w:rsid w:val="00B43D46"/>
    <w:rsid w:val="00B46A65"/>
    <w:rsid w:val="00B51D3D"/>
    <w:rsid w:val="00B57A65"/>
    <w:rsid w:val="00B66857"/>
    <w:rsid w:val="00B67380"/>
    <w:rsid w:val="00B6748D"/>
    <w:rsid w:val="00B70878"/>
    <w:rsid w:val="00B740DC"/>
    <w:rsid w:val="00B852EB"/>
    <w:rsid w:val="00B94A35"/>
    <w:rsid w:val="00BB0E0B"/>
    <w:rsid w:val="00BB2469"/>
    <w:rsid w:val="00BC0E58"/>
    <w:rsid w:val="00BC6BA2"/>
    <w:rsid w:val="00BD1C5E"/>
    <w:rsid w:val="00BD3102"/>
    <w:rsid w:val="00BD619B"/>
    <w:rsid w:val="00BE2A81"/>
    <w:rsid w:val="00BE7737"/>
    <w:rsid w:val="00C12A5F"/>
    <w:rsid w:val="00C1321B"/>
    <w:rsid w:val="00C22B7F"/>
    <w:rsid w:val="00C3784F"/>
    <w:rsid w:val="00C4205B"/>
    <w:rsid w:val="00C44859"/>
    <w:rsid w:val="00C52728"/>
    <w:rsid w:val="00C62362"/>
    <w:rsid w:val="00C643D3"/>
    <w:rsid w:val="00C6693A"/>
    <w:rsid w:val="00C74159"/>
    <w:rsid w:val="00C80345"/>
    <w:rsid w:val="00CA61B5"/>
    <w:rsid w:val="00CB0EAA"/>
    <w:rsid w:val="00CB2DE7"/>
    <w:rsid w:val="00CB7004"/>
    <w:rsid w:val="00CC2E2D"/>
    <w:rsid w:val="00CD0CBC"/>
    <w:rsid w:val="00CD14EC"/>
    <w:rsid w:val="00CE482D"/>
    <w:rsid w:val="00CF6C10"/>
    <w:rsid w:val="00D1123C"/>
    <w:rsid w:val="00D15D4A"/>
    <w:rsid w:val="00D16311"/>
    <w:rsid w:val="00D164D3"/>
    <w:rsid w:val="00D20147"/>
    <w:rsid w:val="00D22969"/>
    <w:rsid w:val="00D23DC7"/>
    <w:rsid w:val="00D24CD7"/>
    <w:rsid w:val="00D26C51"/>
    <w:rsid w:val="00D30C28"/>
    <w:rsid w:val="00D437D1"/>
    <w:rsid w:val="00D51546"/>
    <w:rsid w:val="00D54D34"/>
    <w:rsid w:val="00D56E25"/>
    <w:rsid w:val="00D629CD"/>
    <w:rsid w:val="00D65EF2"/>
    <w:rsid w:val="00D65F93"/>
    <w:rsid w:val="00D73BCC"/>
    <w:rsid w:val="00D73FBC"/>
    <w:rsid w:val="00D81BE0"/>
    <w:rsid w:val="00DA14FF"/>
    <w:rsid w:val="00DA65FB"/>
    <w:rsid w:val="00DB4965"/>
    <w:rsid w:val="00DE3B4D"/>
    <w:rsid w:val="00DF1129"/>
    <w:rsid w:val="00DF47A6"/>
    <w:rsid w:val="00DF4E2D"/>
    <w:rsid w:val="00DF6B14"/>
    <w:rsid w:val="00E024E7"/>
    <w:rsid w:val="00E1515D"/>
    <w:rsid w:val="00E16622"/>
    <w:rsid w:val="00E543B9"/>
    <w:rsid w:val="00E54BB1"/>
    <w:rsid w:val="00E661DF"/>
    <w:rsid w:val="00E70F88"/>
    <w:rsid w:val="00E7301E"/>
    <w:rsid w:val="00E7352F"/>
    <w:rsid w:val="00E85238"/>
    <w:rsid w:val="00E86480"/>
    <w:rsid w:val="00E93AF9"/>
    <w:rsid w:val="00EA4624"/>
    <w:rsid w:val="00EB53E2"/>
    <w:rsid w:val="00EC2C24"/>
    <w:rsid w:val="00EC4DF2"/>
    <w:rsid w:val="00EC6787"/>
    <w:rsid w:val="00EE0241"/>
    <w:rsid w:val="00EE5621"/>
    <w:rsid w:val="00F009D2"/>
    <w:rsid w:val="00F11D53"/>
    <w:rsid w:val="00F16ACD"/>
    <w:rsid w:val="00F2329E"/>
    <w:rsid w:val="00F2537B"/>
    <w:rsid w:val="00F30236"/>
    <w:rsid w:val="00F3062A"/>
    <w:rsid w:val="00F31C83"/>
    <w:rsid w:val="00F56E71"/>
    <w:rsid w:val="00F6170A"/>
    <w:rsid w:val="00F65042"/>
    <w:rsid w:val="00F67725"/>
    <w:rsid w:val="00F72C1A"/>
    <w:rsid w:val="00F737C6"/>
    <w:rsid w:val="00F738CB"/>
    <w:rsid w:val="00F76C25"/>
    <w:rsid w:val="00F84190"/>
    <w:rsid w:val="00F851B6"/>
    <w:rsid w:val="00F977F6"/>
    <w:rsid w:val="00FA0DE2"/>
    <w:rsid w:val="00FA10DE"/>
    <w:rsid w:val="00FB1ED3"/>
    <w:rsid w:val="00FD03D6"/>
    <w:rsid w:val="00FD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F0D7E"/>
  <w15:docId w15:val="{25E2EF1F-7680-4D68-957C-21122B4E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B7831"/>
    <w:rPr>
      <w:sz w:val="20"/>
    </w:rPr>
  </w:style>
  <w:style w:type="paragraph" w:styleId="Heading1">
    <w:name w:val="heading 1"/>
    <w:next w:val="Body"/>
    <w:link w:val="Heading1Char"/>
    <w:uiPriority w:val="9"/>
    <w:qFormat/>
    <w:rsid w:val="00E1515D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E1515D"/>
    <w:pPr>
      <w:keepNext/>
      <w:keepLines/>
      <w:spacing w:line="276" w:lineRule="auto"/>
      <w:outlineLvl w:val="1"/>
    </w:pPr>
    <w:rPr>
      <w:rFonts w:eastAsiaTheme="majorEastAsia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E1515D"/>
    <w:pPr>
      <w:keepNext/>
      <w:keepLines/>
      <w:spacing w:line="276" w:lineRule="auto"/>
      <w:outlineLvl w:val="2"/>
    </w:pPr>
    <w:rPr>
      <w:rFonts w:eastAsiaTheme="majorEastAsia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qFormat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46A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rsid w:val="00B46A65"/>
    <w:pPr>
      <w:widowControl w:val="0"/>
      <w:autoSpaceDE w:val="0"/>
      <w:autoSpaceDN w:val="0"/>
      <w:spacing w:before="107" w:after="0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036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uiPriority w:val="9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4717F1"/>
    <w:pPr>
      <w:spacing w:line="276" w:lineRule="auto"/>
    </w:pPr>
  </w:style>
  <w:style w:type="paragraph" w:customStyle="1" w:styleId="Bullets">
    <w:name w:val="Bullets"/>
    <w:next w:val="Body"/>
    <w:qFormat/>
    <w:rsid w:val="004717F1"/>
    <w:pPr>
      <w:numPr>
        <w:numId w:val="1"/>
      </w:numPr>
      <w:spacing w:line="276" w:lineRule="auto"/>
    </w:pPr>
  </w:style>
  <w:style w:type="paragraph" w:styleId="ListParagraph">
    <w:name w:val="List Paragraph"/>
    <w:basedOn w:val="Normal"/>
    <w:uiPriority w:val="1"/>
    <w:unhideWhenUsed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515D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1515D"/>
    <w:rPr>
      <w:rFonts w:eastAsiaTheme="majorEastAsia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515D"/>
    <w:rPr>
      <w:rFonts w:eastAsiaTheme="majorEastAsia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rsid w:val="00B46A65"/>
    <w:pPr>
      <w:widowControl w:val="0"/>
      <w:autoSpaceDE w:val="0"/>
      <w:autoSpaceDN w:val="0"/>
      <w:spacing w:before="38" w:after="0" w:line="185" w:lineRule="exact"/>
      <w:ind w:right="305"/>
      <w:jc w:val="right"/>
    </w:pPr>
    <w:rPr>
      <w:rFonts w:ascii="Microsoft Sans Serif" w:eastAsia="Microsoft Sans Serif" w:hAnsi="Microsoft Sans Serif" w:cs="Microsoft Sans Serif"/>
      <w:sz w:val="22"/>
      <w:szCs w:val="22"/>
      <w:lang w:bidi="en-US"/>
    </w:rPr>
  </w:style>
  <w:style w:type="paragraph" w:styleId="TOC4">
    <w:name w:val="toc 4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72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5">
    <w:name w:val="toc 5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TOC6">
    <w:name w:val="toc 6"/>
    <w:basedOn w:val="Normal"/>
    <w:uiPriority w:val="1"/>
    <w:unhideWhenUsed/>
    <w:rsid w:val="00B46A65"/>
    <w:pPr>
      <w:widowControl w:val="0"/>
      <w:autoSpaceDE w:val="0"/>
      <w:autoSpaceDN w:val="0"/>
      <w:spacing w:before="33" w:after="0"/>
      <w:ind w:left="840" w:hanging="24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7">
    <w:name w:val="toc 7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108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8">
    <w:name w:val="toc 8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rsid w:val="00B46A65"/>
    <w:pPr>
      <w:widowControl w:val="0"/>
      <w:autoSpaceDE w:val="0"/>
      <w:autoSpaceDN w:val="0"/>
      <w:spacing w:before="0" w:after="0"/>
    </w:pPr>
    <w:rPr>
      <w:rFonts w:ascii="Microsoft Sans Serif" w:eastAsia="Microsoft Sans Serif" w:hAnsi="Microsoft Sans Serif" w:cs="Microsoft Sans Serif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table" w:customStyle="1" w:styleId="TableGrid0">
    <w:name w:val="TableGrid"/>
    <w:rsid w:val="00A70C97"/>
    <w:pPr>
      <w:spacing w:before="0" w:after="0"/>
    </w:pPr>
    <w:rPr>
      <w:rFonts w:asciiTheme="minorHAnsi" w:eastAsiaTheme="minorEastAsia" w:hAnsiTheme="minorHAns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A70C9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0C9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67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6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6B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B6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B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B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B67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DF4E2D"/>
    <w:pPr>
      <w:spacing w:before="0" w:after="0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IO23\Documents\Large%20Pub\IRS%20Styles%20Template%202021%20-%20TC%20Inst%20Pub%20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B1E0A-EA19-4C5D-BF7C-F22ABF9C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 New</Template>
  <TotalTime>3</TotalTime>
  <Pages>6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DRIO23</dc:creator>
  <cp:lastModifiedBy>Whitney</cp:lastModifiedBy>
  <cp:revision>3</cp:revision>
  <cp:lastPrinted>2023-02-16T16:43:00Z</cp:lastPrinted>
  <dcterms:created xsi:type="dcterms:W3CDTF">2023-02-16T16:45:00Z</dcterms:created>
  <dcterms:modified xsi:type="dcterms:W3CDTF">2023-02-22T16:18:00Z</dcterms:modified>
</cp:coreProperties>
</file>