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01BEC" w14:textId="62178F6E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b/>
          <w:sz w:val="68"/>
          <w:szCs w:val="68"/>
        </w:rPr>
      </w:pPr>
      <w:r w:rsidRPr="0086154B">
        <w:rPr>
          <w:rFonts w:ascii="Arial" w:eastAsiaTheme="minorHAnsi" w:hAnsi="Arial" w:cs="Arial"/>
          <w:b/>
          <w:sz w:val="68"/>
          <w:szCs w:val="68"/>
        </w:rPr>
        <w:t xml:space="preserve">Instructions for Form </w:t>
      </w:r>
      <w:r w:rsidRPr="0086154B">
        <w:rPr>
          <w:rFonts w:ascii="Arial" w:eastAsiaTheme="minorHAnsi" w:hAnsi="Arial" w:cs="Arial"/>
          <w:b/>
          <w:sz w:val="68"/>
          <w:szCs w:val="68"/>
        </w:rPr>
        <w:t>8823</w:t>
      </w:r>
    </w:p>
    <w:p w14:paraId="478F8DBE" w14:textId="77777777" w:rsidR="0086154B" w:rsidRPr="0086154B" w:rsidRDefault="0086154B" w:rsidP="0086154B">
      <w:pPr>
        <w:spacing w:before="24" w:line="276" w:lineRule="auto"/>
        <w:ind w:left="120"/>
        <w:rPr>
          <w:rFonts w:ascii="Arial" w:hAnsi="Arial" w:cs="Arial"/>
          <w:b/>
          <w:sz w:val="36"/>
        </w:rPr>
      </w:pPr>
      <w:r w:rsidRPr="0086154B">
        <w:rPr>
          <w:rFonts w:ascii="Arial" w:hAnsi="Arial" w:cs="Arial"/>
          <w:b/>
          <w:sz w:val="36"/>
        </w:rPr>
        <w:t>Exemption From Withholding on Compensation for Independent (and Certain Dependent) Personal Services of a Nonresident Alien Individual</w:t>
      </w:r>
    </w:p>
    <w:p w14:paraId="02A9C555" w14:textId="77777777" w:rsidR="0086154B" w:rsidRDefault="0086154B" w:rsidP="0086154B">
      <w:pPr>
        <w:spacing w:before="24" w:line="276" w:lineRule="auto"/>
        <w:ind w:left="120"/>
        <w:rPr>
          <w:rFonts w:ascii="Arial" w:hAnsi="Arial" w:cs="Arial"/>
          <w:sz w:val="36"/>
        </w:rPr>
      </w:pPr>
    </w:p>
    <w:p w14:paraId="50FBB1B0" w14:textId="5C88AEE1" w:rsidR="0086154B" w:rsidRPr="0086154B" w:rsidRDefault="0086154B" w:rsidP="0086154B">
      <w:pPr>
        <w:spacing w:before="24" w:line="276" w:lineRule="auto"/>
        <w:ind w:left="120"/>
        <w:rPr>
          <w:rFonts w:ascii="Arial" w:hAnsi="Arial" w:cs="Arial"/>
          <w:sz w:val="36"/>
        </w:rPr>
      </w:pPr>
      <w:r w:rsidRPr="0086154B">
        <w:rPr>
          <w:rFonts w:ascii="Arial" w:hAnsi="Arial" w:cs="Arial"/>
          <w:sz w:val="36"/>
        </w:rPr>
        <w:t>(Rev.</w:t>
      </w:r>
      <w:r w:rsidRPr="0086154B">
        <w:rPr>
          <w:rFonts w:ascii="Arial" w:hAnsi="Arial" w:cs="Arial"/>
          <w:spacing w:val="-15"/>
          <w:sz w:val="36"/>
        </w:rPr>
        <w:t xml:space="preserve"> </w:t>
      </w:r>
      <w:r w:rsidRPr="0086154B">
        <w:rPr>
          <w:rFonts w:ascii="Arial" w:hAnsi="Arial" w:cs="Arial"/>
          <w:sz w:val="36"/>
        </w:rPr>
        <w:t>October</w:t>
      </w:r>
      <w:r w:rsidRPr="0086154B">
        <w:rPr>
          <w:rFonts w:ascii="Arial" w:hAnsi="Arial" w:cs="Arial"/>
          <w:spacing w:val="-14"/>
          <w:sz w:val="36"/>
        </w:rPr>
        <w:t xml:space="preserve"> </w:t>
      </w:r>
      <w:r w:rsidRPr="0086154B">
        <w:rPr>
          <w:rFonts w:ascii="Arial" w:hAnsi="Arial" w:cs="Arial"/>
          <w:sz w:val="36"/>
        </w:rPr>
        <w:t>2021)</w:t>
      </w:r>
    </w:p>
    <w:p w14:paraId="62DC825B" w14:textId="77777777" w:rsidR="0086154B" w:rsidRPr="0086154B" w:rsidRDefault="0086154B" w:rsidP="0086154B">
      <w:pPr>
        <w:spacing w:before="152" w:line="276" w:lineRule="auto"/>
        <w:ind w:left="120"/>
        <w:rPr>
          <w:rFonts w:ascii="Arial" w:hAnsi="Arial" w:cs="Arial"/>
          <w:sz w:val="28"/>
        </w:rPr>
      </w:pPr>
      <w:r w:rsidRPr="0086154B">
        <w:rPr>
          <w:rFonts w:ascii="Arial" w:hAnsi="Arial" w:cs="Arial"/>
          <w:sz w:val="28"/>
        </w:rPr>
        <w:t>(Use</w:t>
      </w:r>
      <w:r w:rsidRPr="0086154B">
        <w:rPr>
          <w:rFonts w:ascii="Arial" w:hAnsi="Arial" w:cs="Arial"/>
          <w:spacing w:val="-15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with</w:t>
      </w:r>
      <w:r w:rsidRPr="0086154B">
        <w:rPr>
          <w:rFonts w:ascii="Arial" w:hAnsi="Arial" w:cs="Arial"/>
          <w:spacing w:val="-14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the</w:t>
      </w:r>
      <w:r w:rsidRPr="0086154B">
        <w:rPr>
          <w:rFonts w:ascii="Arial" w:hAnsi="Arial" w:cs="Arial"/>
          <w:spacing w:val="-14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September</w:t>
      </w:r>
      <w:r w:rsidRPr="0086154B">
        <w:rPr>
          <w:rFonts w:ascii="Arial" w:hAnsi="Arial" w:cs="Arial"/>
          <w:spacing w:val="-15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2018</w:t>
      </w:r>
      <w:r w:rsidRPr="0086154B">
        <w:rPr>
          <w:rFonts w:ascii="Arial" w:hAnsi="Arial" w:cs="Arial"/>
          <w:spacing w:val="-14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revision</w:t>
      </w:r>
      <w:r w:rsidRPr="0086154B">
        <w:rPr>
          <w:rFonts w:ascii="Arial" w:hAnsi="Arial" w:cs="Arial"/>
          <w:spacing w:val="-14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of</w:t>
      </w:r>
      <w:r w:rsidRPr="0086154B">
        <w:rPr>
          <w:rFonts w:ascii="Arial" w:hAnsi="Arial" w:cs="Arial"/>
          <w:spacing w:val="-14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Form</w:t>
      </w:r>
      <w:r w:rsidRPr="0086154B">
        <w:rPr>
          <w:rFonts w:ascii="Arial" w:hAnsi="Arial" w:cs="Arial"/>
          <w:spacing w:val="-15"/>
          <w:sz w:val="28"/>
        </w:rPr>
        <w:t xml:space="preserve"> </w:t>
      </w:r>
      <w:r w:rsidRPr="0086154B">
        <w:rPr>
          <w:rFonts w:ascii="Arial" w:hAnsi="Arial" w:cs="Arial"/>
          <w:sz w:val="28"/>
        </w:rPr>
        <w:t>8233.)</w:t>
      </w:r>
    </w:p>
    <w:p w14:paraId="750E5F20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ind w:firstLine="720"/>
        <w:rPr>
          <w:rFonts w:ascii="Arial" w:eastAsiaTheme="minorHAnsi" w:hAnsi="Arial" w:cs="Arial"/>
          <w:sz w:val="44"/>
          <w:szCs w:val="44"/>
        </w:rPr>
      </w:pPr>
      <w:r w:rsidRPr="0086154B">
        <w:rPr>
          <w:rFonts w:ascii="Arial" w:eastAsiaTheme="minorHAnsi" w:hAnsi="Arial" w:cs="Arial"/>
          <w:b/>
          <w:noProof/>
          <w:sz w:val="2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D2BEFE" wp14:editId="1CF5FFA0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5486400" cy="0"/>
                <wp:effectExtent l="9525" t="18415" r="9525" b="1016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2C563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6in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" strokeweight="1.5pt"/>
            </w:pict>
          </mc:Fallback>
        </mc:AlternateContent>
      </w:r>
    </w:p>
    <w:p w14:paraId="43644DA1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</w:p>
    <w:p w14:paraId="7A02EED4" w14:textId="77777777" w:rsidR="0086154B" w:rsidRPr="0086154B" w:rsidRDefault="0086154B" w:rsidP="0086154B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</w:p>
    <w:p w14:paraId="5D9136F2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</w:p>
    <w:p w14:paraId="26F5CC8A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44"/>
          <w:szCs w:val="44"/>
        </w:rPr>
      </w:pPr>
    </w:p>
    <w:p w14:paraId="4281DBCA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2BCC50B1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</w:p>
    <w:p w14:paraId="58407203" w14:textId="77777777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Verdana" w:eastAsiaTheme="minorHAnsi" w:hAnsi="Verdana" w:cstheme="minorBidi"/>
          <w:sz w:val="16"/>
          <w:szCs w:val="16"/>
        </w:rPr>
      </w:pPr>
    </w:p>
    <w:p w14:paraId="3B62C384" w14:textId="14AE99AC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Verdana" w:eastAsiaTheme="minorHAnsi" w:hAnsi="Verdana" w:cstheme="minorBidi"/>
          <w:sz w:val="16"/>
          <w:szCs w:val="16"/>
        </w:rPr>
      </w:pPr>
      <w:r w:rsidRPr="0086154B">
        <w:rPr>
          <w:rFonts w:ascii="Verdana" w:eastAsiaTheme="minorHAnsi" w:hAnsi="Verdana" w:cstheme="minorBidi"/>
          <w:noProof/>
          <w:sz w:val="20"/>
          <w:szCs w:val="40"/>
        </w:rPr>
        <w:drawing>
          <wp:anchor distT="0" distB="0" distL="114300" distR="114300" simplePos="0" relativeHeight="251660288" behindDoc="1" locked="0" layoutInCell="1" allowOverlap="1" wp14:anchorId="245C5F70" wp14:editId="29F0A464">
            <wp:simplePos x="0" y="0"/>
            <wp:positionH relativeFrom="margin">
              <wp:posOffset>5041265</wp:posOffset>
            </wp:positionH>
            <wp:positionV relativeFrom="paragraph">
              <wp:posOffset>81709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" name="Picture 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38468" w14:textId="0AEF2D6E" w:rsidR="0086154B" w:rsidRPr="0086154B" w:rsidRDefault="0086154B" w:rsidP="0086154B">
      <w:pPr>
        <w:widowControl/>
        <w:autoSpaceDE/>
        <w:autoSpaceDN/>
        <w:spacing w:before="240" w:after="240" w:line="276" w:lineRule="auto"/>
        <w:rPr>
          <w:rFonts w:ascii="Arial" w:eastAsiaTheme="minorHAnsi" w:hAnsi="Arial" w:cs="Arial"/>
          <w:sz w:val="20"/>
          <w:szCs w:val="40"/>
        </w:rPr>
      </w:pPr>
      <w:r w:rsidRPr="0086154B">
        <w:rPr>
          <w:rFonts w:ascii="Verdana" w:eastAsiaTheme="minorHAnsi" w:hAnsi="Verdana" w:cstheme="minorBidi"/>
          <w:noProof/>
          <w:sz w:val="2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D6E23" wp14:editId="5EE726C1">
                <wp:simplePos x="0" y="0"/>
                <wp:positionH relativeFrom="column">
                  <wp:posOffset>4629150</wp:posOffset>
                </wp:positionH>
                <wp:positionV relativeFrom="paragraph">
                  <wp:posOffset>807085</wp:posOffset>
                </wp:positionV>
                <wp:extent cx="1628140" cy="58991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899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1E738" w14:textId="77777777" w:rsidR="0086154B" w:rsidRPr="00CB2D83" w:rsidRDefault="0086154B" w:rsidP="0086154B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Visit the Accessibility Page on IRS.gov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D6E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4.5pt;margin-top:63.55pt;width:128.2pt;height:4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" stroked="f">
                <v:fill opacity="0"/>
                <v:textbox>
                  <w:txbxContent>
                    <w:p w14:paraId="3EC1E738" w14:textId="77777777" w:rsidR="0086154B" w:rsidRPr="00CB2D83" w:rsidRDefault="0086154B" w:rsidP="0086154B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Visit the Accessibility Page on IRS.gov</w:t>
                      </w:r>
                    </w:p>
                  </w:txbxContent>
                </v:textbox>
              </v:shape>
            </w:pict>
          </mc:Fallback>
        </mc:AlternateContent>
      </w:r>
      <w:r w:rsidRPr="0086154B">
        <w:rPr>
          <w:rFonts w:ascii="Arial" w:eastAsiaTheme="minorHAnsi" w:hAnsi="Arial" w:cs="Arial"/>
          <w:noProof/>
          <w:sz w:val="20"/>
          <w:szCs w:val="40"/>
        </w:rPr>
        <w:drawing>
          <wp:inline distT="0" distB="0" distL="0" distR="0" wp14:anchorId="64C6A5A2" wp14:editId="33CD2ACB">
            <wp:extent cx="3822700" cy="8509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B615F" w14:textId="55C36E01" w:rsidR="0086154B" w:rsidRPr="0086154B" w:rsidRDefault="0086154B" w:rsidP="0086154B">
      <w:pPr>
        <w:widowControl/>
        <w:autoSpaceDE/>
        <w:autoSpaceDN/>
        <w:rPr>
          <w:rFonts w:ascii="Arial" w:eastAsiaTheme="minorHAnsi" w:hAnsi="Arial" w:cs="Arial"/>
          <w:sz w:val="20"/>
          <w:szCs w:val="40"/>
        </w:rPr>
      </w:pPr>
      <w:r w:rsidRPr="0086154B">
        <w:rPr>
          <w:rFonts w:ascii="Arial" w:eastAsiaTheme="minorHAnsi" w:hAnsi="Arial" w:cs="Arial"/>
          <w:sz w:val="20"/>
          <w:szCs w:val="40"/>
        </w:rPr>
        <w:t xml:space="preserve">Instruction </w:t>
      </w:r>
      <w:r>
        <w:rPr>
          <w:rFonts w:ascii="Arial" w:eastAsiaTheme="minorHAnsi" w:hAnsi="Arial" w:cs="Arial"/>
          <w:sz w:val="20"/>
          <w:szCs w:val="40"/>
        </w:rPr>
        <w:t>8233</w:t>
      </w:r>
      <w:r w:rsidRPr="0086154B">
        <w:rPr>
          <w:rFonts w:ascii="Arial" w:eastAsiaTheme="minorHAnsi" w:hAnsi="Arial" w:cs="Arial"/>
          <w:sz w:val="20"/>
          <w:szCs w:val="40"/>
        </w:rPr>
        <w:t xml:space="preserve"> (Rev. </w:t>
      </w:r>
      <w:r>
        <w:rPr>
          <w:rFonts w:ascii="Arial" w:eastAsiaTheme="minorHAnsi" w:hAnsi="Arial" w:cs="Arial"/>
          <w:sz w:val="20"/>
          <w:szCs w:val="40"/>
        </w:rPr>
        <w:t>10-</w:t>
      </w:r>
      <w:proofErr w:type="gramStart"/>
      <w:r>
        <w:rPr>
          <w:rFonts w:ascii="Arial" w:eastAsiaTheme="minorHAnsi" w:hAnsi="Arial" w:cs="Arial"/>
          <w:sz w:val="20"/>
          <w:szCs w:val="40"/>
        </w:rPr>
        <w:t>2021</w:t>
      </w:r>
      <w:r w:rsidRPr="0086154B">
        <w:rPr>
          <w:rFonts w:ascii="Arial" w:eastAsiaTheme="minorHAnsi" w:hAnsi="Arial" w:cs="Arial"/>
          <w:sz w:val="20"/>
          <w:szCs w:val="40"/>
        </w:rPr>
        <w:t xml:space="preserve"> )</w:t>
      </w:r>
      <w:proofErr w:type="gramEnd"/>
      <w:r w:rsidRPr="0086154B">
        <w:rPr>
          <w:rFonts w:ascii="Arial" w:eastAsiaTheme="minorHAnsi" w:hAnsi="Arial" w:cs="Arial"/>
          <w:sz w:val="20"/>
          <w:szCs w:val="40"/>
        </w:rPr>
        <w:t xml:space="preserve"> Catalog Number </w:t>
      </w:r>
      <w:r>
        <w:rPr>
          <w:rFonts w:ascii="Arial" w:eastAsiaTheme="minorHAnsi" w:hAnsi="Arial" w:cs="Arial"/>
          <w:sz w:val="20"/>
          <w:szCs w:val="40"/>
        </w:rPr>
        <w:t>47789Y</w:t>
      </w:r>
    </w:p>
    <w:p w14:paraId="36436050" w14:textId="77777777" w:rsidR="0086154B" w:rsidRPr="0086154B" w:rsidRDefault="0086154B" w:rsidP="0086154B">
      <w:pPr>
        <w:widowControl/>
        <w:autoSpaceDE/>
        <w:autoSpaceDN/>
        <w:rPr>
          <w:rFonts w:ascii="Arial" w:eastAsiaTheme="minorHAnsi" w:hAnsi="Arial" w:cs="Arial"/>
          <w:sz w:val="20"/>
          <w:szCs w:val="40"/>
        </w:rPr>
      </w:pPr>
      <w:r w:rsidRPr="0086154B">
        <w:rPr>
          <w:rFonts w:ascii="Arial" w:eastAsiaTheme="minorHAnsi" w:hAnsi="Arial" w:cs="Arial"/>
          <w:sz w:val="20"/>
          <w:szCs w:val="40"/>
        </w:rPr>
        <w:t xml:space="preserve">Department of the Treasury </w:t>
      </w:r>
      <w:r w:rsidRPr="0086154B">
        <w:rPr>
          <w:rFonts w:ascii="Arial" w:eastAsiaTheme="minorHAnsi" w:hAnsi="Arial" w:cs="Arial"/>
          <w:b/>
          <w:sz w:val="20"/>
          <w:szCs w:val="40"/>
        </w:rPr>
        <w:t>Internal Revenue Service</w:t>
      </w:r>
      <w:r w:rsidRPr="0086154B">
        <w:rPr>
          <w:rFonts w:ascii="Arial" w:eastAsiaTheme="minorHAnsi" w:hAnsi="Arial" w:cs="Arial"/>
          <w:sz w:val="20"/>
          <w:szCs w:val="40"/>
        </w:rPr>
        <w:t xml:space="preserve"> </w:t>
      </w:r>
      <w:hyperlink r:id="rId9" w:history="1">
        <w:r w:rsidRPr="0086154B">
          <w:rPr>
            <w:rFonts w:ascii="Arial" w:eastAsiaTheme="minorHAnsi" w:hAnsi="Arial" w:cs="Arial"/>
            <w:color w:val="0000FF" w:themeColor="hyperlink"/>
            <w:sz w:val="20"/>
            <w:szCs w:val="40"/>
            <w:u w:val="single"/>
          </w:rPr>
          <w:t>www.irs.gov</w:t>
        </w:r>
      </w:hyperlink>
    </w:p>
    <w:p w14:paraId="29428F02" w14:textId="1570ABDB" w:rsidR="0086154B" w:rsidRDefault="0086154B" w:rsidP="0086154B">
      <w:pPr>
        <w:pStyle w:val="Body"/>
        <w:jc w:val="center"/>
        <w:rPr>
          <w:rFonts w:ascii="Arial" w:eastAsia="Arial" w:hAnsi="Arial" w:cs="Arial"/>
          <w:w w:val="95"/>
          <w:sz w:val="52"/>
          <w:szCs w:val="52"/>
        </w:rPr>
      </w:pPr>
      <w:r>
        <w:rPr>
          <w:w w:val="95"/>
        </w:rPr>
        <w:lastRenderedPageBreak/>
        <w:t>This page is intentionally left blank</w:t>
      </w:r>
      <w:r>
        <w:rPr>
          <w:w w:val="95"/>
        </w:rPr>
        <w:br w:type="page"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675"/>
        <w:gridCol w:w="2250"/>
        <w:gridCol w:w="1705"/>
      </w:tblGrid>
      <w:tr w:rsidR="00A262E5" w:rsidRPr="00A262E5" w14:paraId="17FFC822" w14:textId="77777777" w:rsidTr="00A262E5">
        <w:tc>
          <w:tcPr>
            <w:tcW w:w="4675" w:type="dxa"/>
          </w:tcPr>
          <w:p w14:paraId="31AF1025" w14:textId="77777777" w:rsidR="00A262E5" w:rsidRPr="00A262E5" w:rsidRDefault="00A262E5" w:rsidP="00B47D58">
            <w:pPr>
              <w:pStyle w:val="Body"/>
              <w:rPr>
                <w:b/>
                <w:bCs/>
                <w:w w:val="110"/>
              </w:rPr>
            </w:pPr>
            <w:r w:rsidRPr="00A262E5">
              <w:rPr>
                <w:b/>
                <w:bCs/>
                <w:w w:val="110"/>
              </w:rPr>
              <w:lastRenderedPageBreak/>
              <w:t>Contents</w:t>
            </w:r>
          </w:p>
        </w:tc>
        <w:tc>
          <w:tcPr>
            <w:tcW w:w="2250" w:type="dxa"/>
          </w:tcPr>
          <w:p w14:paraId="240B2506" w14:textId="77777777" w:rsidR="00A262E5" w:rsidRPr="00A262E5" w:rsidRDefault="00A262E5" w:rsidP="00A262E5">
            <w:pPr>
              <w:pStyle w:val="Body"/>
              <w:jc w:val="center"/>
              <w:rPr>
                <w:b/>
                <w:bCs/>
                <w:w w:val="110"/>
              </w:rPr>
            </w:pPr>
            <w:r w:rsidRPr="00A262E5">
              <w:rPr>
                <w:b/>
                <w:bCs/>
                <w:w w:val="110"/>
              </w:rPr>
              <w:t>Regular Page</w:t>
            </w:r>
          </w:p>
        </w:tc>
        <w:tc>
          <w:tcPr>
            <w:tcW w:w="1705" w:type="dxa"/>
          </w:tcPr>
          <w:p w14:paraId="5A9818E4" w14:textId="65328DB7" w:rsidR="00A262E5" w:rsidRPr="00A262E5" w:rsidRDefault="00A262E5" w:rsidP="00A262E5">
            <w:pPr>
              <w:pStyle w:val="Body"/>
              <w:jc w:val="center"/>
              <w:rPr>
                <w:b/>
                <w:bCs/>
                <w:w w:val="110"/>
              </w:rPr>
            </w:pPr>
            <w:r w:rsidRPr="00A262E5">
              <w:rPr>
                <w:b/>
                <w:bCs/>
                <w:w w:val="110"/>
              </w:rPr>
              <w:t>Large Print Page</w:t>
            </w:r>
          </w:p>
        </w:tc>
      </w:tr>
      <w:tr w:rsidR="00A262E5" w:rsidRPr="00A262E5" w14:paraId="0606DAD7" w14:textId="77777777" w:rsidTr="00A262E5">
        <w:tc>
          <w:tcPr>
            <w:tcW w:w="4675" w:type="dxa"/>
          </w:tcPr>
          <w:p w14:paraId="4AAD8A01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General Instructions</w:t>
            </w:r>
          </w:p>
        </w:tc>
        <w:tc>
          <w:tcPr>
            <w:tcW w:w="2250" w:type="dxa"/>
          </w:tcPr>
          <w:p w14:paraId="7E943767" w14:textId="77777777" w:rsidR="00A262E5" w:rsidRP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1</w:t>
            </w:r>
          </w:p>
        </w:tc>
        <w:tc>
          <w:tcPr>
            <w:tcW w:w="1705" w:type="dxa"/>
          </w:tcPr>
          <w:p w14:paraId="171E71F7" w14:textId="1F466141" w:rsidR="00A262E5" w:rsidRP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4</w:t>
            </w:r>
          </w:p>
        </w:tc>
      </w:tr>
      <w:tr w:rsidR="00A262E5" w:rsidRPr="00A262E5" w14:paraId="2FA9E268" w14:textId="77777777" w:rsidTr="00A262E5">
        <w:tc>
          <w:tcPr>
            <w:tcW w:w="4675" w:type="dxa"/>
          </w:tcPr>
          <w:p w14:paraId="50060FDE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Specific Instructions</w:t>
            </w:r>
          </w:p>
        </w:tc>
        <w:tc>
          <w:tcPr>
            <w:tcW w:w="2250" w:type="dxa"/>
          </w:tcPr>
          <w:p w14:paraId="139BA678" w14:textId="77777777" w:rsidR="00A262E5" w:rsidRP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3</w:t>
            </w:r>
          </w:p>
        </w:tc>
        <w:tc>
          <w:tcPr>
            <w:tcW w:w="1705" w:type="dxa"/>
          </w:tcPr>
          <w:p w14:paraId="554E15DF" w14:textId="2C85BB61" w:rsidR="00A262E5" w:rsidRP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25</w:t>
            </w:r>
          </w:p>
        </w:tc>
      </w:tr>
      <w:tr w:rsidR="00A262E5" w:rsidRPr="00A262E5" w14:paraId="4CDCF8B3" w14:textId="77777777" w:rsidTr="00A262E5">
        <w:tc>
          <w:tcPr>
            <w:tcW w:w="4675" w:type="dxa"/>
          </w:tcPr>
          <w:p w14:paraId="235F73D1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Part I</w:t>
            </w:r>
          </w:p>
        </w:tc>
        <w:tc>
          <w:tcPr>
            <w:tcW w:w="2250" w:type="dxa"/>
          </w:tcPr>
          <w:p w14:paraId="1FEAF012" w14:textId="77777777" w:rsidR="00A262E5" w:rsidRP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3</w:t>
            </w:r>
          </w:p>
        </w:tc>
        <w:tc>
          <w:tcPr>
            <w:tcW w:w="1705" w:type="dxa"/>
          </w:tcPr>
          <w:p w14:paraId="13089F89" w14:textId="370EDA1B" w:rsidR="00A262E5" w:rsidRP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25</w:t>
            </w:r>
          </w:p>
        </w:tc>
      </w:tr>
      <w:tr w:rsidR="00A262E5" w:rsidRPr="00A262E5" w14:paraId="2FECF7D4" w14:textId="77777777" w:rsidTr="00A262E5">
        <w:tc>
          <w:tcPr>
            <w:tcW w:w="4675" w:type="dxa"/>
          </w:tcPr>
          <w:p w14:paraId="543DD221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Part II</w:t>
            </w:r>
          </w:p>
        </w:tc>
        <w:tc>
          <w:tcPr>
            <w:tcW w:w="2250" w:type="dxa"/>
          </w:tcPr>
          <w:p w14:paraId="62B3136E" w14:textId="77777777" w:rsidR="00A262E5" w:rsidRP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4</w:t>
            </w:r>
          </w:p>
        </w:tc>
        <w:tc>
          <w:tcPr>
            <w:tcW w:w="1705" w:type="dxa"/>
          </w:tcPr>
          <w:p w14:paraId="0AFD3BD4" w14:textId="492CF520" w:rsidR="00A262E5" w:rsidRP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32</w:t>
            </w:r>
          </w:p>
        </w:tc>
      </w:tr>
      <w:tr w:rsidR="00A262E5" w:rsidRPr="00A262E5" w14:paraId="35986528" w14:textId="77777777" w:rsidTr="00A262E5">
        <w:tc>
          <w:tcPr>
            <w:tcW w:w="4675" w:type="dxa"/>
          </w:tcPr>
          <w:p w14:paraId="30EC4241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Part IV</w:t>
            </w:r>
          </w:p>
        </w:tc>
        <w:tc>
          <w:tcPr>
            <w:tcW w:w="2250" w:type="dxa"/>
          </w:tcPr>
          <w:p w14:paraId="72B680F7" w14:textId="77777777" w:rsidR="00A262E5" w:rsidRP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5</w:t>
            </w:r>
          </w:p>
        </w:tc>
        <w:tc>
          <w:tcPr>
            <w:tcW w:w="1705" w:type="dxa"/>
          </w:tcPr>
          <w:p w14:paraId="5E7E7D43" w14:textId="7DCBA511" w:rsidR="00A262E5" w:rsidRP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36</w:t>
            </w:r>
          </w:p>
        </w:tc>
      </w:tr>
      <w:tr w:rsidR="00A262E5" w14:paraId="7E860954" w14:textId="77777777" w:rsidTr="00A262E5">
        <w:tc>
          <w:tcPr>
            <w:tcW w:w="4675" w:type="dxa"/>
          </w:tcPr>
          <w:p w14:paraId="326D8600" w14:textId="77777777" w:rsidR="00A262E5" w:rsidRPr="00A262E5" w:rsidRDefault="00A262E5" w:rsidP="00B47D58">
            <w:pPr>
              <w:pStyle w:val="Body"/>
              <w:rPr>
                <w:w w:val="110"/>
              </w:rPr>
            </w:pPr>
            <w:r w:rsidRPr="00A262E5">
              <w:rPr>
                <w:w w:val="110"/>
              </w:rPr>
              <w:t>Privacy Act and Paperwork Reduction Act Notice.</w:t>
            </w:r>
          </w:p>
        </w:tc>
        <w:tc>
          <w:tcPr>
            <w:tcW w:w="2250" w:type="dxa"/>
          </w:tcPr>
          <w:p w14:paraId="2EBA7901" w14:textId="77777777" w:rsidR="00A262E5" w:rsidRDefault="00A262E5" w:rsidP="00A262E5">
            <w:pPr>
              <w:pStyle w:val="Body"/>
              <w:jc w:val="center"/>
              <w:rPr>
                <w:w w:val="110"/>
              </w:rPr>
            </w:pPr>
            <w:r w:rsidRPr="00A262E5">
              <w:rPr>
                <w:w w:val="110"/>
              </w:rPr>
              <w:t>5</w:t>
            </w:r>
          </w:p>
        </w:tc>
        <w:tc>
          <w:tcPr>
            <w:tcW w:w="1705" w:type="dxa"/>
          </w:tcPr>
          <w:p w14:paraId="42C0EE62" w14:textId="73E34A93" w:rsidR="00A262E5" w:rsidRDefault="007030C6" w:rsidP="00A262E5">
            <w:pPr>
              <w:pStyle w:val="Body"/>
              <w:jc w:val="center"/>
              <w:rPr>
                <w:w w:val="110"/>
              </w:rPr>
            </w:pPr>
            <w:r>
              <w:rPr>
                <w:w w:val="110"/>
              </w:rPr>
              <w:t>39</w:t>
            </w:r>
          </w:p>
        </w:tc>
      </w:tr>
    </w:tbl>
    <w:p w14:paraId="133AC97F" w14:textId="60FBA9D4" w:rsidR="0086154B" w:rsidRDefault="0086154B" w:rsidP="00A262E5">
      <w:pPr>
        <w:pStyle w:val="Body"/>
        <w:tabs>
          <w:tab w:val="left" w:pos="720"/>
          <w:tab w:val="right" w:leader="dot" w:pos="9360"/>
        </w:tabs>
        <w:ind w:left="720" w:hanging="720"/>
        <w:rPr>
          <w:w w:val="110"/>
        </w:rPr>
      </w:pPr>
      <w:r>
        <w:rPr>
          <w:w w:val="110"/>
        </w:rPr>
        <w:br w:type="page"/>
      </w:r>
    </w:p>
    <w:p w14:paraId="4949E525" w14:textId="77777777" w:rsidR="0086154B" w:rsidRPr="0086154B" w:rsidRDefault="0086154B" w:rsidP="00A262E5">
      <w:pPr>
        <w:pStyle w:val="Body"/>
      </w:pPr>
      <w:r w:rsidRPr="0086154B">
        <w:lastRenderedPageBreak/>
        <w:t>Section references are to the Internal</w:t>
      </w:r>
      <w:r w:rsidRPr="0086154B">
        <w:rPr>
          <w:spacing w:val="1"/>
        </w:rPr>
        <w:t xml:space="preserve"> </w:t>
      </w:r>
      <w:r w:rsidRPr="0086154B">
        <w:t>Revenue</w:t>
      </w:r>
      <w:r w:rsidRPr="0086154B">
        <w:rPr>
          <w:spacing w:val="-12"/>
        </w:rPr>
        <w:t xml:space="preserve"> </w:t>
      </w:r>
      <w:r w:rsidRPr="0086154B">
        <w:t>Code</w:t>
      </w:r>
      <w:r w:rsidRPr="0086154B">
        <w:rPr>
          <w:spacing w:val="-11"/>
        </w:rPr>
        <w:t xml:space="preserve"> </w:t>
      </w:r>
      <w:r w:rsidRPr="0086154B">
        <w:t>unless</w:t>
      </w:r>
      <w:r w:rsidRPr="0086154B">
        <w:rPr>
          <w:spacing w:val="-12"/>
        </w:rPr>
        <w:t xml:space="preserve"> </w:t>
      </w:r>
      <w:r w:rsidRPr="0086154B">
        <w:t>otherwise</w:t>
      </w:r>
      <w:r w:rsidRPr="0086154B">
        <w:rPr>
          <w:spacing w:val="-11"/>
        </w:rPr>
        <w:t xml:space="preserve"> </w:t>
      </w:r>
      <w:r w:rsidRPr="0086154B">
        <w:t>noted.</w:t>
      </w:r>
    </w:p>
    <w:p w14:paraId="32E8A27F" w14:textId="77777777" w:rsidR="0086154B" w:rsidRPr="0086154B" w:rsidRDefault="0086154B" w:rsidP="00A262E5">
      <w:pPr>
        <w:pStyle w:val="Heading1"/>
      </w:pPr>
      <w:bookmarkStart w:id="0" w:name="General_Instructions"/>
      <w:bookmarkEnd w:id="0"/>
      <w:r w:rsidRPr="0086154B">
        <w:t>General</w:t>
      </w:r>
      <w:r w:rsidRPr="0086154B">
        <w:rPr>
          <w:spacing w:val="80"/>
        </w:rPr>
        <w:t xml:space="preserve"> </w:t>
      </w:r>
      <w:r w:rsidRPr="0086154B">
        <w:t>Instructions</w:t>
      </w:r>
    </w:p>
    <w:p w14:paraId="21AEA4C0" w14:textId="77777777" w:rsidR="0086154B" w:rsidRPr="0086154B" w:rsidRDefault="0086154B" w:rsidP="00A262E5">
      <w:pPr>
        <w:pStyle w:val="Heading2"/>
      </w:pPr>
      <w:bookmarkStart w:id="1" w:name="Future_Developments"/>
      <w:bookmarkEnd w:id="1"/>
      <w:r w:rsidRPr="0086154B">
        <w:t>Future</w:t>
      </w:r>
      <w:r w:rsidRPr="0086154B">
        <w:rPr>
          <w:spacing w:val="9"/>
        </w:rPr>
        <w:t xml:space="preserve"> </w:t>
      </w:r>
      <w:r w:rsidRPr="0086154B">
        <w:t>Developments</w:t>
      </w:r>
    </w:p>
    <w:p w14:paraId="43F31F95" w14:textId="77777777" w:rsidR="0086154B" w:rsidRPr="0086154B" w:rsidRDefault="0086154B" w:rsidP="00A262E5">
      <w:pPr>
        <w:pStyle w:val="Body"/>
      </w:pPr>
      <w:r w:rsidRPr="0086154B">
        <w:t>For the latest information about</w:t>
      </w:r>
      <w:r w:rsidRPr="0086154B">
        <w:rPr>
          <w:spacing w:val="1"/>
        </w:rPr>
        <w:t xml:space="preserve"> </w:t>
      </w:r>
      <w:r w:rsidRPr="0086154B">
        <w:t>developments</w:t>
      </w:r>
      <w:r w:rsidRPr="0086154B">
        <w:rPr>
          <w:spacing w:val="-9"/>
        </w:rPr>
        <w:t xml:space="preserve"> </w:t>
      </w:r>
      <w:r w:rsidRPr="0086154B">
        <w:t>related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8233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47"/>
        </w:rPr>
        <w:t xml:space="preserve"> </w:t>
      </w:r>
      <w:r w:rsidRPr="0086154B">
        <w:t>its instructions, such as legislation</w:t>
      </w:r>
      <w:r w:rsidRPr="0086154B">
        <w:rPr>
          <w:spacing w:val="1"/>
        </w:rPr>
        <w:t xml:space="preserve"> </w:t>
      </w:r>
      <w:r w:rsidRPr="0086154B">
        <w:t>enacted</w:t>
      </w:r>
      <w:r w:rsidRPr="0086154B">
        <w:rPr>
          <w:spacing w:val="-10"/>
        </w:rPr>
        <w:t xml:space="preserve"> </w:t>
      </w:r>
      <w:r w:rsidRPr="0086154B">
        <w:t>after</w:t>
      </w:r>
      <w:r w:rsidRPr="0086154B">
        <w:rPr>
          <w:spacing w:val="-9"/>
        </w:rPr>
        <w:t xml:space="preserve"> </w:t>
      </w:r>
      <w:r w:rsidRPr="0086154B">
        <w:t>they</w:t>
      </w:r>
      <w:r w:rsidRPr="0086154B">
        <w:rPr>
          <w:spacing w:val="-10"/>
        </w:rPr>
        <w:t xml:space="preserve"> </w:t>
      </w:r>
      <w:r w:rsidRPr="0086154B">
        <w:t>were</w:t>
      </w:r>
      <w:r w:rsidRPr="0086154B">
        <w:rPr>
          <w:spacing w:val="-9"/>
        </w:rPr>
        <w:t xml:space="preserve"> </w:t>
      </w:r>
      <w:r w:rsidRPr="0086154B">
        <w:t>published,</w:t>
      </w:r>
      <w:r w:rsidRPr="0086154B">
        <w:rPr>
          <w:spacing w:val="-9"/>
        </w:rPr>
        <w:t xml:space="preserve"> </w:t>
      </w:r>
      <w:r w:rsidRPr="0086154B">
        <w:t>go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47"/>
        </w:rPr>
        <w:t xml:space="preserve"> </w:t>
      </w:r>
      <w:hyperlink r:id="rId10">
        <w:r w:rsidRPr="0086154B">
          <w:rPr>
            <w:rFonts w:ascii="Arial"/>
            <w:i/>
            <w:u w:val="single" w:color="0055A1"/>
          </w:rPr>
          <w:t>IRS.gov/Form8233</w:t>
        </w:r>
      </w:hyperlink>
      <w:r w:rsidRPr="0086154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4"/>
        <w:gridCol w:w="6496"/>
      </w:tblGrid>
      <w:tr w:rsidR="00A262E5" w:rsidRPr="0025535F" w14:paraId="651D64FA" w14:textId="77777777" w:rsidTr="008C15B3">
        <w:trPr>
          <w:trHeight w:val="2339"/>
        </w:trPr>
        <w:tc>
          <w:tcPr>
            <w:tcW w:w="2898" w:type="dxa"/>
          </w:tcPr>
          <w:p w14:paraId="2C64D204" w14:textId="77777777" w:rsidR="00A262E5" w:rsidRPr="00000312" w:rsidRDefault="00A262E5" w:rsidP="008C15B3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33B7C4CE" wp14:editId="2C05E196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32D9B5BA" w14:textId="3A8CD9AB" w:rsidR="00A262E5" w:rsidRPr="00A262E5" w:rsidRDefault="00A262E5" w:rsidP="00A262E5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A262E5">
              <w:rPr>
                <w:i/>
                <w:iCs/>
              </w:rPr>
              <w:t>You</w:t>
            </w:r>
            <w:r w:rsidRPr="00A262E5">
              <w:rPr>
                <w:i/>
                <w:iCs/>
                <w:spacing w:val="-11"/>
              </w:rPr>
              <w:t xml:space="preserve"> </w:t>
            </w:r>
            <w:r w:rsidRPr="00A262E5">
              <w:rPr>
                <w:i/>
                <w:iCs/>
              </w:rPr>
              <w:t>must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know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the</w:t>
            </w:r>
            <w:r w:rsidRPr="00A262E5">
              <w:rPr>
                <w:i/>
                <w:iCs/>
                <w:spacing w:val="-11"/>
              </w:rPr>
              <w:t xml:space="preserve"> </w:t>
            </w:r>
            <w:r w:rsidRPr="00A262E5">
              <w:rPr>
                <w:i/>
                <w:iCs/>
              </w:rPr>
              <w:t>terms</w:t>
            </w:r>
            <w:r w:rsidRPr="00A262E5">
              <w:rPr>
                <w:i/>
                <w:iCs/>
                <w:spacing w:val="-11"/>
              </w:rPr>
              <w:t xml:space="preserve"> </w:t>
            </w:r>
            <w:r w:rsidRPr="00A262E5">
              <w:rPr>
                <w:i/>
                <w:iCs/>
              </w:rPr>
              <w:t>of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the</w:t>
            </w:r>
            <w:r w:rsidRPr="00A262E5">
              <w:rPr>
                <w:i/>
                <w:iCs/>
                <w:spacing w:val="-47"/>
              </w:rPr>
              <w:t xml:space="preserve"> </w:t>
            </w:r>
            <w:r w:rsidRPr="00A262E5">
              <w:rPr>
                <w:i/>
                <w:iCs/>
              </w:rPr>
              <w:t>tax treaty between the United</w:t>
            </w:r>
            <w:r w:rsidRPr="00A262E5">
              <w:rPr>
                <w:i/>
                <w:iCs/>
                <w:spacing w:val="1"/>
              </w:rPr>
              <w:t xml:space="preserve"> </w:t>
            </w:r>
            <w:r w:rsidRPr="00A262E5">
              <w:rPr>
                <w:i/>
                <w:iCs/>
              </w:rPr>
              <w:t>States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and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the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treaty</w:t>
            </w:r>
            <w:r w:rsidRPr="00A262E5">
              <w:rPr>
                <w:i/>
                <w:iCs/>
                <w:spacing w:val="-10"/>
              </w:rPr>
              <w:t xml:space="preserve"> </w:t>
            </w:r>
            <w:r w:rsidRPr="00A262E5">
              <w:rPr>
                <w:i/>
                <w:iCs/>
              </w:rPr>
              <w:t>country</w:t>
            </w:r>
            <w:r w:rsidRPr="00A262E5">
              <w:rPr>
                <w:i/>
                <w:iCs/>
                <w:spacing w:val="-9"/>
              </w:rPr>
              <w:t xml:space="preserve"> </w:t>
            </w:r>
            <w:r w:rsidRPr="00A262E5">
              <w:rPr>
                <w:i/>
                <w:iCs/>
              </w:rPr>
              <w:t>to properly</w:t>
            </w:r>
            <w:r w:rsidRPr="00A262E5">
              <w:rPr>
                <w:i/>
                <w:iCs/>
                <w:spacing w:val="-9"/>
              </w:rPr>
              <w:t xml:space="preserve"> </w:t>
            </w:r>
            <w:r w:rsidRPr="00A262E5">
              <w:rPr>
                <w:i/>
                <w:iCs/>
              </w:rPr>
              <w:t>complete</w:t>
            </w:r>
            <w:r w:rsidRPr="00A262E5">
              <w:rPr>
                <w:i/>
                <w:iCs/>
                <w:spacing w:val="-8"/>
              </w:rPr>
              <w:t xml:space="preserve"> </w:t>
            </w:r>
            <w:r w:rsidRPr="00A262E5">
              <w:rPr>
                <w:i/>
                <w:iCs/>
              </w:rPr>
              <w:t>Form</w:t>
            </w:r>
            <w:r w:rsidRPr="00A262E5">
              <w:rPr>
                <w:i/>
                <w:iCs/>
                <w:spacing w:val="-8"/>
              </w:rPr>
              <w:t xml:space="preserve"> </w:t>
            </w:r>
            <w:r w:rsidRPr="00A262E5">
              <w:rPr>
                <w:i/>
                <w:iCs/>
              </w:rPr>
              <w:t>8233.</w:t>
            </w:r>
          </w:p>
        </w:tc>
      </w:tr>
    </w:tbl>
    <w:p w14:paraId="70428E73" w14:textId="77777777" w:rsidR="0086154B" w:rsidRPr="0086154B" w:rsidRDefault="0086154B" w:rsidP="00B84033">
      <w:pPr>
        <w:pStyle w:val="Heading2"/>
      </w:pPr>
      <w:bookmarkStart w:id="2" w:name="What’s_New"/>
      <w:bookmarkEnd w:id="2"/>
      <w:r w:rsidRPr="0086154B">
        <w:t>What’s</w:t>
      </w:r>
      <w:r w:rsidRPr="0086154B">
        <w:rPr>
          <w:spacing w:val="2"/>
        </w:rPr>
        <w:t xml:space="preserve"> </w:t>
      </w:r>
      <w:r w:rsidRPr="0086154B">
        <w:t>New</w:t>
      </w:r>
    </w:p>
    <w:p w14:paraId="445FD3C7" w14:textId="77777777" w:rsidR="0086154B" w:rsidRPr="0086154B" w:rsidRDefault="0086154B" w:rsidP="00B84033">
      <w:pPr>
        <w:pStyle w:val="Body"/>
      </w:pPr>
      <w:bookmarkStart w:id="3" w:name="Definitions"/>
      <w:bookmarkEnd w:id="3"/>
      <w:r w:rsidRPr="0086154B">
        <w:rPr>
          <w:rFonts w:ascii="Arial" w:hAnsi="Arial"/>
          <w:b/>
        </w:rPr>
        <w:t>COVID-19 medical condition</w:t>
      </w:r>
      <w:r w:rsidRPr="0086154B">
        <w:rPr>
          <w:rFonts w:ascii="Arial" w:hAnsi="Arial"/>
          <w:b/>
          <w:spacing w:val="1"/>
        </w:rPr>
        <w:t xml:space="preserve"> </w:t>
      </w:r>
      <w:proofErr w:type="gramStart"/>
      <w:r w:rsidRPr="0086154B">
        <w:rPr>
          <w:rFonts w:ascii="Arial" w:hAnsi="Arial"/>
          <w:b/>
        </w:rPr>
        <w:t>travel</w:t>
      </w:r>
      <w:proofErr w:type="gramEnd"/>
      <w:r w:rsidRPr="0086154B">
        <w:rPr>
          <w:rFonts w:ascii="Arial" w:hAnsi="Arial"/>
          <w:b/>
        </w:rPr>
        <w:t xml:space="preserve"> ex-</w:t>
      </w:r>
      <w:r w:rsidRPr="0086154B">
        <w:rPr>
          <w:rFonts w:ascii="Arial" w:hAnsi="Arial"/>
          <w:b/>
          <w:spacing w:val="1"/>
        </w:rPr>
        <w:t xml:space="preserve"> </w:t>
      </w:r>
      <w:bookmarkStart w:id="4" w:name="Nonresident_Alien"/>
      <w:bookmarkEnd w:id="4"/>
      <w:proofErr w:type="spellStart"/>
      <w:r w:rsidRPr="0086154B">
        <w:rPr>
          <w:rFonts w:ascii="Arial" w:hAnsi="Arial"/>
          <w:b/>
        </w:rPr>
        <w:t>ception</w:t>
      </w:r>
      <w:proofErr w:type="spellEnd"/>
      <w:r w:rsidRPr="0086154B">
        <w:rPr>
          <w:rFonts w:ascii="Arial" w:hAnsi="Arial"/>
          <w:b/>
        </w:rPr>
        <w:t xml:space="preserve">. </w:t>
      </w:r>
      <w:r w:rsidRPr="0086154B">
        <w:t>For tax year 2021, individuals</w:t>
      </w:r>
      <w:r w:rsidRPr="0086154B">
        <w:rPr>
          <w:spacing w:val="1"/>
        </w:rPr>
        <w:t xml:space="preserve"> </w:t>
      </w:r>
      <w:r w:rsidRPr="0086154B">
        <w:t>cannot claim the COVID-19 medical</w:t>
      </w:r>
      <w:r w:rsidRPr="0086154B">
        <w:rPr>
          <w:spacing w:val="1"/>
        </w:rPr>
        <w:t xml:space="preserve"> </w:t>
      </w:r>
      <w:r w:rsidRPr="0086154B">
        <w:t>condition travel exception to exclude any</w:t>
      </w:r>
      <w:r w:rsidRPr="0086154B">
        <w:rPr>
          <w:spacing w:val="1"/>
        </w:rPr>
        <w:t xml:space="preserve"> </w:t>
      </w:r>
      <w:r w:rsidRPr="0086154B">
        <w:t>days of presence in the United States for</w:t>
      </w:r>
      <w:r w:rsidRPr="0086154B">
        <w:rPr>
          <w:spacing w:val="1"/>
        </w:rPr>
        <w:t xml:space="preserve"> </w:t>
      </w:r>
      <w:r w:rsidRPr="0086154B">
        <w:t>the purpose of the “substantial presence</w:t>
      </w:r>
      <w:r w:rsidRPr="0086154B">
        <w:rPr>
          <w:spacing w:val="1"/>
        </w:rPr>
        <w:t xml:space="preserve"> </w:t>
      </w:r>
      <w:r w:rsidRPr="0086154B">
        <w:t>test.” This was solely available for the</w:t>
      </w:r>
      <w:r w:rsidRPr="0086154B">
        <w:rPr>
          <w:spacing w:val="1"/>
        </w:rPr>
        <w:t xml:space="preserve"> </w:t>
      </w:r>
      <w:r w:rsidRPr="0086154B">
        <w:t>2020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9"/>
        </w:rPr>
        <w:t xml:space="preserve"> </w:t>
      </w:r>
      <w:r w:rsidRPr="0086154B">
        <w:t>year.</w:t>
      </w:r>
      <w:r w:rsidRPr="0086154B">
        <w:rPr>
          <w:spacing w:val="-9"/>
        </w:rPr>
        <w:t xml:space="preserve"> </w:t>
      </w:r>
      <w:r w:rsidRPr="0086154B">
        <w:t>However,</w:t>
      </w:r>
      <w:r w:rsidRPr="0086154B">
        <w:rPr>
          <w:spacing w:val="-9"/>
        </w:rPr>
        <w:t xml:space="preserve"> </w:t>
      </w:r>
      <w:r w:rsidRPr="0086154B">
        <w:t>days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presence</w:t>
      </w:r>
      <w:r w:rsidRPr="0086154B">
        <w:rPr>
          <w:spacing w:val="-47"/>
        </w:rPr>
        <w:t xml:space="preserve"> </w:t>
      </w:r>
      <w:r w:rsidRPr="0086154B">
        <w:t xml:space="preserve">in the United States in 2020 </w:t>
      </w:r>
      <w:r w:rsidRPr="0086154B">
        <w:lastRenderedPageBreak/>
        <w:t>that were</w:t>
      </w:r>
      <w:r w:rsidRPr="0086154B">
        <w:rPr>
          <w:spacing w:val="1"/>
        </w:rPr>
        <w:t xml:space="preserve"> </w:t>
      </w:r>
      <w:r w:rsidRPr="0086154B">
        <w:t>excluded</w:t>
      </w:r>
      <w:r w:rsidRPr="0086154B">
        <w:rPr>
          <w:spacing w:val="-11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year</w:t>
      </w:r>
      <w:r w:rsidRPr="0086154B">
        <w:rPr>
          <w:spacing w:val="-10"/>
        </w:rPr>
        <w:t xml:space="preserve"> </w:t>
      </w:r>
      <w:r w:rsidRPr="0086154B">
        <w:t>2020</w:t>
      </w:r>
      <w:r w:rsidRPr="0086154B">
        <w:rPr>
          <w:spacing w:val="-10"/>
        </w:rPr>
        <w:t xml:space="preserve"> </w:t>
      </w:r>
      <w:r w:rsidRPr="0086154B">
        <w:t>may</w:t>
      </w:r>
      <w:r w:rsidRPr="0086154B">
        <w:rPr>
          <w:spacing w:val="-10"/>
        </w:rPr>
        <w:t xml:space="preserve"> </w:t>
      </w:r>
      <w:r w:rsidRPr="0086154B">
        <w:t>impact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47"/>
        </w:rPr>
        <w:t xml:space="preserve"> </w:t>
      </w:r>
      <w:r w:rsidRPr="0086154B">
        <w:t>application of the “substantial presence</w:t>
      </w:r>
      <w:r w:rsidRPr="0086154B">
        <w:rPr>
          <w:spacing w:val="1"/>
        </w:rPr>
        <w:t xml:space="preserve"> </w:t>
      </w:r>
      <w:r w:rsidRPr="0086154B">
        <w:t>test” for tax year 2021. For more</w:t>
      </w:r>
      <w:r w:rsidRPr="0086154B">
        <w:rPr>
          <w:spacing w:val="1"/>
        </w:rPr>
        <w:t xml:space="preserve"> </w:t>
      </w:r>
      <w:r w:rsidRPr="0086154B">
        <w:t>information,</w:t>
      </w:r>
      <w:r w:rsidRPr="0086154B">
        <w:rPr>
          <w:spacing w:val="-9"/>
        </w:rPr>
        <w:t xml:space="preserve"> </w:t>
      </w:r>
      <w:r w:rsidRPr="0086154B">
        <w:t>see</w:t>
      </w:r>
      <w:r w:rsidRPr="0086154B">
        <w:rPr>
          <w:spacing w:val="-7"/>
        </w:rPr>
        <w:t xml:space="preserve"> </w:t>
      </w:r>
      <w:hyperlink w:anchor="_bookmark0" w:history="1">
        <w:r w:rsidRPr="0086154B">
          <w:rPr>
            <w:rFonts w:ascii="Arial" w:hAnsi="Arial"/>
            <w:i/>
            <w:u w:val="single" w:color="0055A1"/>
          </w:rPr>
          <w:t>TIP</w:t>
        </w:r>
      </w:hyperlink>
      <w:r w:rsidRPr="0086154B">
        <w:t>,</w:t>
      </w:r>
      <w:r w:rsidRPr="0086154B">
        <w:rPr>
          <w:spacing w:val="-8"/>
        </w:rPr>
        <w:t xml:space="preserve"> </w:t>
      </w:r>
      <w:r w:rsidRPr="0086154B">
        <w:t>later.</w:t>
      </w:r>
    </w:p>
    <w:p w14:paraId="2B4C58D4" w14:textId="77777777" w:rsidR="0086154B" w:rsidRPr="0086154B" w:rsidRDefault="0086154B" w:rsidP="00B84033">
      <w:pPr>
        <w:pStyle w:val="Body"/>
      </w:pPr>
      <w:r w:rsidRPr="0086154B">
        <w:rPr>
          <w:rFonts w:ascii="Arial"/>
          <w:b/>
        </w:rPr>
        <w:t>Non-toll-free fax number.</w:t>
      </w:r>
      <w:r w:rsidRPr="0086154B">
        <w:rPr>
          <w:rFonts w:ascii="Arial"/>
          <w:b/>
          <w:spacing w:val="1"/>
        </w:rPr>
        <w:t xml:space="preserve"> </w:t>
      </w:r>
      <w:r w:rsidRPr="0086154B">
        <w:t>On page 5,</w:t>
      </w:r>
      <w:r w:rsidRPr="0086154B">
        <w:rPr>
          <w:spacing w:val="1"/>
        </w:rPr>
        <w:t xml:space="preserve"> </w:t>
      </w:r>
      <w:r w:rsidRPr="0086154B">
        <w:t>we</w:t>
      </w:r>
      <w:r w:rsidRPr="0086154B">
        <w:rPr>
          <w:spacing w:val="-9"/>
        </w:rPr>
        <w:t xml:space="preserve"> </w:t>
      </w:r>
      <w:r w:rsidRPr="0086154B">
        <w:t>have</w:t>
      </w:r>
      <w:r w:rsidRPr="0086154B">
        <w:rPr>
          <w:spacing w:val="-8"/>
        </w:rPr>
        <w:t xml:space="preserve"> </w:t>
      </w:r>
      <w:r w:rsidRPr="0086154B">
        <w:t>added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non-toll-free</w:t>
      </w:r>
      <w:r w:rsidRPr="0086154B">
        <w:rPr>
          <w:spacing w:val="-9"/>
        </w:rPr>
        <w:t xml:space="preserve"> </w:t>
      </w:r>
      <w:r w:rsidRPr="0086154B">
        <w:t>fax</w:t>
      </w:r>
      <w:r w:rsidRPr="0086154B">
        <w:rPr>
          <w:spacing w:val="-8"/>
        </w:rPr>
        <w:t xml:space="preserve"> </w:t>
      </w:r>
      <w:r w:rsidRPr="0086154B">
        <w:t>number</w:t>
      </w:r>
      <w:r w:rsidRPr="0086154B">
        <w:rPr>
          <w:spacing w:val="-47"/>
        </w:rPr>
        <w:t xml:space="preserve"> </w:t>
      </w:r>
      <w:r w:rsidRPr="0086154B">
        <w:t>for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10"/>
        </w:rPr>
        <w:t xml:space="preserve"> </w:t>
      </w:r>
      <w:r w:rsidRPr="0086154B">
        <w:t>agents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fax</w:t>
      </w:r>
      <w:r w:rsidRPr="0086154B">
        <w:rPr>
          <w:spacing w:val="-11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their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1"/>
        </w:rPr>
        <w:t xml:space="preserve"> </w:t>
      </w:r>
      <w:r w:rsidRPr="0086154B">
        <w:t>8233.</w:t>
      </w:r>
    </w:p>
    <w:p w14:paraId="2AF88732" w14:textId="77777777" w:rsidR="0086154B" w:rsidRPr="0086154B" w:rsidRDefault="0086154B" w:rsidP="00B84033">
      <w:pPr>
        <w:pStyle w:val="Heading3"/>
      </w:pPr>
      <w:bookmarkStart w:id="5" w:name="Reminders"/>
      <w:bookmarkEnd w:id="5"/>
      <w:r w:rsidRPr="0086154B">
        <w:t>Reminders</w:t>
      </w:r>
    </w:p>
    <w:p w14:paraId="1B675C43" w14:textId="77777777" w:rsidR="0086154B" w:rsidRPr="0086154B" w:rsidRDefault="0086154B" w:rsidP="00B84033">
      <w:pPr>
        <w:pStyle w:val="Body"/>
      </w:pPr>
      <w:r w:rsidRPr="0086154B">
        <w:rPr>
          <w:rFonts w:ascii="Arial"/>
          <w:b/>
        </w:rPr>
        <w:t>Individual</w:t>
      </w:r>
      <w:r w:rsidRPr="0086154B">
        <w:rPr>
          <w:rFonts w:ascii="Arial"/>
          <w:b/>
          <w:spacing w:val="2"/>
        </w:rPr>
        <w:t xml:space="preserve"> </w:t>
      </w:r>
      <w:r w:rsidRPr="0086154B">
        <w:rPr>
          <w:rFonts w:ascii="Arial"/>
          <w:b/>
        </w:rPr>
        <w:t>taxpayer</w:t>
      </w:r>
      <w:r w:rsidRPr="0086154B">
        <w:rPr>
          <w:rFonts w:ascii="Arial"/>
          <w:b/>
          <w:spacing w:val="2"/>
        </w:rPr>
        <w:t xml:space="preserve"> </w:t>
      </w:r>
      <w:r w:rsidRPr="0086154B">
        <w:rPr>
          <w:rFonts w:ascii="Arial"/>
          <w:b/>
        </w:rPr>
        <w:t>identification</w:t>
      </w:r>
      <w:r w:rsidRPr="0086154B">
        <w:rPr>
          <w:rFonts w:ascii="Arial"/>
          <w:b/>
          <w:spacing w:val="2"/>
        </w:rPr>
        <w:t xml:space="preserve"> </w:t>
      </w:r>
      <w:r w:rsidRPr="0086154B">
        <w:rPr>
          <w:rFonts w:ascii="Arial"/>
          <w:b/>
        </w:rPr>
        <w:t>num-</w:t>
      </w:r>
      <w:r w:rsidRPr="0086154B">
        <w:rPr>
          <w:rFonts w:ascii="Arial"/>
          <w:b/>
          <w:spacing w:val="1"/>
        </w:rPr>
        <w:t xml:space="preserve"> </w:t>
      </w:r>
      <w:proofErr w:type="spellStart"/>
      <w:r w:rsidRPr="0086154B">
        <w:rPr>
          <w:rFonts w:ascii="Arial"/>
          <w:b/>
        </w:rPr>
        <w:t>ber</w:t>
      </w:r>
      <w:proofErr w:type="spellEnd"/>
      <w:r w:rsidRPr="0086154B">
        <w:rPr>
          <w:rFonts w:ascii="Arial"/>
          <w:b/>
          <w:spacing w:val="-2"/>
        </w:rPr>
        <w:t xml:space="preserve"> </w:t>
      </w:r>
      <w:r w:rsidRPr="0086154B">
        <w:rPr>
          <w:rFonts w:ascii="Arial"/>
          <w:b/>
        </w:rPr>
        <w:t>(ITIN).</w:t>
      </w:r>
      <w:r w:rsidRPr="0086154B">
        <w:rPr>
          <w:rFonts w:ascii="Arial"/>
          <w:b/>
          <w:spacing w:val="41"/>
        </w:rPr>
        <w:t xml:space="preserve"> </w:t>
      </w:r>
      <w:r w:rsidRPr="0086154B">
        <w:t>An</w:t>
      </w:r>
      <w:r w:rsidRPr="0086154B">
        <w:rPr>
          <w:spacing w:val="-7"/>
        </w:rPr>
        <w:t xml:space="preserve"> </w:t>
      </w:r>
      <w:r w:rsidRPr="0086154B">
        <w:t>ITIN</w:t>
      </w:r>
      <w:r w:rsidRPr="0086154B">
        <w:rPr>
          <w:spacing w:val="-7"/>
        </w:rPr>
        <w:t xml:space="preserve"> </w:t>
      </w:r>
      <w:r w:rsidRPr="0086154B">
        <w:t>for</w:t>
      </w:r>
      <w:r w:rsidRPr="0086154B">
        <w:rPr>
          <w:spacing w:val="-6"/>
        </w:rPr>
        <w:t xml:space="preserve"> </w:t>
      </w:r>
      <w:r w:rsidRPr="0086154B">
        <w:t>a</w:t>
      </w:r>
      <w:r w:rsidRPr="0086154B">
        <w:rPr>
          <w:spacing w:val="-7"/>
        </w:rPr>
        <w:t xml:space="preserve"> </w:t>
      </w:r>
      <w:r w:rsidRPr="0086154B">
        <w:t>nonresident</w:t>
      </w:r>
      <w:r w:rsidRPr="0086154B">
        <w:rPr>
          <w:spacing w:val="-5"/>
        </w:rPr>
        <w:t xml:space="preserve"> </w:t>
      </w:r>
      <w:r w:rsidRPr="0086154B">
        <w:t>alien</w:t>
      </w:r>
      <w:r w:rsidRPr="0086154B">
        <w:rPr>
          <w:spacing w:val="-47"/>
        </w:rPr>
        <w:t xml:space="preserve"> </w:t>
      </w:r>
      <w:bookmarkStart w:id="6" w:name="Giving_Form_8233_to_the_Withholding_Agen"/>
      <w:bookmarkEnd w:id="6"/>
      <w:r w:rsidRPr="0086154B">
        <w:t>used on a prior year income tax return</w:t>
      </w:r>
      <w:r w:rsidRPr="0086154B">
        <w:rPr>
          <w:spacing w:val="1"/>
        </w:rPr>
        <w:t xml:space="preserve"> </w:t>
      </w:r>
      <w:r w:rsidRPr="0086154B">
        <w:t>may require renewal. For more</w:t>
      </w:r>
      <w:r w:rsidRPr="0086154B">
        <w:rPr>
          <w:spacing w:val="1"/>
        </w:rPr>
        <w:t xml:space="preserve"> </w:t>
      </w:r>
      <w:r w:rsidRPr="0086154B">
        <w:t>information,</w:t>
      </w:r>
      <w:r w:rsidRPr="0086154B">
        <w:rPr>
          <w:spacing w:val="-10"/>
        </w:rPr>
        <w:t xml:space="preserve"> </w:t>
      </w:r>
      <w:r w:rsidRPr="0086154B">
        <w:t>see</w:t>
      </w:r>
      <w:r w:rsidRPr="0086154B">
        <w:rPr>
          <w:spacing w:val="-8"/>
        </w:rPr>
        <w:t xml:space="preserve"> </w:t>
      </w:r>
      <w:hyperlink w:anchor="_bookmark7" w:history="1">
        <w:r w:rsidRPr="0086154B">
          <w:rPr>
            <w:rFonts w:ascii="Arial"/>
            <w:i/>
            <w:u w:val="single" w:color="0055A1"/>
          </w:rPr>
          <w:t>Expired</w:t>
        </w:r>
        <w:r w:rsidRPr="0086154B">
          <w:rPr>
            <w:rFonts w:ascii="Arial"/>
            <w:i/>
            <w:spacing w:val="-9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ITIN</w:t>
        </w:r>
      </w:hyperlink>
      <w:r w:rsidRPr="0086154B">
        <w:t>,</w:t>
      </w:r>
      <w:r w:rsidRPr="0086154B">
        <w:rPr>
          <w:spacing w:val="-9"/>
        </w:rPr>
        <w:t xml:space="preserve"> </w:t>
      </w:r>
      <w:r w:rsidRPr="0086154B">
        <w:t>later.</w:t>
      </w:r>
    </w:p>
    <w:p w14:paraId="674B3AAC" w14:textId="77777777" w:rsidR="0086154B" w:rsidRPr="0086154B" w:rsidRDefault="0086154B" w:rsidP="00B84033">
      <w:pPr>
        <w:pStyle w:val="Heading2"/>
      </w:pPr>
      <w:bookmarkStart w:id="7" w:name="Purpose_of_Form"/>
      <w:bookmarkEnd w:id="7"/>
      <w:r w:rsidRPr="0086154B">
        <w:t>Purpose</w:t>
      </w:r>
      <w:r w:rsidRPr="0086154B">
        <w:rPr>
          <w:spacing w:val="1"/>
        </w:rPr>
        <w:t xml:space="preserve"> </w:t>
      </w:r>
      <w:r w:rsidRPr="0086154B">
        <w:t>of</w:t>
      </w:r>
      <w:r w:rsidRPr="0086154B">
        <w:rPr>
          <w:spacing w:val="2"/>
        </w:rPr>
        <w:t xml:space="preserve"> </w:t>
      </w:r>
      <w:r w:rsidRPr="0086154B">
        <w:t>Form</w:t>
      </w:r>
    </w:p>
    <w:p w14:paraId="3CA5D24E" w14:textId="36B3F54B" w:rsidR="0086154B" w:rsidRPr="0086154B" w:rsidRDefault="0086154B" w:rsidP="00B84033">
      <w:pPr>
        <w:pStyle w:val="Body"/>
      </w:pPr>
      <w:r w:rsidRPr="0086154B">
        <w:t>In general, section 1441 requires 30%</w:t>
      </w:r>
      <w:r w:rsidRPr="0086154B">
        <w:rPr>
          <w:spacing w:val="1"/>
        </w:rPr>
        <w:t xml:space="preserve"> </w:t>
      </w:r>
      <w:r w:rsidRPr="0086154B">
        <w:t xml:space="preserve">income tax withholding on </w:t>
      </w:r>
      <w:hyperlink w:anchor="_bookmark3" w:history="1">
        <w:r w:rsidRPr="0086154B">
          <w:rPr>
            <w:u w:val="single" w:color="0055A1"/>
          </w:rPr>
          <w:t>compensation</w:t>
        </w:r>
      </w:hyperlink>
      <w:r w:rsidRPr="0086154B">
        <w:rPr>
          <w:spacing w:val="-47"/>
        </w:rPr>
        <w:t xml:space="preserve"> </w:t>
      </w:r>
      <w:hyperlink w:anchor="_bookmark3" w:history="1">
        <w:r w:rsidRPr="0086154B">
          <w:rPr>
            <w:u w:val="single" w:color="0055A1"/>
          </w:rPr>
          <w:t>for independent personal services</w:t>
        </w:r>
      </w:hyperlink>
      <w:r w:rsidRPr="0086154B">
        <w:rPr>
          <w:spacing w:val="1"/>
        </w:rPr>
        <w:t xml:space="preserve"> </w:t>
      </w:r>
      <w:r w:rsidRPr="0086154B">
        <w:t>(defined later). Sections 1441, 3401, and</w:t>
      </w:r>
      <w:r w:rsidRPr="0086154B">
        <w:rPr>
          <w:spacing w:val="-47"/>
        </w:rPr>
        <w:t xml:space="preserve"> </w:t>
      </w:r>
      <w:r w:rsidRPr="0086154B">
        <w:t>3402 require withholding, sometimes at</w:t>
      </w:r>
      <w:r w:rsidRPr="0086154B">
        <w:rPr>
          <w:spacing w:val="1"/>
        </w:rPr>
        <w:t xml:space="preserve"> </w:t>
      </w:r>
      <w:bookmarkStart w:id="8" w:name="_bookmark0"/>
      <w:bookmarkEnd w:id="8"/>
      <w:r w:rsidRPr="0086154B">
        <w:t>30% and sometimes at graduated rates,</w:t>
      </w:r>
      <w:r w:rsidRPr="0086154B">
        <w:rPr>
          <w:spacing w:val="1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hyperlink w:anchor="_bookmark4" w:history="1">
        <w:r w:rsidRPr="0086154B">
          <w:rPr>
            <w:u w:val="single" w:color="0055A1"/>
          </w:rPr>
          <w:t>compensation</w:t>
        </w:r>
        <w:r w:rsidRPr="0086154B">
          <w:rPr>
            <w:spacing w:val="-8"/>
            <w:u w:val="single" w:color="0055A1"/>
          </w:rPr>
          <w:t xml:space="preserve"> </w:t>
        </w:r>
        <w:r w:rsidRPr="0086154B">
          <w:rPr>
            <w:u w:val="single" w:color="0055A1"/>
          </w:rPr>
          <w:t>for</w:t>
        </w:r>
        <w:r w:rsidRPr="0086154B">
          <w:rPr>
            <w:spacing w:val="-9"/>
            <w:u w:val="single" w:color="0055A1"/>
          </w:rPr>
          <w:t xml:space="preserve"> </w:t>
        </w:r>
        <w:r w:rsidRPr="0086154B">
          <w:rPr>
            <w:u w:val="single" w:color="0055A1"/>
          </w:rPr>
          <w:t>dependent</w:t>
        </w:r>
        <w:r w:rsidRPr="0086154B">
          <w:rPr>
            <w:spacing w:val="-10"/>
            <w:u w:val="single" w:color="0055A1"/>
          </w:rPr>
          <w:t xml:space="preserve"> </w:t>
        </w:r>
        <w:r w:rsidRPr="0086154B">
          <w:rPr>
            <w:u w:val="single" w:color="0055A1"/>
          </w:rPr>
          <w:t>persona</w:t>
        </w:r>
        <w:r w:rsidRPr="0086154B">
          <w:t>l</w:t>
        </w:r>
      </w:hyperlink>
      <w:r w:rsidRPr="0086154B">
        <w:rPr>
          <w:spacing w:val="-47"/>
        </w:rPr>
        <w:t xml:space="preserve"> </w:t>
      </w:r>
      <w:hyperlink w:anchor="_bookmark4" w:history="1">
        <w:r w:rsidRPr="0086154B">
          <w:rPr>
            <w:u w:val="single" w:color="0055A1"/>
          </w:rPr>
          <w:t>services</w:t>
        </w:r>
        <w:r w:rsidRPr="0086154B">
          <w:t xml:space="preserve"> </w:t>
        </w:r>
      </w:hyperlink>
      <w:r w:rsidRPr="0086154B">
        <w:t>(defined later). However, some</w:t>
      </w:r>
      <w:r w:rsidRPr="0086154B">
        <w:rPr>
          <w:spacing w:val="1"/>
        </w:rPr>
        <w:t xml:space="preserve"> </w:t>
      </w:r>
      <w:r w:rsidRPr="0086154B">
        <w:t>payments may be exempt from</w:t>
      </w:r>
      <w:r w:rsidRPr="0086154B">
        <w:rPr>
          <w:spacing w:val="1"/>
        </w:rPr>
        <w:t xml:space="preserve"> </w:t>
      </w:r>
      <w:r w:rsidRPr="0086154B">
        <w:t>withholding</w:t>
      </w:r>
      <w:r w:rsidRPr="0086154B">
        <w:rPr>
          <w:spacing w:val="-9"/>
        </w:rPr>
        <w:t xml:space="preserve"> </w:t>
      </w:r>
      <w:r w:rsidRPr="0086154B">
        <w:t>because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8"/>
        </w:rPr>
        <w:t xml:space="preserve"> </w:t>
      </w:r>
      <w:r w:rsidRPr="0086154B">
        <w:t>treaty.</w:t>
      </w:r>
      <w:r w:rsidR="00B84033">
        <w:t xml:space="preserve"> </w:t>
      </w:r>
      <w:r w:rsidRPr="0086154B">
        <w:t>Complete</w:t>
      </w:r>
      <w:r w:rsidRPr="0086154B">
        <w:rPr>
          <w:spacing w:val="-11"/>
        </w:rPr>
        <w:t xml:space="preserve"> </w:t>
      </w:r>
      <w:r w:rsidRPr="0086154B">
        <w:t>and</w:t>
      </w:r>
      <w:r w:rsidRPr="0086154B">
        <w:rPr>
          <w:spacing w:val="-10"/>
        </w:rPr>
        <w:t xml:space="preserve"> </w:t>
      </w:r>
      <w:r w:rsidRPr="0086154B">
        <w:t>give</w:t>
      </w:r>
      <w:r w:rsidRPr="0086154B">
        <w:rPr>
          <w:spacing w:val="-11"/>
        </w:rPr>
        <w:t xml:space="preserve"> </w:t>
      </w:r>
      <w:r w:rsidRPr="0086154B">
        <w:t>Form</w:t>
      </w:r>
      <w:r w:rsidRPr="0086154B">
        <w:rPr>
          <w:spacing w:val="-9"/>
        </w:rPr>
        <w:t xml:space="preserve"> </w:t>
      </w:r>
      <w:r w:rsidRPr="0086154B">
        <w:t>8233</w:t>
      </w:r>
      <w:r w:rsidRPr="0086154B">
        <w:rPr>
          <w:spacing w:val="-11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lastRenderedPageBreak/>
        <w:t>your</w:t>
      </w:r>
      <w:r w:rsidR="00B84033">
        <w:t xml:space="preserve"> </w:t>
      </w:r>
      <w:r w:rsidRPr="0086154B">
        <w:t xml:space="preserve">withholding agent if some or </w:t>
      </w:r>
      <w:proofErr w:type="gramStart"/>
      <w:r w:rsidRPr="0086154B">
        <w:t>all of</w:t>
      </w:r>
      <w:proofErr w:type="gramEnd"/>
      <w:r w:rsidRPr="0086154B">
        <w:t xml:space="preserve"> your</w:t>
      </w:r>
      <w:r w:rsidRPr="0086154B">
        <w:rPr>
          <w:spacing w:val="1"/>
        </w:rPr>
        <w:t xml:space="preserve"> </w:t>
      </w:r>
      <w:r w:rsidRPr="0086154B">
        <w:t>compensation</w:t>
      </w:r>
      <w:r w:rsidRPr="0086154B">
        <w:rPr>
          <w:spacing w:val="-11"/>
        </w:rPr>
        <w:t xml:space="preserve"> </w:t>
      </w:r>
      <w:r w:rsidRPr="0086154B">
        <w:t>is</w:t>
      </w:r>
      <w:r w:rsidRPr="0086154B">
        <w:rPr>
          <w:spacing w:val="-11"/>
        </w:rPr>
        <w:t xml:space="preserve"> </w:t>
      </w:r>
      <w:r w:rsidRPr="0086154B">
        <w:t>exempt</w:t>
      </w:r>
      <w:r w:rsidRPr="0086154B">
        <w:rPr>
          <w:spacing w:val="-11"/>
        </w:rPr>
        <w:t xml:space="preserve"> </w:t>
      </w:r>
      <w:r w:rsidRPr="0086154B">
        <w:t>from</w:t>
      </w:r>
      <w:r w:rsidRPr="0086154B">
        <w:rPr>
          <w:spacing w:val="-11"/>
        </w:rPr>
        <w:t xml:space="preserve"> </w:t>
      </w:r>
      <w:r w:rsidRPr="0086154B">
        <w:t>withholding.</w:t>
      </w:r>
    </w:p>
    <w:p w14:paraId="4081D35A" w14:textId="77777777" w:rsidR="0086154B" w:rsidRPr="0086154B" w:rsidRDefault="0086154B" w:rsidP="00B84033">
      <w:pPr>
        <w:pStyle w:val="Body"/>
      </w:pPr>
      <w:r w:rsidRPr="0086154B">
        <w:t>You can use Form 8233 to claim a tax</w:t>
      </w:r>
      <w:r w:rsidRPr="0086154B">
        <w:rPr>
          <w:spacing w:val="1"/>
        </w:rPr>
        <w:t xml:space="preserve"> </w:t>
      </w:r>
      <w:r w:rsidRPr="0086154B">
        <w:t>treaty withholding exemption for</w:t>
      </w:r>
      <w:r w:rsidRPr="0086154B">
        <w:rPr>
          <w:spacing w:val="1"/>
        </w:rPr>
        <w:t xml:space="preserve"> </w:t>
      </w:r>
      <w:hyperlink w:anchor="_bookmark6" w:history="1">
        <w:proofErr w:type="spellStart"/>
        <w:r w:rsidRPr="0086154B">
          <w:rPr>
            <w:u w:val="single" w:color="0055A1"/>
          </w:rPr>
          <w:t>noncompensatory</w:t>
        </w:r>
        <w:proofErr w:type="spellEnd"/>
        <w:r w:rsidRPr="0086154B">
          <w:rPr>
            <w:u w:val="single" w:color="0055A1"/>
          </w:rPr>
          <w:t xml:space="preserve"> scholarship or</w:t>
        </w:r>
      </w:hyperlink>
      <w:r w:rsidRPr="0086154B">
        <w:rPr>
          <w:spacing w:val="1"/>
        </w:rPr>
        <w:t xml:space="preserve"> </w:t>
      </w:r>
      <w:hyperlink w:anchor="_bookmark6" w:history="1">
        <w:r w:rsidRPr="0086154B">
          <w:rPr>
            <w:u w:val="single" w:color="0055A1"/>
          </w:rPr>
          <w:t>fellowship income</w:t>
        </w:r>
        <w:r w:rsidRPr="0086154B">
          <w:t xml:space="preserve"> </w:t>
        </w:r>
      </w:hyperlink>
      <w:r w:rsidRPr="0086154B">
        <w:t>only if you are also</w:t>
      </w:r>
      <w:r w:rsidRPr="0086154B">
        <w:rPr>
          <w:spacing w:val="1"/>
        </w:rPr>
        <w:t xml:space="preserve"> </w:t>
      </w:r>
      <w:r w:rsidRPr="0086154B">
        <w:t>claiming a tax treaty withholding</w:t>
      </w:r>
      <w:r w:rsidRPr="0086154B">
        <w:rPr>
          <w:spacing w:val="1"/>
        </w:rPr>
        <w:t xml:space="preserve"> </w:t>
      </w:r>
      <w:r w:rsidRPr="0086154B">
        <w:t>exemption for compensation for personal</w:t>
      </w:r>
      <w:r w:rsidRPr="0086154B">
        <w:rPr>
          <w:spacing w:val="1"/>
        </w:rPr>
        <w:t xml:space="preserve"> </w:t>
      </w:r>
      <w:r w:rsidRPr="0086154B">
        <w:t>services (including compensatory</w:t>
      </w:r>
      <w:r w:rsidRPr="0086154B">
        <w:rPr>
          <w:spacing w:val="1"/>
        </w:rPr>
        <w:t xml:space="preserve"> </w:t>
      </w:r>
      <w:r w:rsidRPr="0086154B">
        <w:t>scholarship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8"/>
        </w:rPr>
        <w:t xml:space="preserve"> </w:t>
      </w:r>
      <w:r w:rsidRPr="0086154B">
        <w:t>fellowship</w:t>
      </w:r>
      <w:r w:rsidRPr="0086154B">
        <w:rPr>
          <w:spacing w:val="-9"/>
        </w:rPr>
        <w:t xml:space="preserve"> </w:t>
      </w:r>
      <w:r w:rsidRPr="0086154B">
        <w:t>income)</w:t>
      </w:r>
      <w:r w:rsidRPr="0086154B">
        <w:rPr>
          <w:spacing w:val="-8"/>
        </w:rPr>
        <w:t xml:space="preserve"> </w:t>
      </w:r>
      <w:r w:rsidRPr="0086154B">
        <w:t>received</w:t>
      </w:r>
      <w:r w:rsidRPr="0086154B">
        <w:rPr>
          <w:spacing w:val="-47"/>
        </w:rPr>
        <w:t xml:space="preserve"> </w:t>
      </w:r>
      <w:r w:rsidRPr="0086154B">
        <w:t>from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same</w:t>
      </w:r>
      <w:r w:rsidRPr="0086154B">
        <w:rPr>
          <w:spacing w:val="-8"/>
        </w:rPr>
        <w:t xml:space="preserve"> </w:t>
      </w:r>
      <w:r w:rsidRPr="0086154B">
        <w:t>withholding</w:t>
      </w:r>
      <w:r w:rsidRPr="0086154B">
        <w:rPr>
          <w:spacing w:val="-8"/>
        </w:rPr>
        <w:t xml:space="preserve"> </w:t>
      </w:r>
      <w:r w:rsidRPr="0086154B">
        <w:t>agent.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7"/>
        <w:gridCol w:w="6503"/>
      </w:tblGrid>
      <w:tr w:rsidR="00B84033" w:rsidRPr="0025535F" w14:paraId="2DD9B61D" w14:textId="77777777" w:rsidTr="008C15B3">
        <w:trPr>
          <w:trHeight w:val="2339"/>
        </w:trPr>
        <w:tc>
          <w:tcPr>
            <w:tcW w:w="2898" w:type="dxa"/>
          </w:tcPr>
          <w:p w14:paraId="1598B3E4" w14:textId="77777777" w:rsidR="00B84033" w:rsidRPr="00000312" w:rsidRDefault="00B84033" w:rsidP="008C15B3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42C3FBE" wp14:editId="00962143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1E39E382" w14:textId="26050311" w:rsidR="00B84033" w:rsidRPr="00B84033" w:rsidRDefault="00B84033" w:rsidP="00B84033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B84033">
              <w:rPr>
                <w:i/>
                <w:iCs/>
              </w:rPr>
              <w:t>If you have income from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  <w:spacing w:val="-1"/>
              </w:rPr>
              <w:t xml:space="preserve">independent </w:t>
            </w:r>
            <w:r w:rsidRPr="00B84033">
              <w:rPr>
                <w:i/>
                <w:iCs/>
              </w:rPr>
              <w:t>personal services,</w:t>
            </w:r>
            <w:r w:rsidRPr="00B84033">
              <w:rPr>
                <w:i/>
                <w:iCs/>
                <w:spacing w:val="-47"/>
              </w:rPr>
              <w:t xml:space="preserve"> </w:t>
            </w:r>
            <w:r w:rsidRPr="00B84033">
              <w:rPr>
                <w:i/>
                <w:iCs/>
              </w:rPr>
              <w:t>you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generally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cannot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claim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proofErr w:type="spellStart"/>
            <w:r w:rsidRPr="00B84033">
              <w:rPr>
                <w:i/>
                <w:iCs/>
              </w:rPr>
              <w:t>atreaty</w:t>
            </w:r>
            <w:proofErr w:type="spellEnd"/>
            <w:r w:rsidRPr="00B84033">
              <w:rPr>
                <w:i/>
                <w:iCs/>
              </w:rPr>
              <w:t xml:space="preserve"> exemption if you have an office or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fixed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base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in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the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United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States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available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to</w:t>
            </w:r>
            <w:r w:rsidRPr="00B84033">
              <w:rPr>
                <w:i/>
                <w:iCs/>
                <w:spacing w:val="-47"/>
              </w:rPr>
              <w:t xml:space="preserve"> </w:t>
            </w:r>
            <w:r w:rsidRPr="00B84033">
              <w:rPr>
                <w:i/>
                <w:iCs/>
              </w:rPr>
              <w:t>you, including if you are a partner in a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partnership that has an office or fixed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base. A few treaties include limited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exceptions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to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this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general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rule.</w:t>
            </w:r>
          </w:p>
        </w:tc>
      </w:tr>
    </w:tbl>
    <w:p w14:paraId="5F49163F" w14:textId="77777777" w:rsidR="0086154B" w:rsidRPr="00B84033" w:rsidRDefault="0086154B" w:rsidP="00B84033">
      <w:pPr>
        <w:pStyle w:val="Body"/>
      </w:pPr>
      <w:r w:rsidRPr="00B84033">
        <w:rPr>
          <w:b/>
          <w:bCs/>
        </w:rPr>
        <w:t>Additional information</w:t>
      </w:r>
      <w:r w:rsidRPr="00B84033">
        <w:t xml:space="preserve">. General information about tax treaties is available at </w:t>
      </w:r>
      <w:hyperlink r:id="rId12">
        <w:r w:rsidRPr="00B84033">
          <w:rPr>
            <w:rStyle w:val="Hyperlink"/>
          </w:rPr>
          <w:t>IRS.gov/Individuals/International-</w:t>
        </w:r>
      </w:hyperlink>
      <w:r w:rsidRPr="00B84033">
        <w:t xml:space="preserve"> </w:t>
      </w:r>
      <w:hyperlink r:id="rId13">
        <w:r w:rsidRPr="00B84033">
          <w:rPr>
            <w:rStyle w:val="Hyperlink"/>
          </w:rPr>
          <w:t>Taxpayers/Tax-Treaties</w:t>
        </w:r>
      </w:hyperlink>
      <w:r w:rsidRPr="00B84033">
        <w:t>. Also, see Pub. 901 for a quick reference guide to the provisions of U.S. tax treaties.</w:t>
      </w:r>
    </w:p>
    <w:p w14:paraId="748F8EB1" w14:textId="7261B33B" w:rsidR="0086154B" w:rsidRPr="00B84033" w:rsidRDefault="0086154B" w:rsidP="00B84033">
      <w:pPr>
        <w:pStyle w:val="Body"/>
      </w:pPr>
      <w:r w:rsidRPr="00B84033">
        <w:t xml:space="preserve">You can download the complete text of most U.S. tax treaties at </w:t>
      </w:r>
      <w:hyperlink r:id="rId14">
        <w:r w:rsidRPr="00B84033">
          <w:rPr>
            <w:rStyle w:val="Hyperlink"/>
          </w:rPr>
          <w:t>IRS.gov/</w:t>
        </w:r>
      </w:hyperlink>
      <w:r w:rsidRPr="00B84033">
        <w:t xml:space="preserve"> </w:t>
      </w:r>
      <w:hyperlink r:id="rId15">
        <w:r w:rsidRPr="00B84033">
          <w:rPr>
            <w:rStyle w:val="Hyperlink"/>
          </w:rPr>
          <w:t>Businesses/International-Businesses/</w:t>
        </w:r>
      </w:hyperlink>
      <w:r w:rsidRPr="00B84033">
        <w:t xml:space="preserve"> </w:t>
      </w:r>
      <w:hyperlink r:id="rId16">
        <w:r w:rsidRPr="00B84033">
          <w:rPr>
            <w:rStyle w:val="Hyperlink"/>
          </w:rPr>
          <w:t>United-States-Income-Tax-Treaties-A-to-</w:t>
        </w:r>
      </w:hyperlink>
      <w:hyperlink r:id="rId17">
        <w:r w:rsidRPr="00B84033">
          <w:rPr>
            <w:rStyle w:val="Hyperlink"/>
          </w:rPr>
          <w:t>Z</w:t>
        </w:r>
      </w:hyperlink>
      <w:r w:rsidRPr="00B84033">
        <w:t>. Technical explanations for many of those treaties are also available on that site.</w:t>
      </w:r>
    </w:p>
    <w:p w14:paraId="42620EF1" w14:textId="77777777" w:rsidR="0086154B" w:rsidRPr="00B84033" w:rsidRDefault="0086154B" w:rsidP="00B84033">
      <w:pPr>
        <w:pStyle w:val="Body"/>
      </w:pPr>
      <w:r w:rsidRPr="00B84033">
        <w:t xml:space="preserve">You can get any of the forms or publications referred to in these instructions by downloading them from </w:t>
      </w:r>
      <w:hyperlink r:id="rId18">
        <w:r w:rsidRPr="00B84033">
          <w:rPr>
            <w:rStyle w:val="Hyperlink"/>
          </w:rPr>
          <w:t xml:space="preserve">IRS.gov/Forms </w:t>
        </w:r>
      </w:hyperlink>
      <w:r w:rsidRPr="00B84033">
        <w:t xml:space="preserve">or ordering them from </w:t>
      </w:r>
      <w:hyperlink r:id="rId19">
        <w:r w:rsidRPr="00B84033">
          <w:rPr>
            <w:rStyle w:val="Hyperlink"/>
          </w:rPr>
          <w:t>IRS.gov/</w:t>
        </w:r>
        <w:proofErr w:type="spellStart"/>
        <w:r w:rsidRPr="00B84033">
          <w:rPr>
            <w:rStyle w:val="Hyperlink"/>
          </w:rPr>
          <w:t>OrderForms</w:t>
        </w:r>
        <w:proofErr w:type="spellEnd"/>
      </w:hyperlink>
      <w:r w:rsidRPr="00B84033">
        <w:t>.</w:t>
      </w:r>
    </w:p>
    <w:p w14:paraId="46E40A18" w14:textId="77777777" w:rsidR="0086154B" w:rsidRPr="0086154B" w:rsidRDefault="0086154B" w:rsidP="00B84033">
      <w:pPr>
        <w:pStyle w:val="Heading2"/>
      </w:pPr>
      <w:r w:rsidRPr="0086154B">
        <w:t>Giving</w:t>
      </w:r>
      <w:r w:rsidRPr="0086154B">
        <w:rPr>
          <w:spacing w:val="2"/>
        </w:rPr>
        <w:t xml:space="preserve"> </w:t>
      </w:r>
      <w:r w:rsidRPr="0086154B">
        <w:t>Form</w:t>
      </w:r>
      <w:r w:rsidRPr="0086154B">
        <w:rPr>
          <w:spacing w:val="2"/>
        </w:rPr>
        <w:t xml:space="preserve"> </w:t>
      </w:r>
      <w:r w:rsidRPr="0086154B">
        <w:t>8233</w:t>
      </w:r>
      <w:r w:rsidRPr="0086154B">
        <w:rPr>
          <w:spacing w:val="2"/>
        </w:rPr>
        <w:t xml:space="preserve"> </w:t>
      </w:r>
      <w:r w:rsidRPr="0086154B">
        <w:t>to</w:t>
      </w:r>
      <w:r w:rsidRPr="0086154B">
        <w:rPr>
          <w:spacing w:val="2"/>
        </w:rPr>
        <w:t xml:space="preserve"> </w:t>
      </w:r>
      <w:r w:rsidRPr="0086154B">
        <w:t>the</w:t>
      </w:r>
      <w:r w:rsidRPr="0086154B">
        <w:rPr>
          <w:spacing w:val="-69"/>
        </w:rPr>
        <w:t xml:space="preserve"> </w:t>
      </w:r>
      <w:r w:rsidRPr="0086154B">
        <w:t>Withholding</w:t>
      </w:r>
      <w:r w:rsidRPr="0086154B">
        <w:rPr>
          <w:spacing w:val="-3"/>
        </w:rPr>
        <w:t xml:space="preserve"> </w:t>
      </w:r>
      <w:r w:rsidRPr="0086154B">
        <w:t>Agent</w:t>
      </w:r>
    </w:p>
    <w:p w14:paraId="35640CB1" w14:textId="77777777" w:rsidR="0086154B" w:rsidRPr="0086154B" w:rsidRDefault="0086154B" w:rsidP="00B84033">
      <w:pPr>
        <w:pStyle w:val="Body"/>
      </w:pPr>
      <w:r w:rsidRPr="0086154B">
        <w:t>You</w:t>
      </w:r>
      <w:r w:rsidRPr="0086154B">
        <w:rPr>
          <w:spacing w:val="-10"/>
        </w:rPr>
        <w:t xml:space="preserve"> </w:t>
      </w:r>
      <w:r w:rsidRPr="0086154B">
        <w:t>must</w:t>
      </w:r>
      <w:r w:rsidRPr="0086154B">
        <w:rPr>
          <w:spacing w:val="-10"/>
        </w:rPr>
        <w:t xml:space="preserve"> </w:t>
      </w:r>
      <w:r w:rsidRPr="0086154B">
        <w:t>complete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separate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47"/>
        </w:rPr>
        <w:t xml:space="preserve"> </w:t>
      </w:r>
      <w:r w:rsidRPr="0086154B">
        <w:t>8233:</w:t>
      </w:r>
    </w:p>
    <w:p w14:paraId="5A47B133" w14:textId="77777777" w:rsidR="0086154B" w:rsidRPr="0086154B" w:rsidRDefault="0086154B" w:rsidP="00B84033">
      <w:pPr>
        <w:pStyle w:val="Bullets"/>
        <w:ind w:left="1440" w:hanging="1080"/>
      </w:pPr>
      <w:r w:rsidRPr="0086154B">
        <w:rPr>
          <w:position w:val="1"/>
        </w:rPr>
        <w:t>For each tax year (be sure to specify</w:t>
      </w:r>
      <w:r w:rsidRPr="0086154B">
        <w:rPr>
          <w:spacing w:val="1"/>
          <w:position w:val="1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9"/>
        </w:rPr>
        <w:t xml:space="preserve"> </w:t>
      </w:r>
      <w:r w:rsidRPr="0086154B">
        <w:t>year</w:t>
      </w:r>
      <w:r w:rsidRPr="0086154B">
        <w:rPr>
          <w:spacing w:val="-8"/>
        </w:rPr>
        <w:t xml:space="preserve"> </w:t>
      </w:r>
      <w:r w:rsidRPr="0086154B">
        <w:t>in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space</w:t>
      </w:r>
      <w:r w:rsidRPr="0086154B">
        <w:rPr>
          <w:spacing w:val="-9"/>
        </w:rPr>
        <w:t xml:space="preserve"> </w:t>
      </w:r>
      <w:r w:rsidRPr="0086154B">
        <w:t>provided</w:t>
      </w:r>
      <w:r w:rsidRPr="0086154B">
        <w:rPr>
          <w:spacing w:val="-8"/>
        </w:rPr>
        <w:t xml:space="preserve"> </w:t>
      </w:r>
      <w:r w:rsidRPr="0086154B">
        <w:t>above</w:t>
      </w:r>
      <w:r w:rsidRPr="0086154B">
        <w:rPr>
          <w:spacing w:val="-47"/>
        </w:rPr>
        <w:t xml:space="preserve"> </w:t>
      </w:r>
      <w:r w:rsidRPr="0086154B">
        <w:t>Part</w:t>
      </w:r>
      <w:r w:rsidRPr="0086154B">
        <w:rPr>
          <w:spacing w:val="-8"/>
        </w:rPr>
        <w:t xml:space="preserve"> </w:t>
      </w:r>
      <w:r w:rsidRPr="0086154B">
        <w:t>I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7"/>
        </w:rPr>
        <w:t xml:space="preserve"> </w:t>
      </w:r>
      <w:r w:rsidRPr="0086154B">
        <w:t>form),</w:t>
      </w:r>
    </w:p>
    <w:p w14:paraId="0B65D5A3" w14:textId="77777777" w:rsidR="0086154B" w:rsidRPr="0086154B" w:rsidRDefault="0086154B" w:rsidP="00B84033">
      <w:pPr>
        <w:pStyle w:val="Bullets"/>
        <w:ind w:left="1440" w:hanging="1080"/>
      </w:pPr>
      <w:r w:rsidRPr="0086154B">
        <w:rPr>
          <w:position w:val="1"/>
        </w:rPr>
        <w:t>For</w:t>
      </w:r>
      <w:r w:rsidRPr="0086154B">
        <w:rPr>
          <w:spacing w:val="-11"/>
          <w:position w:val="1"/>
        </w:rPr>
        <w:t xml:space="preserve"> </w:t>
      </w:r>
      <w:r w:rsidRPr="0086154B">
        <w:rPr>
          <w:position w:val="1"/>
        </w:rPr>
        <w:t>each</w:t>
      </w:r>
      <w:r w:rsidRPr="0086154B">
        <w:rPr>
          <w:spacing w:val="-12"/>
          <w:position w:val="1"/>
        </w:rPr>
        <w:t xml:space="preserve"> </w:t>
      </w:r>
      <w:r w:rsidRPr="0086154B">
        <w:rPr>
          <w:position w:val="1"/>
        </w:rPr>
        <w:t>withholding</w:t>
      </w:r>
      <w:r w:rsidRPr="0086154B">
        <w:rPr>
          <w:spacing w:val="-12"/>
          <w:position w:val="1"/>
        </w:rPr>
        <w:t xml:space="preserve"> </w:t>
      </w:r>
      <w:r w:rsidRPr="0086154B">
        <w:rPr>
          <w:position w:val="1"/>
        </w:rPr>
        <w:t>agent,</w:t>
      </w:r>
      <w:r w:rsidRPr="0086154B">
        <w:rPr>
          <w:spacing w:val="-11"/>
          <w:position w:val="1"/>
        </w:rPr>
        <w:t xml:space="preserve"> </w:t>
      </w:r>
      <w:r w:rsidRPr="0086154B">
        <w:rPr>
          <w:position w:val="1"/>
        </w:rPr>
        <w:t>and</w:t>
      </w:r>
    </w:p>
    <w:p w14:paraId="5CC1751A" w14:textId="77777777" w:rsidR="0086154B" w:rsidRPr="0086154B" w:rsidRDefault="0086154B" w:rsidP="00B84033">
      <w:pPr>
        <w:pStyle w:val="Bullets"/>
        <w:ind w:left="1440" w:hanging="1080"/>
      </w:pPr>
      <w:r w:rsidRPr="0086154B">
        <w:rPr>
          <w:position w:val="1"/>
        </w:rPr>
        <w:t>For</w:t>
      </w:r>
      <w:r w:rsidRPr="0086154B">
        <w:rPr>
          <w:spacing w:val="-9"/>
          <w:position w:val="1"/>
        </w:rPr>
        <w:t xml:space="preserve"> </w:t>
      </w:r>
      <w:r w:rsidRPr="0086154B">
        <w:rPr>
          <w:position w:val="1"/>
        </w:rPr>
        <w:t>each</w:t>
      </w:r>
      <w:r w:rsidRPr="0086154B">
        <w:rPr>
          <w:spacing w:val="-9"/>
          <w:position w:val="1"/>
        </w:rPr>
        <w:t xml:space="preserve"> </w:t>
      </w:r>
      <w:r w:rsidRPr="0086154B">
        <w:rPr>
          <w:position w:val="1"/>
        </w:rPr>
        <w:t>type</w:t>
      </w:r>
      <w:r w:rsidRPr="0086154B">
        <w:rPr>
          <w:spacing w:val="-10"/>
          <w:position w:val="1"/>
        </w:rPr>
        <w:t xml:space="preserve"> </w:t>
      </w:r>
      <w:r w:rsidRPr="0086154B">
        <w:rPr>
          <w:position w:val="1"/>
        </w:rPr>
        <w:t>of</w:t>
      </w:r>
      <w:r w:rsidRPr="0086154B">
        <w:rPr>
          <w:spacing w:val="-9"/>
          <w:position w:val="1"/>
        </w:rPr>
        <w:t xml:space="preserve"> </w:t>
      </w:r>
      <w:r w:rsidRPr="0086154B">
        <w:rPr>
          <w:position w:val="1"/>
        </w:rPr>
        <w:t>income.</w:t>
      </w:r>
    </w:p>
    <w:p w14:paraId="605C9037" w14:textId="006EC313" w:rsidR="0086154B" w:rsidRPr="0086154B" w:rsidRDefault="0086154B" w:rsidP="00B84033">
      <w:pPr>
        <w:pStyle w:val="Body"/>
      </w:pPr>
      <w:r w:rsidRPr="0086154B">
        <w:lastRenderedPageBreak/>
        <w:t>However, you can use one Form 8233</w:t>
      </w:r>
      <w:r w:rsidRPr="0086154B">
        <w:rPr>
          <w:spacing w:val="1"/>
        </w:rPr>
        <w:t xml:space="preserve"> </w:t>
      </w:r>
      <w:r w:rsidRPr="0086154B">
        <w:t>to</w:t>
      </w:r>
      <w:r w:rsidRPr="0086154B">
        <w:rPr>
          <w:spacing w:val="-11"/>
        </w:rPr>
        <w:t xml:space="preserve"> </w:t>
      </w:r>
      <w:r w:rsidRPr="0086154B">
        <w:t>claim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1"/>
        </w:rPr>
        <w:t xml:space="preserve"> </w:t>
      </w:r>
      <w:r w:rsidRPr="0086154B">
        <w:t>tax</w:t>
      </w:r>
      <w:r w:rsidRPr="0086154B">
        <w:rPr>
          <w:spacing w:val="-11"/>
        </w:rPr>
        <w:t xml:space="preserve"> </w:t>
      </w:r>
      <w:r w:rsidRPr="0086154B">
        <w:t>treaty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11"/>
        </w:rPr>
        <w:t xml:space="preserve"> </w:t>
      </w:r>
      <w:r w:rsidRPr="0086154B">
        <w:t>exemption</w:t>
      </w:r>
      <w:r w:rsidRPr="0086154B">
        <w:rPr>
          <w:spacing w:val="-47"/>
        </w:rPr>
        <w:t xml:space="preserve"> </w:t>
      </w:r>
      <w:r w:rsidRPr="0086154B">
        <w:t>for both compensation for personal</w:t>
      </w:r>
      <w:r w:rsidRPr="0086154B">
        <w:rPr>
          <w:spacing w:val="1"/>
        </w:rPr>
        <w:t xml:space="preserve"> </w:t>
      </w:r>
      <w:r w:rsidRPr="0086154B">
        <w:t>services (including compensatory</w:t>
      </w:r>
      <w:r w:rsidRPr="0086154B">
        <w:rPr>
          <w:spacing w:val="1"/>
        </w:rPr>
        <w:t xml:space="preserve"> </w:t>
      </w:r>
      <w:r w:rsidRPr="0086154B">
        <w:t>scholarship or fellowship income) and</w:t>
      </w:r>
      <w:r w:rsidRPr="0086154B">
        <w:rPr>
          <w:spacing w:val="1"/>
        </w:rPr>
        <w:t xml:space="preserve"> </w:t>
      </w:r>
      <w:proofErr w:type="spellStart"/>
      <w:r w:rsidRPr="0086154B">
        <w:t>noncompensatory</w:t>
      </w:r>
      <w:proofErr w:type="spellEnd"/>
      <w:r w:rsidRPr="0086154B">
        <w:rPr>
          <w:spacing w:val="-7"/>
        </w:rPr>
        <w:t xml:space="preserve"> </w:t>
      </w:r>
      <w:r w:rsidRPr="0086154B">
        <w:t>scholarship</w:t>
      </w:r>
      <w:r w:rsidRPr="0086154B">
        <w:rPr>
          <w:spacing w:val="-7"/>
        </w:rPr>
        <w:t xml:space="preserve"> </w:t>
      </w:r>
      <w:r w:rsidRPr="0086154B">
        <w:t>or</w:t>
      </w:r>
      <w:r w:rsidR="00B84033">
        <w:t xml:space="preserve"> </w:t>
      </w:r>
      <w:r w:rsidRPr="0086154B">
        <w:t>fellowship</w:t>
      </w:r>
      <w:r w:rsidRPr="0086154B">
        <w:rPr>
          <w:spacing w:val="-9"/>
        </w:rPr>
        <w:t xml:space="preserve"> </w:t>
      </w:r>
      <w:r w:rsidRPr="0086154B">
        <w:t>income</w:t>
      </w:r>
      <w:r w:rsidRPr="0086154B">
        <w:rPr>
          <w:spacing w:val="-8"/>
        </w:rPr>
        <w:t xml:space="preserve"> </w:t>
      </w:r>
      <w:r w:rsidRPr="0086154B">
        <w:t>received</w:t>
      </w:r>
      <w:r w:rsidRPr="0086154B">
        <w:rPr>
          <w:spacing w:val="-8"/>
        </w:rPr>
        <w:t xml:space="preserve"> </w:t>
      </w:r>
      <w:r w:rsidRPr="0086154B">
        <w:t>from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same</w:t>
      </w:r>
      <w:r w:rsidRPr="0086154B">
        <w:rPr>
          <w:spacing w:val="-47"/>
        </w:rPr>
        <w:t xml:space="preserve"> </w:t>
      </w:r>
      <w:r w:rsidRPr="0086154B">
        <w:t>withholding</w:t>
      </w:r>
      <w:r w:rsidRPr="0086154B">
        <w:rPr>
          <w:spacing w:val="-8"/>
        </w:rPr>
        <w:t xml:space="preserve"> </w:t>
      </w:r>
      <w:r w:rsidRPr="0086154B">
        <w:t>agent.</w:t>
      </w:r>
    </w:p>
    <w:p w14:paraId="5A1569FE" w14:textId="77777777" w:rsidR="0086154B" w:rsidRPr="0086154B" w:rsidRDefault="0086154B" w:rsidP="00B84033">
      <w:pPr>
        <w:pStyle w:val="Body"/>
      </w:pPr>
      <w:r w:rsidRPr="0086154B">
        <w:t>Give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form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11"/>
        </w:rPr>
        <w:t xml:space="preserve"> </w:t>
      </w:r>
      <w:r w:rsidRPr="0086154B">
        <w:t>agent.</w:t>
      </w:r>
      <w:r w:rsidRPr="0086154B">
        <w:rPr>
          <w:spacing w:val="-47"/>
        </w:rPr>
        <w:t xml:space="preserve"> </w:t>
      </w:r>
      <w:r w:rsidRPr="0086154B">
        <w:t>The withholding agent's responsibilities</w:t>
      </w:r>
      <w:r w:rsidRPr="0086154B">
        <w:rPr>
          <w:spacing w:val="1"/>
        </w:rPr>
        <w:t xml:space="preserve"> </w:t>
      </w:r>
      <w:r w:rsidRPr="0086154B">
        <w:t>are</w:t>
      </w:r>
      <w:r w:rsidRPr="0086154B">
        <w:rPr>
          <w:spacing w:val="-11"/>
        </w:rPr>
        <w:t xml:space="preserve"> </w:t>
      </w:r>
      <w:r w:rsidRPr="0086154B">
        <w:t>discussed</w:t>
      </w:r>
      <w:r w:rsidRPr="0086154B">
        <w:rPr>
          <w:spacing w:val="-11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Part</w:t>
      </w:r>
      <w:r w:rsidRPr="0086154B">
        <w:rPr>
          <w:spacing w:val="-11"/>
        </w:rPr>
        <w:t xml:space="preserve"> </w:t>
      </w:r>
      <w:r w:rsidRPr="0086154B">
        <w:t>IV</w:t>
      </w:r>
      <w:r w:rsidRPr="0086154B">
        <w:rPr>
          <w:spacing w:val="-10"/>
        </w:rPr>
        <w:t xml:space="preserve"> </w:t>
      </w:r>
      <w:r w:rsidRPr="0086154B">
        <w:t>instructions.</w:t>
      </w:r>
    </w:p>
    <w:p w14:paraId="02901137" w14:textId="77777777" w:rsidR="0086154B" w:rsidRPr="0086154B" w:rsidRDefault="0086154B" w:rsidP="00B84033">
      <w:pPr>
        <w:pStyle w:val="Body"/>
      </w:pPr>
      <w:r w:rsidRPr="0086154B">
        <w:rPr>
          <w:rFonts w:ascii="Arial"/>
          <w:b/>
          <w:i/>
        </w:rPr>
        <w:t>Example.</w:t>
      </w:r>
      <w:r w:rsidRPr="0086154B">
        <w:rPr>
          <w:rFonts w:ascii="Arial"/>
          <w:b/>
          <w:i/>
          <w:spacing w:val="1"/>
        </w:rPr>
        <w:t xml:space="preserve"> </w:t>
      </w:r>
      <w:r w:rsidRPr="0086154B">
        <w:t>A nonresident alien is</w:t>
      </w:r>
      <w:r w:rsidRPr="0086154B">
        <w:rPr>
          <w:spacing w:val="1"/>
        </w:rPr>
        <w:t xml:space="preserve"> </w:t>
      </w:r>
      <w:r w:rsidRPr="0086154B">
        <w:t>primarily present in the United States as a</w:t>
      </w:r>
      <w:r w:rsidRPr="0086154B">
        <w:rPr>
          <w:spacing w:val="-47"/>
        </w:rPr>
        <w:t xml:space="preserve"> </w:t>
      </w:r>
      <w:proofErr w:type="gramStart"/>
      <w:r w:rsidRPr="0086154B">
        <w:t>professor, but</w:t>
      </w:r>
      <w:proofErr w:type="gramEnd"/>
      <w:r w:rsidRPr="0086154B">
        <w:t xml:space="preserve"> is also occasionally invited</w:t>
      </w:r>
      <w:r w:rsidRPr="0086154B">
        <w:rPr>
          <w:spacing w:val="1"/>
        </w:rPr>
        <w:t xml:space="preserve"> </w:t>
      </w:r>
      <w:r w:rsidRPr="0086154B">
        <w:rPr>
          <w:spacing w:val="-1"/>
        </w:rPr>
        <w:t xml:space="preserve">to lecture at </w:t>
      </w:r>
      <w:r w:rsidRPr="0086154B">
        <w:t>other educational institutions.</w:t>
      </w:r>
      <w:r w:rsidRPr="0086154B">
        <w:rPr>
          <w:spacing w:val="-47"/>
        </w:rPr>
        <w:t xml:space="preserve"> </w:t>
      </w:r>
      <w:r w:rsidRPr="0086154B">
        <w:t>These lectures are not connected with his</w:t>
      </w:r>
      <w:r w:rsidRPr="0086154B">
        <w:rPr>
          <w:spacing w:val="-47"/>
        </w:rPr>
        <w:t xml:space="preserve"> </w:t>
      </w:r>
      <w:r w:rsidRPr="0086154B">
        <w:t xml:space="preserve">teaching obligations but are </w:t>
      </w:r>
      <w:proofErr w:type="gramStart"/>
      <w:r w:rsidRPr="0086154B">
        <w:t>in the nature</w:t>
      </w:r>
      <w:r w:rsidRPr="0086154B">
        <w:rPr>
          <w:spacing w:val="1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self-employment</w:t>
      </w:r>
      <w:proofErr w:type="gramEnd"/>
      <w:r w:rsidRPr="0086154B">
        <w:t>.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each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year,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47"/>
        </w:rPr>
        <w:t xml:space="preserve"> </w:t>
      </w:r>
      <w:r w:rsidRPr="0086154B">
        <w:t>professor must complete and give a</w:t>
      </w:r>
      <w:r w:rsidRPr="0086154B">
        <w:rPr>
          <w:spacing w:val="1"/>
        </w:rPr>
        <w:t xml:space="preserve"> </w:t>
      </w:r>
      <w:r w:rsidRPr="0086154B">
        <w:t>separate Form 8233 to the withholding</w:t>
      </w:r>
      <w:r w:rsidRPr="0086154B">
        <w:rPr>
          <w:spacing w:val="1"/>
        </w:rPr>
        <w:t xml:space="preserve"> </w:t>
      </w:r>
      <w:r w:rsidRPr="0086154B">
        <w:t xml:space="preserve">agent at each institution </w:t>
      </w:r>
      <w:proofErr w:type="gramStart"/>
      <w:r w:rsidRPr="0086154B">
        <w:t>in order to</w:t>
      </w:r>
      <w:proofErr w:type="gramEnd"/>
      <w:r w:rsidRPr="0086154B">
        <w:t xml:space="preserve"> claim</w:t>
      </w:r>
      <w:r w:rsidRPr="0086154B">
        <w:rPr>
          <w:spacing w:val="1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benefits</w:t>
      </w:r>
      <w:r w:rsidRPr="0086154B">
        <w:rPr>
          <w:spacing w:val="-9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separate</w:t>
      </w:r>
      <w:r w:rsidRPr="0086154B">
        <w:rPr>
          <w:spacing w:val="-10"/>
        </w:rPr>
        <w:t xml:space="preserve"> </w:t>
      </w:r>
      <w:r w:rsidRPr="0086154B">
        <w:t>items</w:t>
      </w:r>
      <w:r w:rsidRPr="0086154B">
        <w:rPr>
          <w:spacing w:val="-9"/>
        </w:rPr>
        <w:t xml:space="preserve"> </w:t>
      </w:r>
      <w:r w:rsidRPr="0086154B">
        <w:t>of</w:t>
      </w:r>
      <w:r w:rsidRPr="0086154B">
        <w:rPr>
          <w:spacing w:val="-47"/>
        </w:rPr>
        <w:t xml:space="preserve"> </w:t>
      </w:r>
      <w:r w:rsidRPr="0086154B">
        <w:t>income,</w:t>
      </w:r>
      <w:r w:rsidRPr="0086154B">
        <w:rPr>
          <w:spacing w:val="-8"/>
        </w:rPr>
        <w:t xml:space="preserve"> </w:t>
      </w:r>
      <w:r w:rsidRPr="0086154B">
        <w:t>if</w:t>
      </w:r>
      <w:r w:rsidRPr="0086154B">
        <w:rPr>
          <w:spacing w:val="-7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treaty</w:t>
      </w:r>
      <w:r w:rsidRPr="0086154B">
        <w:rPr>
          <w:spacing w:val="-7"/>
        </w:rPr>
        <w:t xml:space="preserve"> </w:t>
      </w:r>
      <w:r w:rsidRPr="0086154B">
        <w:t>so</w:t>
      </w:r>
      <w:r w:rsidRPr="0086154B">
        <w:rPr>
          <w:spacing w:val="-8"/>
        </w:rPr>
        <w:t xml:space="preserve"> </w:t>
      </w:r>
      <w:r w:rsidRPr="0086154B">
        <w:t>permits.</w:t>
      </w:r>
    </w:p>
    <w:p w14:paraId="6BF11995" w14:textId="77777777" w:rsidR="0086154B" w:rsidRPr="0086154B" w:rsidRDefault="0086154B" w:rsidP="00B84033">
      <w:pPr>
        <w:pStyle w:val="Heading2"/>
      </w:pPr>
      <w:r w:rsidRPr="0086154B">
        <w:lastRenderedPageBreak/>
        <w:t>Definitions</w:t>
      </w:r>
    </w:p>
    <w:p w14:paraId="1B6F6896" w14:textId="77777777" w:rsidR="0086154B" w:rsidRPr="0086154B" w:rsidRDefault="0086154B" w:rsidP="00B84033">
      <w:pPr>
        <w:pStyle w:val="Heading3"/>
      </w:pPr>
      <w:r w:rsidRPr="0086154B">
        <w:t>Nonresident</w:t>
      </w:r>
      <w:r w:rsidRPr="0086154B">
        <w:rPr>
          <w:spacing w:val="-2"/>
        </w:rPr>
        <w:t xml:space="preserve"> </w:t>
      </w:r>
      <w:r w:rsidRPr="0086154B">
        <w:t>Alien</w:t>
      </w:r>
    </w:p>
    <w:p w14:paraId="1C0C0BD9" w14:textId="77777777" w:rsidR="0086154B" w:rsidRPr="0086154B" w:rsidRDefault="0086154B" w:rsidP="00B84033">
      <w:pPr>
        <w:pStyle w:val="Body"/>
      </w:pPr>
      <w:r w:rsidRPr="0086154B">
        <w:t>If you are an alien individual (that is, an</w:t>
      </w:r>
      <w:r w:rsidRPr="0086154B">
        <w:rPr>
          <w:spacing w:val="1"/>
        </w:rPr>
        <w:t xml:space="preserve"> </w:t>
      </w:r>
      <w:r w:rsidRPr="0086154B">
        <w:t>individual who is not a U.S. citizen),</w:t>
      </w:r>
      <w:r w:rsidRPr="0086154B">
        <w:rPr>
          <w:spacing w:val="1"/>
        </w:rPr>
        <w:t xml:space="preserve"> </w:t>
      </w:r>
      <w:r w:rsidRPr="0086154B">
        <w:t>specific</w:t>
      </w:r>
      <w:r w:rsidRPr="0086154B">
        <w:rPr>
          <w:spacing w:val="-9"/>
        </w:rPr>
        <w:t xml:space="preserve"> </w:t>
      </w:r>
      <w:r w:rsidRPr="0086154B">
        <w:t>rules</w:t>
      </w:r>
      <w:r w:rsidRPr="0086154B">
        <w:rPr>
          <w:spacing w:val="-8"/>
        </w:rPr>
        <w:t xml:space="preserve"> </w:t>
      </w:r>
      <w:r w:rsidRPr="0086154B">
        <w:t>apply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determine</w:t>
      </w:r>
      <w:r w:rsidRPr="0086154B">
        <w:rPr>
          <w:spacing w:val="-9"/>
        </w:rPr>
        <w:t xml:space="preserve"> </w:t>
      </w:r>
      <w:r w:rsidRPr="0086154B">
        <w:t>if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8"/>
        </w:rPr>
        <w:t xml:space="preserve"> </w:t>
      </w:r>
      <w:r w:rsidRPr="0086154B">
        <w:t>are</w:t>
      </w:r>
      <w:r w:rsidRPr="0086154B">
        <w:rPr>
          <w:spacing w:val="1"/>
        </w:rPr>
        <w:t xml:space="preserve"> </w:t>
      </w:r>
      <w:r w:rsidRPr="0086154B">
        <w:t>a resident alien or a nonresident alien for</w:t>
      </w:r>
      <w:r w:rsidRPr="0086154B">
        <w:rPr>
          <w:spacing w:val="1"/>
        </w:rPr>
        <w:t xml:space="preserve"> </w:t>
      </w:r>
      <w:r w:rsidRPr="0086154B">
        <w:t>tax purposes. Generally, you are a</w:t>
      </w:r>
      <w:r w:rsidRPr="0086154B">
        <w:rPr>
          <w:spacing w:val="1"/>
        </w:rPr>
        <w:t xml:space="preserve"> </w:t>
      </w:r>
      <w:r w:rsidRPr="0086154B">
        <w:t>resident</w:t>
      </w:r>
      <w:r w:rsidRPr="0086154B">
        <w:rPr>
          <w:spacing w:val="-10"/>
        </w:rPr>
        <w:t xml:space="preserve"> </w:t>
      </w:r>
      <w:r w:rsidRPr="0086154B">
        <w:t>alien</w:t>
      </w:r>
      <w:r w:rsidRPr="0086154B">
        <w:rPr>
          <w:spacing w:val="-11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meet</w:t>
      </w:r>
      <w:r w:rsidRPr="0086154B">
        <w:rPr>
          <w:spacing w:val="-10"/>
        </w:rPr>
        <w:t xml:space="preserve"> </w:t>
      </w:r>
      <w:r w:rsidRPr="0086154B">
        <w:t>either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“green</w:t>
      </w:r>
      <w:r w:rsidRPr="0086154B">
        <w:rPr>
          <w:spacing w:val="1"/>
        </w:rPr>
        <w:t xml:space="preserve"> </w:t>
      </w:r>
      <w:r w:rsidRPr="0086154B">
        <w:t>card test” or the “substantial presence</w:t>
      </w:r>
      <w:r w:rsidRPr="0086154B">
        <w:rPr>
          <w:spacing w:val="1"/>
        </w:rPr>
        <w:t xml:space="preserve"> </w:t>
      </w:r>
      <w:r w:rsidRPr="0086154B">
        <w:t>test”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calendar</w:t>
      </w:r>
      <w:r w:rsidRPr="0086154B">
        <w:rPr>
          <w:spacing w:val="-8"/>
        </w:rPr>
        <w:t xml:space="preserve"> </w:t>
      </w:r>
      <w:r w:rsidRPr="0086154B">
        <w:t>year.</w:t>
      </w:r>
      <w:r w:rsidRPr="0086154B">
        <w:rPr>
          <w:spacing w:val="-9"/>
        </w:rPr>
        <w:t xml:space="preserve"> </w:t>
      </w:r>
      <w:r w:rsidRPr="0086154B">
        <w:t>Any</w:t>
      </w:r>
      <w:r w:rsidRPr="0086154B">
        <w:rPr>
          <w:spacing w:val="-8"/>
        </w:rPr>
        <w:t xml:space="preserve"> </w:t>
      </w:r>
      <w:r w:rsidRPr="0086154B">
        <w:t>person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1"/>
        </w:rPr>
        <w:t xml:space="preserve"> </w:t>
      </w:r>
      <w:r w:rsidRPr="0086154B">
        <w:t>meeting either test is generally a</w:t>
      </w:r>
      <w:r w:rsidRPr="0086154B">
        <w:rPr>
          <w:spacing w:val="1"/>
        </w:rPr>
        <w:t xml:space="preserve"> </w:t>
      </w:r>
      <w:r w:rsidRPr="0086154B">
        <w:t>nonresident alien. Additionally, an alien</w:t>
      </w:r>
      <w:r w:rsidRPr="0086154B">
        <w:rPr>
          <w:spacing w:val="1"/>
        </w:rPr>
        <w:t xml:space="preserve"> </w:t>
      </w:r>
      <w:r w:rsidRPr="0086154B">
        <w:t xml:space="preserve">individual who qualifies as a </w:t>
      </w:r>
      <w:hyperlink w:anchor="_bookmark2" w:history="1">
        <w:r w:rsidRPr="0086154B">
          <w:rPr>
            <w:u w:val="single" w:color="0055A1"/>
          </w:rPr>
          <w:t>resident of a</w:t>
        </w:r>
      </w:hyperlink>
      <w:r w:rsidRPr="0086154B">
        <w:rPr>
          <w:spacing w:val="1"/>
        </w:rPr>
        <w:t xml:space="preserve"> </w:t>
      </w:r>
      <w:hyperlink w:anchor="_bookmark2" w:history="1">
        <w:r w:rsidRPr="0086154B">
          <w:rPr>
            <w:u w:val="single" w:color="0055A1"/>
          </w:rPr>
          <w:t>treaty</w:t>
        </w:r>
        <w:r w:rsidRPr="0086154B">
          <w:rPr>
            <w:spacing w:val="-9"/>
            <w:u w:val="single" w:color="0055A1"/>
          </w:rPr>
          <w:t xml:space="preserve"> </w:t>
        </w:r>
        <w:r w:rsidRPr="0086154B">
          <w:rPr>
            <w:u w:val="single" w:color="0055A1"/>
          </w:rPr>
          <w:t>country</w:t>
        </w:r>
        <w:r w:rsidRPr="0086154B">
          <w:rPr>
            <w:spacing w:val="-9"/>
          </w:rPr>
          <w:t xml:space="preserve"> </w:t>
        </w:r>
      </w:hyperlink>
      <w:r w:rsidRPr="0086154B">
        <w:t>(defined</w:t>
      </w:r>
      <w:r w:rsidRPr="0086154B">
        <w:rPr>
          <w:spacing w:val="-9"/>
        </w:rPr>
        <w:t xml:space="preserve"> </w:t>
      </w:r>
      <w:r w:rsidRPr="0086154B">
        <w:t>later)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bona</w:t>
      </w:r>
      <w:r w:rsidRPr="0086154B">
        <w:rPr>
          <w:spacing w:val="-8"/>
        </w:rPr>
        <w:t xml:space="preserve"> </w:t>
      </w:r>
      <w:r w:rsidRPr="0086154B">
        <w:t>fide</w:t>
      </w:r>
      <w:r w:rsidRPr="0086154B">
        <w:rPr>
          <w:spacing w:val="-47"/>
        </w:rPr>
        <w:t xml:space="preserve"> </w:t>
      </w:r>
      <w:r w:rsidRPr="0086154B">
        <w:t>resident of Puerto Rico, Guam, the</w:t>
      </w:r>
      <w:r w:rsidRPr="0086154B">
        <w:rPr>
          <w:spacing w:val="1"/>
        </w:rPr>
        <w:t xml:space="preserve"> </w:t>
      </w:r>
      <w:r w:rsidRPr="0086154B">
        <w:t>Commonwealth of the Northern Mariana</w:t>
      </w:r>
      <w:r w:rsidRPr="0086154B">
        <w:rPr>
          <w:spacing w:val="1"/>
        </w:rPr>
        <w:t xml:space="preserve"> </w:t>
      </w:r>
      <w:r w:rsidRPr="0086154B">
        <w:t>Islands, the U.S. Virgin Islands, or</w:t>
      </w:r>
      <w:r w:rsidRPr="0086154B">
        <w:rPr>
          <w:spacing w:val="1"/>
        </w:rPr>
        <w:t xml:space="preserve"> </w:t>
      </w:r>
      <w:r w:rsidRPr="0086154B">
        <w:t>American Samoa is a nonresident alien</w:t>
      </w:r>
      <w:r w:rsidRPr="0086154B">
        <w:rPr>
          <w:spacing w:val="1"/>
        </w:rPr>
        <w:t xml:space="preserve"> </w:t>
      </w:r>
      <w:r w:rsidRPr="0086154B">
        <w:t>individual.</w:t>
      </w:r>
    </w:p>
    <w:p w14:paraId="152F5701" w14:textId="77777777" w:rsidR="0086154B" w:rsidRPr="0086154B" w:rsidRDefault="0086154B" w:rsidP="00B84033">
      <w:pPr>
        <w:pStyle w:val="Body"/>
      </w:pPr>
      <w:r w:rsidRPr="0086154B">
        <w:t>For</w:t>
      </w:r>
      <w:r w:rsidRPr="0086154B">
        <w:rPr>
          <w:spacing w:val="-10"/>
        </w:rPr>
        <w:t xml:space="preserve"> </w:t>
      </w:r>
      <w:r w:rsidRPr="0086154B">
        <w:t>more</w:t>
      </w:r>
      <w:r w:rsidRPr="0086154B">
        <w:rPr>
          <w:spacing w:val="-11"/>
        </w:rPr>
        <w:t xml:space="preserve"> </w:t>
      </w:r>
      <w:r w:rsidRPr="0086154B">
        <w:t>information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tests</w:t>
      </w:r>
      <w:r w:rsidRPr="0086154B">
        <w:rPr>
          <w:spacing w:val="-10"/>
        </w:rPr>
        <w:t xml:space="preserve"> </w:t>
      </w:r>
      <w:r w:rsidRPr="0086154B">
        <w:t>used</w:t>
      </w:r>
      <w:r w:rsidRPr="0086154B">
        <w:rPr>
          <w:spacing w:val="-48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determine</w:t>
      </w:r>
      <w:r w:rsidRPr="0086154B">
        <w:rPr>
          <w:spacing w:val="-9"/>
        </w:rPr>
        <w:t xml:space="preserve"> </w:t>
      </w:r>
      <w:r w:rsidRPr="0086154B">
        <w:t>resident</w:t>
      </w:r>
      <w:r w:rsidRPr="0086154B">
        <w:rPr>
          <w:spacing w:val="-9"/>
        </w:rPr>
        <w:t xml:space="preserve"> </w:t>
      </w:r>
      <w:r w:rsidRPr="0086154B">
        <w:t>alien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nonresident</w:t>
      </w:r>
      <w:r w:rsidRPr="0086154B">
        <w:rPr>
          <w:spacing w:val="-47"/>
        </w:rPr>
        <w:t xml:space="preserve"> </w:t>
      </w:r>
      <w:r w:rsidRPr="0086154B">
        <w:t>alien</w:t>
      </w:r>
      <w:r w:rsidRPr="0086154B">
        <w:rPr>
          <w:spacing w:val="-8"/>
        </w:rPr>
        <w:t xml:space="preserve"> </w:t>
      </w:r>
      <w:r w:rsidRPr="0086154B">
        <w:t>status,</w:t>
      </w:r>
      <w:r w:rsidRPr="0086154B">
        <w:rPr>
          <w:spacing w:val="-8"/>
        </w:rPr>
        <w:t xml:space="preserve"> </w:t>
      </w:r>
      <w:r w:rsidRPr="0086154B">
        <w:t>see</w:t>
      </w:r>
      <w:r w:rsidRPr="0086154B">
        <w:rPr>
          <w:spacing w:val="-6"/>
        </w:rPr>
        <w:t xml:space="preserve"> </w:t>
      </w:r>
      <w:hyperlink r:id="rId20">
        <w:r w:rsidRPr="0086154B">
          <w:rPr>
            <w:rFonts w:ascii="Arial"/>
            <w:i/>
            <w:u w:val="single" w:color="0055A1"/>
          </w:rPr>
          <w:t>Pub.</w:t>
        </w:r>
        <w:r w:rsidRPr="0086154B">
          <w:rPr>
            <w:rFonts w:ascii="Arial"/>
            <w:i/>
            <w:spacing w:val="-8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519</w:t>
        </w:r>
      </w:hyperlink>
      <w:r w:rsidRPr="0086154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9"/>
        <w:gridCol w:w="6501"/>
      </w:tblGrid>
      <w:tr w:rsidR="00B84033" w:rsidRPr="0025535F" w14:paraId="47C4DF50" w14:textId="77777777" w:rsidTr="008C15B3">
        <w:trPr>
          <w:trHeight w:val="2339"/>
        </w:trPr>
        <w:tc>
          <w:tcPr>
            <w:tcW w:w="2898" w:type="dxa"/>
          </w:tcPr>
          <w:p w14:paraId="37AF077C" w14:textId="77777777" w:rsidR="00B84033" w:rsidRPr="00000312" w:rsidRDefault="00B84033" w:rsidP="008C15B3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1" locked="0" layoutInCell="1" allowOverlap="1" wp14:anchorId="66B7D029" wp14:editId="34B99567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19050" t="0" r="7620" b="0"/>
                  <wp:wrapTight wrapText="bothSides">
                    <wp:wrapPolygon edited="0">
                      <wp:start x="-382" y="0"/>
                      <wp:lineTo x="-382" y="21265"/>
                      <wp:lineTo x="21753" y="21265"/>
                      <wp:lineTo x="21753" y="0"/>
                      <wp:lineTo x="-382" y="0"/>
                    </wp:wrapPolygon>
                  </wp:wrapTight>
                  <wp:docPr id="7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678" w:type="dxa"/>
            <w:vAlign w:val="center"/>
          </w:tcPr>
          <w:p w14:paraId="50BEEE32" w14:textId="76665A5B" w:rsidR="00B84033" w:rsidRPr="00B84033" w:rsidRDefault="00B84033" w:rsidP="00B84033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B84033">
              <w:rPr>
                <w:i/>
                <w:iCs/>
              </w:rPr>
              <w:t>Even though a nonresident alien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individual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married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to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a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U.S.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citizen</w:t>
            </w:r>
            <w:r w:rsidRPr="00B84033">
              <w:rPr>
                <w:i/>
                <w:iCs/>
                <w:spacing w:val="-47"/>
              </w:rPr>
              <w:t xml:space="preserve"> </w:t>
            </w:r>
            <w:r w:rsidRPr="00B84033">
              <w:rPr>
                <w:i/>
                <w:iCs/>
              </w:rPr>
              <w:t>or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resident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alien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can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choose</w:t>
            </w:r>
            <w:r w:rsidRPr="00B84033">
              <w:rPr>
                <w:i/>
                <w:iCs/>
                <w:spacing w:val="-7"/>
              </w:rPr>
              <w:t xml:space="preserve"> </w:t>
            </w:r>
            <w:r w:rsidRPr="00B84033">
              <w:rPr>
                <w:i/>
                <w:iCs/>
              </w:rPr>
              <w:t>to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be treated as a resident alien for certain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purposes (for example, filing a joint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income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tax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return),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such</w:t>
            </w:r>
            <w:r w:rsidRPr="00B84033">
              <w:rPr>
                <w:i/>
                <w:iCs/>
                <w:spacing w:val="-10"/>
              </w:rPr>
              <w:t xml:space="preserve"> </w:t>
            </w:r>
            <w:r w:rsidRPr="00B84033">
              <w:rPr>
                <w:i/>
                <w:iCs/>
              </w:rPr>
              <w:t>individual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is</w:t>
            </w:r>
            <w:r w:rsidRPr="00B84033">
              <w:rPr>
                <w:i/>
                <w:iCs/>
                <w:spacing w:val="-9"/>
              </w:rPr>
              <w:t xml:space="preserve"> </w:t>
            </w:r>
            <w:r w:rsidRPr="00B84033">
              <w:rPr>
                <w:i/>
                <w:iCs/>
              </w:rPr>
              <w:t>still</w:t>
            </w:r>
            <w:r w:rsidRPr="00B84033">
              <w:rPr>
                <w:i/>
                <w:iCs/>
                <w:spacing w:val="-47"/>
              </w:rPr>
              <w:t xml:space="preserve"> </w:t>
            </w:r>
            <w:r w:rsidRPr="00B84033">
              <w:rPr>
                <w:i/>
                <w:iCs/>
              </w:rPr>
              <w:t>treated as a nonresident alien for</w:t>
            </w:r>
            <w:r w:rsidRPr="00B84033">
              <w:rPr>
                <w:i/>
                <w:iCs/>
                <w:spacing w:val="1"/>
              </w:rPr>
              <w:t xml:space="preserve"> </w:t>
            </w:r>
            <w:r w:rsidRPr="00B84033">
              <w:rPr>
                <w:i/>
                <w:iCs/>
              </w:rPr>
              <w:t>withholding</w:t>
            </w:r>
            <w:r w:rsidRPr="00B84033">
              <w:rPr>
                <w:i/>
                <w:iCs/>
                <w:spacing w:val="-8"/>
              </w:rPr>
              <w:t xml:space="preserve"> </w:t>
            </w:r>
            <w:r w:rsidRPr="00B84033">
              <w:rPr>
                <w:i/>
                <w:iCs/>
              </w:rPr>
              <w:t>tax</w:t>
            </w:r>
            <w:r w:rsidRPr="00B84033">
              <w:rPr>
                <w:i/>
                <w:iCs/>
                <w:spacing w:val="-7"/>
              </w:rPr>
              <w:t xml:space="preserve"> </w:t>
            </w:r>
            <w:r w:rsidRPr="00B84033">
              <w:rPr>
                <w:i/>
                <w:iCs/>
              </w:rPr>
              <w:t>purposes.</w:t>
            </w:r>
          </w:p>
        </w:tc>
      </w:tr>
    </w:tbl>
    <w:p w14:paraId="5A18AC3E" w14:textId="77777777" w:rsidR="00460DEE" w:rsidRPr="00460DEE" w:rsidRDefault="00460DEE" w:rsidP="00460DEE">
      <w:pPr>
        <w:pStyle w:val="Bullets"/>
        <w:numPr>
          <w:ilvl w:val="0"/>
          <w:numId w:val="0"/>
        </w:numPr>
        <w:ind w:left="720"/>
        <w:rPr>
          <w:i/>
          <w:iCs/>
          <w:sz w:val="16"/>
          <w:szCs w:val="16"/>
        </w:rPr>
      </w:pPr>
      <w:bookmarkStart w:id="9" w:name="U.S._Person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8"/>
        <w:gridCol w:w="6522"/>
      </w:tblGrid>
      <w:tr w:rsidR="00460DEE" w14:paraId="5ABE2343" w14:textId="77777777" w:rsidTr="00460DEE">
        <w:trPr>
          <w:cantSplit/>
          <w:trHeight w:val="2654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42AB05" w14:textId="7911BE12" w:rsidR="00460DEE" w:rsidRDefault="00460DEE">
            <w:pPr>
              <w:pStyle w:val="Body"/>
              <w:rPr>
                <w:rFonts w:cs="Helvetica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730E7245" wp14:editId="663ACE85">
                  <wp:simplePos x="0" y="0"/>
                  <wp:positionH relativeFrom="margin">
                    <wp:posOffset>422910</wp:posOffset>
                  </wp:positionH>
                  <wp:positionV relativeFrom="margin">
                    <wp:posOffset>391795</wp:posOffset>
                  </wp:positionV>
                  <wp:extent cx="857250" cy="847725"/>
                  <wp:effectExtent l="0" t="0" r="0" b="9525"/>
                  <wp:wrapSquare wrapText="bothSides"/>
                  <wp:docPr id="72" name="Picture 7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72" descr="A picture containing text,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9EF07" w14:textId="77777777" w:rsidR="00460DEE" w:rsidRPr="00460DEE" w:rsidRDefault="00460DEE" w:rsidP="00460DEE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0DEE">
              <w:rPr>
                <w:i/>
                <w:iCs/>
              </w:rPr>
              <w:t>For more information on determining resident alien or nonresident alien status under the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“substantial presence test” as a result of having applied the COVID-19 Medical Condition Travel Exception to exclude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days of presence in the United States in 2020, see Rev. Proc. 2020-20, 2020-20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 xml:space="preserve">I.R.B. 801, available at </w:t>
            </w:r>
            <w:hyperlink r:id="rId22" w:anchor="REV-PROC-2020-20">
              <w:r w:rsidRPr="00460DEE">
                <w:rPr>
                  <w:rStyle w:val="Hyperlink"/>
                  <w:i/>
                  <w:iCs/>
                </w:rPr>
                <w:t>IRS.gov/</w:t>
              </w:r>
              <w:proofErr w:type="spellStart"/>
              <w:r w:rsidRPr="00460DEE">
                <w:rPr>
                  <w:rStyle w:val="Hyperlink"/>
                  <w:i/>
                  <w:iCs/>
                </w:rPr>
                <w:t>irb</w:t>
              </w:r>
              <w:proofErr w:type="spellEnd"/>
              <w:r w:rsidRPr="00460DEE">
                <w:rPr>
                  <w:rStyle w:val="Hyperlink"/>
                  <w:i/>
                  <w:iCs/>
                </w:rPr>
                <w:t>/</w:t>
              </w:r>
            </w:hyperlink>
            <w:r w:rsidRPr="00460DEE">
              <w:rPr>
                <w:i/>
                <w:iCs/>
              </w:rPr>
              <w:t xml:space="preserve"> </w:t>
            </w:r>
            <w:hyperlink r:id="rId23" w:anchor="REV-PROC-2020-20">
              <w:r w:rsidRPr="00460DEE">
                <w:rPr>
                  <w:rStyle w:val="Hyperlink"/>
                  <w:i/>
                  <w:iCs/>
                </w:rPr>
                <w:t>2020-20_IRB#REV-PROC-2020-20</w:t>
              </w:r>
            </w:hyperlink>
            <w:r w:rsidRPr="00460DEE">
              <w:rPr>
                <w:i/>
                <w:iCs/>
              </w:rPr>
              <w:t>.</w:t>
            </w:r>
          </w:p>
          <w:p w14:paraId="74A78C4C" w14:textId="77777777" w:rsidR="00460DEE" w:rsidRDefault="00460DEE">
            <w:pPr>
              <w:pStyle w:val="Default"/>
              <w:widowControl/>
              <w:suppressAutoHyphens/>
              <w:jc w:val="center"/>
              <w:rPr>
                <w:rFonts w:ascii="Verdana" w:hAnsi="Verdana"/>
                <w:color w:val="auto"/>
                <w:sz w:val="44"/>
                <w:szCs w:val="40"/>
              </w:rPr>
            </w:pPr>
          </w:p>
        </w:tc>
      </w:tr>
    </w:tbl>
    <w:p w14:paraId="245DE997" w14:textId="77777777" w:rsidR="0086154B" w:rsidRPr="0086154B" w:rsidRDefault="0086154B" w:rsidP="00460DEE">
      <w:pPr>
        <w:pStyle w:val="Heading3"/>
      </w:pPr>
      <w:r w:rsidRPr="0086154B">
        <w:t>U.S.</w:t>
      </w:r>
      <w:r w:rsidRPr="0086154B">
        <w:rPr>
          <w:spacing w:val="2"/>
        </w:rPr>
        <w:t xml:space="preserve"> </w:t>
      </w:r>
      <w:r w:rsidRPr="0086154B">
        <w:t>Person</w:t>
      </w:r>
    </w:p>
    <w:p w14:paraId="41D71B80" w14:textId="77777777" w:rsidR="0086154B" w:rsidRPr="0086154B" w:rsidRDefault="0086154B" w:rsidP="00460DEE">
      <w:pPr>
        <w:pStyle w:val="Body"/>
      </w:pPr>
      <w:r w:rsidRPr="0086154B">
        <w:t>For</w:t>
      </w:r>
      <w:r w:rsidRPr="0086154B">
        <w:rPr>
          <w:spacing w:val="-8"/>
        </w:rPr>
        <w:t xml:space="preserve"> </w:t>
      </w:r>
      <w:r w:rsidRPr="0086154B">
        <w:t>purposes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this</w:t>
      </w:r>
      <w:r w:rsidRPr="0086154B">
        <w:rPr>
          <w:spacing w:val="-8"/>
        </w:rPr>
        <w:t xml:space="preserve"> </w:t>
      </w:r>
      <w:r w:rsidRPr="0086154B">
        <w:t>form,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U.S.</w:t>
      </w:r>
      <w:r w:rsidRPr="0086154B">
        <w:rPr>
          <w:spacing w:val="-9"/>
        </w:rPr>
        <w:t xml:space="preserve"> </w:t>
      </w:r>
      <w:r w:rsidRPr="0086154B">
        <w:t>person</w:t>
      </w:r>
      <w:r w:rsidRPr="0086154B">
        <w:rPr>
          <w:spacing w:val="-8"/>
        </w:rPr>
        <w:t xml:space="preserve"> </w:t>
      </w:r>
      <w:r w:rsidRPr="0086154B">
        <w:t>is</w:t>
      </w:r>
      <w:r w:rsidRPr="0086154B">
        <w:rPr>
          <w:spacing w:val="-47"/>
        </w:rPr>
        <w:t xml:space="preserve"> </w:t>
      </w:r>
      <w:bookmarkStart w:id="10" w:name="_bookmark1"/>
      <w:bookmarkEnd w:id="10"/>
      <w:r w:rsidRPr="0086154B">
        <w:t>a</w:t>
      </w:r>
      <w:r w:rsidRPr="0086154B">
        <w:rPr>
          <w:spacing w:val="-8"/>
        </w:rPr>
        <w:t xml:space="preserve"> </w:t>
      </w:r>
      <w:r w:rsidRPr="0086154B">
        <w:t>U.S.</w:t>
      </w:r>
      <w:r w:rsidRPr="0086154B">
        <w:rPr>
          <w:spacing w:val="-8"/>
        </w:rPr>
        <w:t xml:space="preserve"> </w:t>
      </w:r>
      <w:r w:rsidRPr="0086154B">
        <w:t>citizen</w:t>
      </w:r>
      <w:r w:rsidRPr="0086154B">
        <w:rPr>
          <w:spacing w:val="-6"/>
        </w:rPr>
        <w:t xml:space="preserve"> </w:t>
      </w:r>
      <w:r w:rsidRPr="0086154B">
        <w:t>or</w:t>
      </w:r>
      <w:r w:rsidRPr="0086154B">
        <w:rPr>
          <w:spacing w:val="-8"/>
        </w:rPr>
        <w:t xml:space="preserve"> </w:t>
      </w:r>
      <w:r w:rsidRPr="0086154B">
        <w:t>resident</w:t>
      </w:r>
      <w:r w:rsidRPr="0086154B">
        <w:rPr>
          <w:spacing w:val="-7"/>
        </w:rPr>
        <w:t xml:space="preserve"> </w:t>
      </w:r>
      <w:r w:rsidRPr="0086154B">
        <w:t>alien.</w:t>
      </w:r>
    </w:p>
    <w:p w14:paraId="7446C893" w14:textId="77777777" w:rsidR="0086154B" w:rsidRPr="0086154B" w:rsidRDefault="0086154B" w:rsidP="00460DEE">
      <w:pPr>
        <w:pStyle w:val="Heading3"/>
      </w:pPr>
      <w:bookmarkStart w:id="11" w:name="Tax_Treaty_Withholding_Exemption"/>
      <w:bookmarkEnd w:id="11"/>
      <w:r w:rsidRPr="0086154B">
        <w:t>Tax</w:t>
      </w:r>
      <w:r w:rsidRPr="0086154B">
        <w:rPr>
          <w:spacing w:val="1"/>
        </w:rPr>
        <w:t xml:space="preserve"> </w:t>
      </w:r>
      <w:r w:rsidRPr="0086154B">
        <w:t>Treaty</w:t>
      </w:r>
      <w:r w:rsidRPr="0086154B">
        <w:rPr>
          <w:spacing w:val="2"/>
        </w:rPr>
        <w:t xml:space="preserve"> </w:t>
      </w:r>
      <w:r w:rsidRPr="0086154B">
        <w:t>Withholding</w:t>
      </w:r>
      <w:r w:rsidRPr="0086154B">
        <w:rPr>
          <w:spacing w:val="-58"/>
        </w:rPr>
        <w:t xml:space="preserve"> </w:t>
      </w:r>
      <w:r w:rsidRPr="0086154B">
        <w:t>Exemption</w:t>
      </w:r>
    </w:p>
    <w:p w14:paraId="5A89AFC1" w14:textId="77777777" w:rsidR="0086154B" w:rsidRPr="0086154B" w:rsidRDefault="0086154B" w:rsidP="00460DEE">
      <w:pPr>
        <w:pStyle w:val="Body"/>
      </w:pPr>
      <w:r w:rsidRPr="0086154B">
        <w:t>This term refers to an exemption from</w:t>
      </w:r>
      <w:r w:rsidRPr="0086154B">
        <w:rPr>
          <w:spacing w:val="1"/>
        </w:rPr>
        <w:t xml:space="preserve"> </w:t>
      </w:r>
      <w:r w:rsidRPr="0086154B">
        <w:t>withholding permitted by IRS regulations</w:t>
      </w:r>
      <w:r w:rsidRPr="0086154B">
        <w:rPr>
          <w:spacing w:val="1"/>
        </w:rPr>
        <w:t xml:space="preserve"> </w:t>
      </w:r>
      <w:r w:rsidRPr="0086154B">
        <w:t>under section 1441 that is based on a tax</w:t>
      </w:r>
      <w:r w:rsidRPr="0086154B">
        <w:rPr>
          <w:spacing w:val="-47"/>
        </w:rPr>
        <w:t xml:space="preserve"> </w:t>
      </w:r>
      <w:r w:rsidRPr="0086154B">
        <w:lastRenderedPageBreak/>
        <w:t xml:space="preserve">treaty benefit. See </w:t>
      </w:r>
      <w:hyperlink w:anchor="_bookmark2" w:history="1">
        <w:r w:rsidRPr="0086154B">
          <w:rPr>
            <w:rFonts w:ascii="Arial"/>
            <w:i/>
            <w:u w:val="single" w:color="0055A1"/>
          </w:rPr>
          <w:t>Resident of a Treaty</w:t>
        </w:r>
      </w:hyperlink>
      <w:r w:rsidRPr="0086154B">
        <w:rPr>
          <w:rFonts w:ascii="Arial"/>
          <w:i/>
          <w:spacing w:val="1"/>
        </w:rPr>
        <w:t xml:space="preserve"> </w:t>
      </w:r>
      <w:hyperlink w:anchor="_bookmark2" w:history="1">
        <w:r w:rsidRPr="0086154B">
          <w:rPr>
            <w:rFonts w:ascii="Arial"/>
            <w:i/>
            <w:u w:val="single" w:color="0055A1"/>
          </w:rPr>
          <w:t>Country</w:t>
        </w:r>
        <w:r w:rsidRPr="0086154B">
          <w:rPr>
            <w:rFonts w:ascii="Arial"/>
            <w:i/>
            <w:spacing w:val="-12"/>
          </w:rPr>
          <w:t xml:space="preserve"> </w:t>
        </w:r>
      </w:hyperlink>
      <w:r w:rsidRPr="0086154B">
        <w:t>next</w:t>
      </w:r>
      <w:r w:rsidRPr="0086154B">
        <w:rPr>
          <w:spacing w:val="-11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requirements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claiming</w:t>
      </w:r>
      <w:r w:rsidRPr="0086154B">
        <w:rPr>
          <w:spacing w:val="-47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7"/>
        </w:rPr>
        <w:t xml:space="preserve"> </w:t>
      </w:r>
      <w:r w:rsidRPr="0086154B">
        <w:t>treaty</w:t>
      </w:r>
      <w:r w:rsidRPr="0086154B">
        <w:rPr>
          <w:spacing w:val="-8"/>
        </w:rPr>
        <w:t xml:space="preserve"> </w:t>
      </w:r>
      <w:r w:rsidRPr="0086154B">
        <w:t>benefit</w:t>
      </w:r>
      <w:r w:rsidRPr="0086154B">
        <w:rPr>
          <w:spacing w:val="-7"/>
        </w:rPr>
        <w:t xml:space="preserve"> </w:t>
      </w:r>
      <w:r w:rsidRPr="0086154B">
        <w:t>on</w:t>
      </w:r>
      <w:r w:rsidRPr="0086154B">
        <w:rPr>
          <w:spacing w:val="-8"/>
        </w:rPr>
        <w:t xml:space="preserve"> </w:t>
      </w:r>
      <w:r w:rsidRPr="0086154B">
        <w:t>this</w:t>
      </w:r>
      <w:r w:rsidRPr="0086154B">
        <w:rPr>
          <w:spacing w:val="-7"/>
        </w:rPr>
        <w:t xml:space="preserve"> </w:t>
      </w:r>
      <w:r w:rsidRPr="0086154B">
        <w:t>form.</w:t>
      </w:r>
    </w:p>
    <w:p w14:paraId="6F285ECB" w14:textId="77777777" w:rsidR="0086154B" w:rsidRPr="0086154B" w:rsidRDefault="0086154B" w:rsidP="00460DEE">
      <w:pPr>
        <w:pStyle w:val="Heading3"/>
      </w:pPr>
      <w:bookmarkStart w:id="12" w:name="Resident_of_a_Treaty_Country"/>
      <w:bookmarkStart w:id="13" w:name="_bookmark2"/>
      <w:bookmarkEnd w:id="12"/>
      <w:bookmarkEnd w:id="13"/>
      <w:r w:rsidRPr="0086154B">
        <w:t>Resident</w:t>
      </w:r>
      <w:r w:rsidRPr="0086154B">
        <w:rPr>
          <w:spacing w:val="-2"/>
        </w:rPr>
        <w:t xml:space="preserve"> </w:t>
      </w:r>
      <w:r w:rsidRPr="0086154B">
        <w:t>of</w:t>
      </w:r>
      <w:r w:rsidRPr="0086154B">
        <w:rPr>
          <w:spacing w:val="-2"/>
        </w:rPr>
        <w:t xml:space="preserve"> </w:t>
      </w:r>
      <w:r w:rsidRPr="0086154B">
        <w:t>a</w:t>
      </w:r>
      <w:r w:rsidRPr="0086154B">
        <w:rPr>
          <w:spacing w:val="-2"/>
        </w:rPr>
        <w:t xml:space="preserve"> </w:t>
      </w:r>
      <w:r w:rsidRPr="0086154B">
        <w:t>Treaty</w:t>
      </w:r>
      <w:r w:rsidRPr="0086154B">
        <w:rPr>
          <w:spacing w:val="-2"/>
        </w:rPr>
        <w:t xml:space="preserve"> </w:t>
      </w:r>
      <w:r w:rsidRPr="0086154B">
        <w:t>Country</w:t>
      </w:r>
    </w:p>
    <w:p w14:paraId="7AC99039" w14:textId="77777777" w:rsidR="0086154B" w:rsidRPr="0086154B" w:rsidRDefault="0086154B" w:rsidP="00460DEE">
      <w:pPr>
        <w:pStyle w:val="Body"/>
      </w:pPr>
      <w:r w:rsidRPr="0086154B">
        <w:t>In</w:t>
      </w:r>
      <w:r w:rsidRPr="0086154B">
        <w:rPr>
          <w:spacing w:val="-12"/>
        </w:rPr>
        <w:t xml:space="preserve"> </w:t>
      </w:r>
      <w:r w:rsidRPr="0086154B">
        <w:t>general,</w:t>
      </w:r>
      <w:r w:rsidRPr="0086154B">
        <w:rPr>
          <w:spacing w:val="-12"/>
        </w:rPr>
        <w:t xml:space="preserve"> </w:t>
      </w:r>
      <w:r w:rsidRPr="0086154B">
        <w:t>an</w:t>
      </w:r>
      <w:r w:rsidRPr="0086154B">
        <w:rPr>
          <w:spacing w:val="-12"/>
        </w:rPr>
        <w:t xml:space="preserve"> </w:t>
      </w:r>
      <w:r w:rsidRPr="0086154B">
        <w:t>alien</w:t>
      </w:r>
      <w:r w:rsidRPr="0086154B">
        <w:rPr>
          <w:spacing w:val="-12"/>
        </w:rPr>
        <w:t xml:space="preserve"> </w:t>
      </w:r>
      <w:r w:rsidRPr="0086154B">
        <w:t>individual</w:t>
      </w:r>
      <w:r w:rsidRPr="0086154B">
        <w:rPr>
          <w:spacing w:val="-12"/>
        </w:rPr>
        <w:t xml:space="preserve"> </w:t>
      </w:r>
      <w:r w:rsidRPr="0086154B">
        <w:t>is</w:t>
      </w:r>
      <w:r w:rsidRPr="0086154B">
        <w:rPr>
          <w:spacing w:val="-12"/>
        </w:rPr>
        <w:t xml:space="preserve"> </w:t>
      </w:r>
      <w:r w:rsidRPr="0086154B">
        <w:t>a</w:t>
      </w:r>
      <w:r w:rsidRPr="0086154B">
        <w:rPr>
          <w:spacing w:val="-12"/>
        </w:rPr>
        <w:t xml:space="preserve"> </w:t>
      </w:r>
      <w:r w:rsidRPr="0086154B">
        <w:t>resident</w:t>
      </w:r>
      <w:r w:rsidRPr="0086154B">
        <w:rPr>
          <w:spacing w:val="-47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treaty</w:t>
      </w:r>
      <w:r w:rsidRPr="0086154B">
        <w:rPr>
          <w:spacing w:val="-9"/>
        </w:rPr>
        <w:t xml:space="preserve"> </w:t>
      </w:r>
      <w:r w:rsidRPr="0086154B">
        <w:t>country</w:t>
      </w:r>
      <w:r w:rsidRPr="0086154B">
        <w:rPr>
          <w:spacing w:val="-8"/>
        </w:rPr>
        <w:t xml:space="preserve"> </w:t>
      </w:r>
      <w:r w:rsidRPr="0086154B">
        <w:t>if</w:t>
      </w:r>
      <w:r w:rsidRPr="0086154B">
        <w:rPr>
          <w:spacing w:val="-9"/>
        </w:rPr>
        <w:t xml:space="preserve"> </w:t>
      </w:r>
      <w:r w:rsidRPr="0086154B">
        <w:t>he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she</w:t>
      </w:r>
      <w:r w:rsidRPr="0086154B">
        <w:rPr>
          <w:spacing w:val="-9"/>
        </w:rPr>
        <w:t xml:space="preserve"> </w:t>
      </w:r>
      <w:r w:rsidRPr="0086154B">
        <w:t>qualifies</w:t>
      </w:r>
      <w:r w:rsidRPr="0086154B">
        <w:rPr>
          <w:spacing w:val="-9"/>
        </w:rPr>
        <w:t xml:space="preserve"> </w:t>
      </w:r>
      <w:r w:rsidRPr="0086154B">
        <w:t>as</w:t>
      </w:r>
      <w:r w:rsidRPr="0086154B">
        <w:rPr>
          <w:spacing w:val="-47"/>
        </w:rPr>
        <w:t xml:space="preserve"> </w:t>
      </w:r>
      <w:r w:rsidRPr="0086154B">
        <w:t>a resident of that country (1) under the</w:t>
      </w:r>
      <w:r w:rsidRPr="0086154B">
        <w:rPr>
          <w:spacing w:val="1"/>
        </w:rPr>
        <w:t xml:space="preserve"> </w:t>
      </w:r>
      <w:r w:rsidRPr="0086154B">
        <w:t>country’s domestic law, and (2) under the</w:t>
      </w:r>
      <w:r w:rsidRPr="0086154B">
        <w:rPr>
          <w:spacing w:val="-47"/>
        </w:rPr>
        <w:t xml:space="preserve"> </w:t>
      </w:r>
      <w:r w:rsidRPr="0086154B">
        <w:t>terms of the residency article of the tax</w:t>
      </w:r>
      <w:r w:rsidRPr="0086154B">
        <w:rPr>
          <w:spacing w:val="1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between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United</w:t>
      </w:r>
      <w:r w:rsidRPr="0086154B">
        <w:rPr>
          <w:spacing w:val="-9"/>
        </w:rPr>
        <w:t xml:space="preserve"> </w:t>
      </w:r>
      <w:r w:rsidRPr="0086154B">
        <w:t>States</w:t>
      </w:r>
      <w:r w:rsidRPr="0086154B">
        <w:rPr>
          <w:spacing w:val="-10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that</w:t>
      </w:r>
      <w:r w:rsidRPr="0086154B">
        <w:rPr>
          <w:spacing w:val="-48"/>
        </w:rPr>
        <w:t xml:space="preserve"> </w:t>
      </w:r>
      <w:r w:rsidRPr="0086154B">
        <w:t>country.</w:t>
      </w:r>
    </w:p>
    <w:p w14:paraId="21AECBED" w14:textId="77777777" w:rsidR="0086154B" w:rsidRPr="0086154B" w:rsidRDefault="0086154B" w:rsidP="00460DEE">
      <w:pPr>
        <w:pStyle w:val="Body"/>
      </w:pPr>
      <w:r w:rsidRPr="0086154B">
        <w:t>A nonresident alien can claim a tax</w:t>
      </w:r>
      <w:r w:rsidRPr="0086154B">
        <w:rPr>
          <w:spacing w:val="1"/>
        </w:rPr>
        <w:t xml:space="preserve"> </w:t>
      </w:r>
      <w:r w:rsidRPr="0086154B">
        <w:t>treaty benefit on this form only if that</w:t>
      </w:r>
      <w:r w:rsidRPr="0086154B">
        <w:rPr>
          <w:spacing w:val="1"/>
        </w:rPr>
        <w:t xml:space="preserve"> </w:t>
      </w:r>
      <w:r w:rsidRPr="0086154B">
        <w:t>individual is the beneficial owner of the</w:t>
      </w:r>
      <w:r w:rsidRPr="0086154B">
        <w:rPr>
          <w:spacing w:val="1"/>
        </w:rPr>
        <w:t xml:space="preserve"> </w:t>
      </w:r>
      <w:r w:rsidRPr="0086154B">
        <w:t>income and meets the residency</w:t>
      </w:r>
      <w:r w:rsidRPr="0086154B">
        <w:rPr>
          <w:spacing w:val="1"/>
        </w:rPr>
        <w:t xml:space="preserve"> </w:t>
      </w:r>
      <w:r w:rsidRPr="0086154B">
        <w:t>requirement</w:t>
      </w:r>
      <w:r w:rsidRPr="0086154B">
        <w:rPr>
          <w:spacing w:val="-11"/>
        </w:rPr>
        <w:t xml:space="preserve"> </w:t>
      </w:r>
      <w:r w:rsidRPr="0086154B">
        <w:t>and</w:t>
      </w:r>
      <w:r w:rsidRPr="0086154B">
        <w:rPr>
          <w:spacing w:val="-11"/>
        </w:rPr>
        <w:t xml:space="preserve"> </w:t>
      </w:r>
      <w:r w:rsidRPr="0086154B">
        <w:t>all</w:t>
      </w:r>
      <w:r w:rsidRPr="0086154B">
        <w:rPr>
          <w:spacing w:val="-12"/>
        </w:rPr>
        <w:t xml:space="preserve"> </w:t>
      </w:r>
      <w:r w:rsidRPr="0086154B">
        <w:t>other</w:t>
      </w:r>
      <w:r w:rsidRPr="0086154B">
        <w:rPr>
          <w:spacing w:val="-11"/>
        </w:rPr>
        <w:t xml:space="preserve"> </w:t>
      </w:r>
      <w:r w:rsidRPr="0086154B">
        <w:t>requirements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47"/>
        </w:rPr>
        <w:t xml:space="preserve"> </w:t>
      </w:r>
      <w:r w:rsidRPr="0086154B">
        <w:t>the requested benefits under the terms of</w:t>
      </w:r>
      <w:r w:rsidRPr="0086154B">
        <w:rPr>
          <w:spacing w:val="-47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7"/>
        </w:rPr>
        <w:t xml:space="preserve"> </w:t>
      </w:r>
      <w:r w:rsidRPr="0086154B">
        <w:t>treaty.</w:t>
      </w:r>
    </w:p>
    <w:p w14:paraId="49D20842" w14:textId="77777777" w:rsidR="0086154B" w:rsidRPr="0086154B" w:rsidRDefault="0086154B" w:rsidP="00460DEE">
      <w:pPr>
        <w:pStyle w:val="Body"/>
      </w:pPr>
      <w:r w:rsidRPr="0086154B">
        <w:t>If you are claiming a benefit under</w:t>
      </w:r>
      <w:r w:rsidRPr="0086154B">
        <w:rPr>
          <w:spacing w:val="1"/>
        </w:rPr>
        <w:t xml:space="preserve"> </w:t>
      </w:r>
      <w:r w:rsidRPr="0086154B">
        <w:t>either the income from employment/</w:t>
      </w:r>
      <w:r w:rsidRPr="0086154B">
        <w:rPr>
          <w:spacing w:val="1"/>
        </w:rPr>
        <w:t xml:space="preserve"> </w:t>
      </w:r>
      <w:r w:rsidRPr="0086154B">
        <w:t>dependent personal services article or the</w:t>
      </w:r>
      <w:r w:rsidRPr="0086154B">
        <w:rPr>
          <w:spacing w:val="-47"/>
        </w:rPr>
        <w:t xml:space="preserve"> </w:t>
      </w:r>
      <w:r w:rsidRPr="0086154B">
        <w:t>income from independent services/</w:t>
      </w:r>
      <w:r w:rsidRPr="0086154B">
        <w:rPr>
          <w:spacing w:val="1"/>
        </w:rPr>
        <w:t xml:space="preserve"> </w:t>
      </w:r>
      <w:r w:rsidRPr="0086154B">
        <w:t>business profits article of the treaty, you</w:t>
      </w:r>
      <w:r w:rsidRPr="0086154B">
        <w:rPr>
          <w:spacing w:val="1"/>
        </w:rPr>
        <w:t xml:space="preserve"> </w:t>
      </w:r>
      <w:r w:rsidRPr="0086154B">
        <w:t>must be a resident of the treaty country.</w:t>
      </w:r>
      <w:r w:rsidRPr="0086154B">
        <w:rPr>
          <w:spacing w:val="1"/>
        </w:rPr>
        <w:t xml:space="preserve"> </w:t>
      </w:r>
      <w:r w:rsidRPr="0086154B">
        <w:t>However, if you are claiming a benefit</w:t>
      </w:r>
      <w:r w:rsidRPr="0086154B">
        <w:rPr>
          <w:spacing w:val="1"/>
        </w:rPr>
        <w:t xml:space="preserve"> </w:t>
      </w:r>
      <w:r w:rsidRPr="0086154B">
        <w:t>under the student/trainee or teacher/</w:t>
      </w:r>
      <w:r w:rsidRPr="0086154B">
        <w:rPr>
          <w:spacing w:val="1"/>
        </w:rPr>
        <w:t xml:space="preserve"> </w:t>
      </w:r>
      <w:r w:rsidRPr="0086154B">
        <w:t>researcher</w:t>
      </w:r>
      <w:r w:rsidRPr="0086154B">
        <w:rPr>
          <w:spacing w:val="-12"/>
        </w:rPr>
        <w:t xml:space="preserve"> </w:t>
      </w:r>
      <w:r w:rsidRPr="0086154B">
        <w:t>article</w:t>
      </w:r>
      <w:r w:rsidRPr="0086154B">
        <w:rPr>
          <w:spacing w:val="-12"/>
        </w:rPr>
        <w:t xml:space="preserve"> </w:t>
      </w:r>
      <w:r w:rsidRPr="0086154B">
        <w:t>of</w:t>
      </w:r>
      <w:r w:rsidRPr="0086154B">
        <w:rPr>
          <w:spacing w:val="-13"/>
        </w:rPr>
        <w:t xml:space="preserve"> </w:t>
      </w:r>
      <w:r w:rsidRPr="0086154B">
        <w:t>a</w:t>
      </w:r>
      <w:r w:rsidRPr="0086154B">
        <w:rPr>
          <w:spacing w:val="-12"/>
        </w:rPr>
        <w:t xml:space="preserve"> </w:t>
      </w:r>
      <w:r w:rsidRPr="0086154B">
        <w:t>treaty,</w:t>
      </w:r>
      <w:r w:rsidRPr="0086154B">
        <w:rPr>
          <w:spacing w:val="-13"/>
        </w:rPr>
        <w:t xml:space="preserve"> </w:t>
      </w:r>
      <w:r w:rsidRPr="0086154B">
        <w:t>you</w:t>
      </w:r>
      <w:r w:rsidRPr="0086154B">
        <w:rPr>
          <w:spacing w:val="-12"/>
        </w:rPr>
        <w:t xml:space="preserve"> </w:t>
      </w:r>
      <w:r w:rsidRPr="0086154B">
        <w:t>generally</w:t>
      </w:r>
      <w:r w:rsidRPr="0086154B">
        <w:rPr>
          <w:spacing w:val="-47"/>
        </w:rPr>
        <w:t xml:space="preserve"> </w:t>
      </w:r>
      <w:r w:rsidRPr="0086154B">
        <w:lastRenderedPageBreak/>
        <w:t>only need to have been a resident of the</w:t>
      </w:r>
      <w:r w:rsidRPr="0086154B">
        <w:rPr>
          <w:spacing w:val="1"/>
        </w:rPr>
        <w:t xml:space="preserve"> </w:t>
      </w:r>
      <w:r w:rsidRPr="0086154B">
        <w:t>treaty country immediately before (or at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time)</w:t>
      </w:r>
      <w:r w:rsidRPr="0086154B">
        <w:rPr>
          <w:spacing w:val="-8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came</w:t>
      </w:r>
      <w:r w:rsidRPr="0086154B">
        <w:rPr>
          <w:spacing w:val="-7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United</w:t>
      </w:r>
      <w:r w:rsidRPr="0086154B">
        <w:rPr>
          <w:spacing w:val="-9"/>
        </w:rPr>
        <w:t xml:space="preserve"> </w:t>
      </w:r>
      <w:r w:rsidRPr="0086154B">
        <w:t>States.</w:t>
      </w:r>
    </w:p>
    <w:p w14:paraId="1993988E" w14:textId="77777777" w:rsidR="0086154B" w:rsidRPr="0086154B" w:rsidRDefault="0086154B" w:rsidP="00460DEE">
      <w:pPr>
        <w:pStyle w:val="Heading3"/>
      </w:pPr>
      <w:bookmarkStart w:id="14" w:name="Compensation_for_Independent_Personal_Se"/>
      <w:bookmarkStart w:id="15" w:name="_bookmark3"/>
      <w:bookmarkEnd w:id="14"/>
      <w:bookmarkEnd w:id="15"/>
      <w:r w:rsidRPr="0086154B">
        <w:t>Compensation</w:t>
      </w:r>
      <w:r w:rsidRPr="0086154B">
        <w:rPr>
          <w:spacing w:val="2"/>
        </w:rPr>
        <w:t xml:space="preserve"> </w:t>
      </w:r>
      <w:r w:rsidRPr="0086154B">
        <w:t>for</w:t>
      </w:r>
      <w:r w:rsidRPr="0086154B">
        <w:rPr>
          <w:spacing w:val="3"/>
        </w:rPr>
        <w:t xml:space="preserve"> </w:t>
      </w:r>
      <w:r w:rsidRPr="0086154B">
        <w:t>Independent</w:t>
      </w:r>
      <w:r w:rsidRPr="0086154B">
        <w:rPr>
          <w:spacing w:val="-58"/>
        </w:rPr>
        <w:t xml:space="preserve"> </w:t>
      </w:r>
      <w:r w:rsidRPr="0086154B">
        <w:t>Personal</w:t>
      </w:r>
      <w:r w:rsidRPr="0086154B">
        <w:rPr>
          <w:spacing w:val="-2"/>
        </w:rPr>
        <w:t xml:space="preserve"> </w:t>
      </w:r>
      <w:r w:rsidRPr="0086154B">
        <w:t>Services</w:t>
      </w:r>
    </w:p>
    <w:p w14:paraId="4E504B7D" w14:textId="77777777" w:rsidR="0086154B" w:rsidRPr="0086154B" w:rsidRDefault="0086154B" w:rsidP="00460DEE">
      <w:pPr>
        <w:pStyle w:val="Body"/>
      </w:pPr>
      <w:bookmarkStart w:id="16" w:name="Compensation_for_Dependent_Personal_Serv"/>
      <w:bookmarkStart w:id="17" w:name="_bookmark4"/>
      <w:bookmarkEnd w:id="16"/>
      <w:bookmarkEnd w:id="17"/>
      <w:r w:rsidRPr="0086154B">
        <w:t>Independent personal services are</w:t>
      </w:r>
      <w:r w:rsidRPr="0086154B">
        <w:rPr>
          <w:spacing w:val="1"/>
        </w:rPr>
        <w:t xml:space="preserve"> </w:t>
      </w:r>
      <w:r w:rsidRPr="0086154B">
        <w:t>services performed as an independent</w:t>
      </w:r>
      <w:r w:rsidRPr="0086154B">
        <w:rPr>
          <w:spacing w:val="1"/>
        </w:rPr>
        <w:t xml:space="preserve"> </w:t>
      </w:r>
      <w:r w:rsidRPr="0086154B">
        <w:t>contractor in the United States by a</w:t>
      </w:r>
      <w:bookmarkStart w:id="18" w:name="Compensatory_Scholarship_or_Fellowship_I"/>
      <w:bookmarkEnd w:id="18"/>
      <w:r w:rsidRPr="0086154B">
        <w:rPr>
          <w:spacing w:val="1"/>
        </w:rPr>
        <w:t xml:space="preserve"> </w:t>
      </w:r>
      <w:bookmarkStart w:id="19" w:name="_bookmark5"/>
      <w:bookmarkEnd w:id="19"/>
      <w:r w:rsidRPr="0086154B">
        <w:t>nonresident alien who is self-employed</w:t>
      </w:r>
      <w:r w:rsidRPr="0086154B">
        <w:rPr>
          <w:spacing w:val="1"/>
        </w:rPr>
        <w:t xml:space="preserve"> </w:t>
      </w:r>
      <w:r w:rsidRPr="0086154B">
        <w:t>rather than an employee. Compensation</w:t>
      </w:r>
      <w:r w:rsidRPr="0086154B">
        <w:rPr>
          <w:spacing w:val="1"/>
        </w:rPr>
        <w:t xml:space="preserve"> </w:t>
      </w:r>
      <w:r w:rsidRPr="0086154B">
        <w:t>for such services includes payments for</w:t>
      </w:r>
      <w:r w:rsidRPr="0086154B">
        <w:rPr>
          <w:spacing w:val="1"/>
        </w:rPr>
        <w:t xml:space="preserve"> </w:t>
      </w:r>
      <w:r w:rsidRPr="0086154B">
        <w:t>contract labor; payments for professional</w:t>
      </w:r>
      <w:r w:rsidRPr="0086154B">
        <w:rPr>
          <w:spacing w:val="1"/>
        </w:rPr>
        <w:t xml:space="preserve"> </w:t>
      </w:r>
      <w:r w:rsidRPr="0086154B">
        <w:t>services, such as fees to an attorney,</w:t>
      </w:r>
      <w:r w:rsidRPr="0086154B">
        <w:rPr>
          <w:spacing w:val="1"/>
        </w:rPr>
        <w:t xml:space="preserve"> </w:t>
      </w:r>
      <w:r w:rsidRPr="0086154B">
        <w:t>physician, or accountant, if the payments</w:t>
      </w:r>
      <w:r w:rsidRPr="0086154B">
        <w:rPr>
          <w:spacing w:val="1"/>
        </w:rPr>
        <w:t xml:space="preserve"> </w:t>
      </w:r>
      <w:r w:rsidRPr="0086154B">
        <w:t>are</w:t>
      </w:r>
      <w:r w:rsidRPr="0086154B">
        <w:rPr>
          <w:spacing w:val="-9"/>
        </w:rPr>
        <w:t xml:space="preserve"> </w:t>
      </w:r>
      <w:r w:rsidRPr="0086154B">
        <w:t>made</w:t>
      </w:r>
      <w:r w:rsidRPr="0086154B">
        <w:rPr>
          <w:spacing w:val="-9"/>
        </w:rPr>
        <w:t xml:space="preserve"> </w:t>
      </w:r>
      <w:r w:rsidRPr="0086154B">
        <w:t>directly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person</w:t>
      </w:r>
      <w:r w:rsidRPr="0086154B">
        <w:rPr>
          <w:spacing w:val="-9"/>
        </w:rPr>
        <w:t xml:space="preserve"> </w:t>
      </w:r>
      <w:r w:rsidRPr="0086154B">
        <w:t>performing</w:t>
      </w:r>
      <w:r w:rsidRPr="0086154B">
        <w:rPr>
          <w:spacing w:val="-47"/>
        </w:rPr>
        <w:t xml:space="preserve"> </w:t>
      </w:r>
      <w:r w:rsidRPr="0086154B">
        <w:t>the services; consulting fees; and</w:t>
      </w:r>
      <w:r w:rsidRPr="0086154B">
        <w:rPr>
          <w:spacing w:val="1"/>
        </w:rPr>
        <w:t xml:space="preserve"> </w:t>
      </w:r>
      <w:r w:rsidRPr="0086154B">
        <w:t>honoraria paid to visiting professors,</w:t>
      </w:r>
      <w:r w:rsidRPr="0086154B">
        <w:rPr>
          <w:spacing w:val="1"/>
        </w:rPr>
        <w:t xml:space="preserve"> </w:t>
      </w:r>
      <w:r w:rsidRPr="0086154B">
        <w:t>teachers, researchers, scientists, and</w:t>
      </w:r>
      <w:r w:rsidRPr="0086154B">
        <w:rPr>
          <w:spacing w:val="1"/>
        </w:rPr>
        <w:t xml:space="preserve"> </w:t>
      </w:r>
      <w:r w:rsidRPr="0086154B">
        <w:t>prominent</w:t>
      </w:r>
      <w:r w:rsidRPr="0086154B">
        <w:rPr>
          <w:spacing w:val="-8"/>
        </w:rPr>
        <w:t xml:space="preserve"> </w:t>
      </w:r>
      <w:r w:rsidRPr="0086154B">
        <w:t>speakers.</w:t>
      </w:r>
    </w:p>
    <w:p w14:paraId="5F1A4CCA" w14:textId="1095EDF6" w:rsidR="0086154B" w:rsidRPr="0086154B" w:rsidRDefault="0086154B" w:rsidP="00460DEE">
      <w:pPr>
        <w:pStyle w:val="Body"/>
      </w:pPr>
      <w:r w:rsidRPr="0086154B">
        <w:rPr>
          <w:rFonts w:ascii="Arial"/>
          <w:b/>
        </w:rPr>
        <w:t xml:space="preserve">Business profits. </w:t>
      </w:r>
      <w:r w:rsidRPr="0086154B">
        <w:t>Certain treaties do not</w:t>
      </w:r>
      <w:r w:rsidRPr="0086154B">
        <w:rPr>
          <w:spacing w:val="1"/>
        </w:rPr>
        <w:t xml:space="preserve"> </w:t>
      </w:r>
      <w:r w:rsidRPr="0086154B">
        <w:t>have an independent personal services</w:t>
      </w:r>
      <w:r w:rsidRPr="0086154B">
        <w:rPr>
          <w:spacing w:val="1"/>
        </w:rPr>
        <w:t xml:space="preserve"> </w:t>
      </w:r>
      <w:r w:rsidRPr="0086154B">
        <w:t>article. Payments for independent</w:t>
      </w:r>
      <w:r w:rsidRPr="0086154B">
        <w:rPr>
          <w:spacing w:val="1"/>
        </w:rPr>
        <w:t xml:space="preserve"> </w:t>
      </w:r>
      <w:r w:rsidRPr="0086154B">
        <w:t>personal services may be covered under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business</w:t>
      </w:r>
      <w:r w:rsidRPr="0086154B">
        <w:rPr>
          <w:spacing w:val="-10"/>
        </w:rPr>
        <w:t xml:space="preserve"> </w:t>
      </w:r>
      <w:r w:rsidRPr="0086154B">
        <w:t>profits</w:t>
      </w:r>
      <w:r w:rsidRPr="0086154B">
        <w:rPr>
          <w:spacing w:val="-10"/>
        </w:rPr>
        <w:t xml:space="preserve"> </w:t>
      </w:r>
      <w:r w:rsidRPr="0086154B">
        <w:t>article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an</w:t>
      </w:r>
      <w:r w:rsidRPr="0086154B">
        <w:rPr>
          <w:spacing w:val="-10"/>
        </w:rPr>
        <w:t xml:space="preserve"> </w:t>
      </w:r>
      <w:r w:rsidRPr="0086154B">
        <w:t>applicable</w:t>
      </w:r>
      <w:r w:rsidRPr="0086154B">
        <w:rPr>
          <w:spacing w:val="-47"/>
        </w:rPr>
        <w:t xml:space="preserve"> </w:t>
      </w:r>
      <w:r w:rsidRPr="0086154B">
        <w:t>income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9"/>
        </w:rPr>
        <w:t xml:space="preserve"> </w:t>
      </w:r>
      <w:r w:rsidRPr="0086154B">
        <w:t>treaty.</w:t>
      </w:r>
      <w:r w:rsidRPr="0086154B">
        <w:rPr>
          <w:spacing w:val="-9"/>
        </w:rPr>
        <w:t xml:space="preserve"> </w:t>
      </w:r>
      <w:r w:rsidRPr="0086154B">
        <w:t>If</w:t>
      </w:r>
      <w:r w:rsidRPr="0086154B">
        <w:rPr>
          <w:spacing w:val="-8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are</w:t>
      </w:r>
      <w:r w:rsidRPr="0086154B">
        <w:rPr>
          <w:spacing w:val="-9"/>
        </w:rPr>
        <w:t xml:space="preserve"> </w:t>
      </w:r>
      <w:r w:rsidRPr="0086154B">
        <w:t>eligible</w:t>
      </w:r>
      <w:r w:rsidRPr="0086154B">
        <w:rPr>
          <w:spacing w:val="-9"/>
        </w:rPr>
        <w:t xml:space="preserve"> </w:t>
      </w:r>
      <w:r w:rsidRPr="0086154B">
        <w:t>to</w:t>
      </w:r>
      <w:r w:rsidR="00460DEE">
        <w:t xml:space="preserve"> </w:t>
      </w:r>
      <w:r w:rsidRPr="0086154B">
        <w:t>claim</w:t>
      </w:r>
      <w:r w:rsidRPr="0086154B">
        <w:rPr>
          <w:spacing w:val="-11"/>
        </w:rPr>
        <w:t xml:space="preserve"> </w:t>
      </w:r>
      <w:r w:rsidRPr="0086154B">
        <w:t>exemption</w:t>
      </w:r>
      <w:r w:rsidRPr="0086154B">
        <w:rPr>
          <w:spacing w:val="-11"/>
        </w:rPr>
        <w:t xml:space="preserve"> </w:t>
      </w:r>
      <w:r w:rsidRPr="0086154B">
        <w:t>from</w:t>
      </w:r>
      <w:r w:rsidRPr="0086154B">
        <w:rPr>
          <w:spacing w:val="-11"/>
        </w:rPr>
        <w:t xml:space="preserve"> </w:t>
      </w:r>
      <w:r w:rsidRPr="0086154B">
        <w:lastRenderedPageBreak/>
        <w:t>withholding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this</w:t>
      </w:r>
      <w:r w:rsidRPr="0086154B">
        <w:rPr>
          <w:spacing w:val="-47"/>
        </w:rPr>
        <w:t xml:space="preserve"> </w:t>
      </w:r>
      <w:r w:rsidRPr="0086154B">
        <w:t>type of income, complete and give Form</w:t>
      </w:r>
      <w:r w:rsidRPr="0086154B">
        <w:rPr>
          <w:spacing w:val="-47"/>
        </w:rPr>
        <w:t xml:space="preserve"> </w:t>
      </w:r>
      <w:r w:rsidRPr="0086154B">
        <w:t>8233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withholding</w:t>
      </w:r>
      <w:r w:rsidRPr="0086154B">
        <w:rPr>
          <w:spacing w:val="-8"/>
        </w:rPr>
        <w:t xml:space="preserve"> </w:t>
      </w:r>
      <w:r w:rsidRPr="0086154B">
        <w:t>agent.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6"/>
        <w:gridCol w:w="6504"/>
      </w:tblGrid>
      <w:tr w:rsidR="00460DEE" w14:paraId="2DB2F765" w14:textId="77777777" w:rsidTr="00460DEE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D479AF" w14:textId="78DDB59B" w:rsidR="00460DEE" w:rsidRDefault="00460DEE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08CCDA04" wp14:editId="5D1E9241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4D0B30" w14:textId="63D59F03" w:rsidR="00460DEE" w:rsidRPr="00460DEE" w:rsidRDefault="00460DEE" w:rsidP="00460DEE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0DEE">
              <w:rPr>
                <w:i/>
                <w:iCs/>
              </w:rPr>
              <w:t>Under certain treaties, such as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those with Canada, India, and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  <w:spacing w:val="-1"/>
              </w:rPr>
              <w:t>Portugal,</w:t>
            </w:r>
            <w:r w:rsidRPr="00460DEE">
              <w:rPr>
                <w:i/>
                <w:iCs/>
                <w:spacing w:val="-11"/>
              </w:rPr>
              <w:t xml:space="preserve"> </w:t>
            </w:r>
            <w:r w:rsidRPr="00460DEE">
              <w:rPr>
                <w:i/>
                <w:iCs/>
              </w:rPr>
              <w:t>the</w:t>
            </w:r>
            <w:r w:rsidRPr="00460DEE">
              <w:rPr>
                <w:i/>
                <w:iCs/>
                <w:spacing w:val="-11"/>
              </w:rPr>
              <w:t xml:space="preserve"> </w:t>
            </w:r>
            <w:r w:rsidRPr="00460DEE">
              <w:rPr>
                <w:i/>
                <w:iCs/>
              </w:rPr>
              <w:t>income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for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services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performed by independent contractors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who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do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not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have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a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fixed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base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in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the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United</w:t>
            </w:r>
            <w:r w:rsidRPr="00460DEE">
              <w:rPr>
                <w:rFonts w:hAnsi="Arial"/>
                <w:i/>
                <w:iCs/>
                <w:spacing w:val="-47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States may still be taxable for services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performed</w:t>
            </w:r>
            <w:r w:rsidRPr="00460DEE">
              <w:rPr>
                <w:rFonts w:hAnsi="Arial"/>
                <w:i/>
                <w:iCs/>
                <w:spacing w:val="-10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in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the</w:t>
            </w:r>
            <w:r w:rsidRPr="00460DEE">
              <w:rPr>
                <w:rFonts w:hAnsi="Arial"/>
                <w:i/>
                <w:iCs/>
                <w:spacing w:val="-10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United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States</w:t>
            </w:r>
            <w:r w:rsidRPr="00460DEE">
              <w:rPr>
                <w:rFonts w:hAnsi="Arial"/>
                <w:i/>
                <w:iCs/>
                <w:spacing w:val="-8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if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they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stay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in the United States for more than a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 xml:space="preserve">specified </w:t>
            </w:r>
            <w:proofErr w:type="gramStart"/>
            <w:r w:rsidRPr="00460DEE">
              <w:rPr>
                <w:rFonts w:hAnsi="Arial"/>
                <w:i/>
                <w:iCs/>
              </w:rPr>
              <w:t>period of time</w:t>
            </w:r>
            <w:proofErr w:type="gramEnd"/>
            <w:r w:rsidRPr="00460DEE">
              <w:rPr>
                <w:rFonts w:hAnsi="Arial"/>
                <w:i/>
                <w:iCs/>
              </w:rPr>
              <w:t xml:space="preserve"> (generally 90 or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183 days, depending on the treaty). See,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for example, Article 5, paragraph 9 of the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United States</w:t>
            </w:r>
            <w:r w:rsidRPr="00460DEE">
              <w:rPr>
                <w:rFonts w:hAnsi="Arial"/>
                <w:i/>
                <w:iCs/>
              </w:rPr>
              <w:t>–</w:t>
            </w:r>
            <w:r w:rsidRPr="00460DEE">
              <w:rPr>
                <w:rFonts w:hAnsi="Arial"/>
                <w:i/>
                <w:iCs/>
              </w:rPr>
              <w:t>Canada income tax treaty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and Article 15, paragraph 1(b) of the</w:t>
            </w:r>
            <w:r w:rsidRPr="00460DEE">
              <w:rPr>
                <w:rFonts w:hAnsi="Arial"/>
                <w:i/>
                <w:iCs/>
                <w:spacing w:val="1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United</w:t>
            </w:r>
            <w:r w:rsidRPr="00460DEE">
              <w:rPr>
                <w:rFonts w:hAnsi="Arial"/>
                <w:i/>
                <w:iCs/>
                <w:spacing w:val="-10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States</w:t>
            </w:r>
            <w:r w:rsidRPr="00460DEE">
              <w:rPr>
                <w:rFonts w:hAnsi="Arial"/>
                <w:i/>
                <w:iCs/>
              </w:rPr>
              <w:t>–</w:t>
            </w:r>
            <w:r w:rsidRPr="00460DEE">
              <w:rPr>
                <w:rFonts w:hAnsi="Arial"/>
                <w:i/>
                <w:iCs/>
              </w:rPr>
              <w:t>India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income</w:t>
            </w:r>
            <w:r w:rsidRPr="00460DEE">
              <w:rPr>
                <w:rFonts w:hAnsi="Arial"/>
                <w:i/>
                <w:iCs/>
                <w:spacing w:val="-9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tax</w:t>
            </w:r>
            <w:r w:rsidRPr="00460DEE">
              <w:rPr>
                <w:rFonts w:hAnsi="Arial"/>
                <w:i/>
                <w:iCs/>
                <w:spacing w:val="-10"/>
              </w:rPr>
              <w:t xml:space="preserve"> </w:t>
            </w:r>
            <w:r w:rsidRPr="00460DEE">
              <w:rPr>
                <w:rFonts w:hAnsi="Arial"/>
                <w:i/>
                <w:iCs/>
              </w:rPr>
              <w:t>treaty.</w:t>
            </w:r>
            <w:r>
              <w:rPr>
                <w:rFonts w:hAnsi="Arial"/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Often, these contractors cannot claim an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exemption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from</w:t>
            </w:r>
            <w:r w:rsidRPr="00460DEE">
              <w:rPr>
                <w:i/>
                <w:iCs/>
                <w:spacing w:val="-13"/>
              </w:rPr>
              <w:t xml:space="preserve"> </w:t>
            </w:r>
            <w:r w:rsidRPr="00460DEE">
              <w:rPr>
                <w:i/>
                <w:iCs/>
              </w:rPr>
              <w:lastRenderedPageBreak/>
              <w:t>withholding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at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the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time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of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payment because they do not know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whether their stay will exceed the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specified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period.</w:t>
            </w:r>
          </w:p>
        </w:tc>
      </w:tr>
    </w:tbl>
    <w:p w14:paraId="3ADD5A05" w14:textId="5A8370D1" w:rsidR="0086154B" w:rsidRPr="0086154B" w:rsidRDefault="0086154B" w:rsidP="00460DEE">
      <w:pPr>
        <w:pStyle w:val="Body"/>
      </w:pPr>
      <w:r w:rsidRPr="0086154B">
        <w:rPr>
          <w:rFonts w:ascii="Arial"/>
          <w:b/>
        </w:rPr>
        <w:lastRenderedPageBreak/>
        <w:t>Public</w:t>
      </w:r>
      <w:r w:rsidRPr="0086154B">
        <w:rPr>
          <w:rFonts w:ascii="Arial"/>
          <w:b/>
          <w:spacing w:val="-6"/>
        </w:rPr>
        <w:t xml:space="preserve"> </w:t>
      </w:r>
      <w:r w:rsidRPr="0086154B">
        <w:rPr>
          <w:rFonts w:ascii="Arial"/>
          <w:b/>
        </w:rPr>
        <w:t>entertainers.</w:t>
      </w:r>
      <w:r w:rsidRPr="0086154B">
        <w:rPr>
          <w:rFonts w:ascii="Arial"/>
          <w:b/>
          <w:spacing w:val="33"/>
        </w:rPr>
        <w:t xml:space="preserve"> </w:t>
      </w:r>
      <w:r w:rsidRPr="0086154B">
        <w:t>Generally,</w:t>
      </w:r>
      <w:r w:rsidRPr="0086154B">
        <w:rPr>
          <w:spacing w:val="-10"/>
        </w:rPr>
        <w:t xml:space="preserve"> </w:t>
      </w:r>
      <w:r w:rsidRPr="0086154B">
        <w:t>athletes</w:t>
      </w:r>
      <w:r w:rsidRPr="0086154B">
        <w:rPr>
          <w:spacing w:val="-47"/>
        </w:rPr>
        <w:t xml:space="preserve"> </w:t>
      </w:r>
      <w:r w:rsidRPr="0086154B">
        <w:t>and entertainers are not exempt from tax</w:t>
      </w:r>
      <w:r w:rsidRPr="0086154B">
        <w:rPr>
          <w:spacing w:val="-47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income</w:t>
      </w:r>
      <w:r w:rsidRPr="0086154B">
        <w:rPr>
          <w:spacing w:val="-9"/>
        </w:rPr>
        <w:t xml:space="preserve"> </w:t>
      </w:r>
      <w:r w:rsidRPr="0086154B">
        <w:t>derived</w:t>
      </w:r>
      <w:r w:rsidRPr="0086154B">
        <w:rPr>
          <w:spacing w:val="-9"/>
        </w:rPr>
        <w:t xml:space="preserve"> </w:t>
      </w:r>
      <w:r w:rsidRPr="0086154B">
        <w:t>from</w:t>
      </w:r>
      <w:r w:rsidRPr="0086154B">
        <w:rPr>
          <w:spacing w:val="-9"/>
        </w:rPr>
        <w:t xml:space="preserve"> </w:t>
      </w:r>
      <w:r w:rsidRPr="0086154B">
        <w:t>their</w:t>
      </w:r>
      <w:r w:rsidRPr="0086154B">
        <w:rPr>
          <w:spacing w:val="-9"/>
        </w:rPr>
        <w:t xml:space="preserve"> </w:t>
      </w:r>
      <w:r w:rsidRPr="0086154B">
        <w:t>activities.</w:t>
      </w:r>
      <w:r w:rsidR="00460DEE">
        <w:t xml:space="preserve"> </w:t>
      </w:r>
      <w:r w:rsidRPr="0086154B">
        <w:t>Most treaties have a special article that</w:t>
      </w:r>
      <w:r w:rsidRPr="0086154B">
        <w:rPr>
          <w:spacing w:val="1"/>
        </w:rPr>
        <w:t xml:space="preserve"> </w:t>
      </w:r>
      <w:r w:rsidRPr="0086154B">
        <w:t>covers them that takes precedence over</w:t>
      </w:r>
      <w:r w:rsidRPr="0086154B">
        <w:rPr>
          <w:spacing w:val="1"/>
        </w:rPr>
        <w:t xml:space="preserve"> </w:t>
      </w:r>
      <w:r w:rsidRPr="0086154B">
        <w:t>the independent personal services and</w:t>
      </w:r>
      <w:r w:rsidRPr="0086154B">
        <w:rPr>
          <w:spacing w:val="1"/>
        </w:rPr>
        <w:t xml:space="preserve"> </w:t>
      </w:r>
      <w:r w:rsidRPr="0086154B">
        <w:t>dependent personal services articles of</w:t>
      </w:r>
      <w:r w:rsidRPr="0086154B">
        <w:rPr>
          <w:spacing w:val="1"/>
        </w:rPr>
        <w:t xml:space="preserve"> </w:t>
      </w:r>
      <w:r w:rsidRPr="0086154B">
        <w:t>treaties. They may be exempt in some</w:t>
      </w:r>
      <w:r w:rsidRPr="0086154B">
        <w:rPr>
          <w:spacing w:val="1"/>
        </w:rPr>
        <w:t xml:space="preserve"> </w:t>
      </w:r>
      <w:r w:rsidRPr="0086154B">
        <w:t>treaties only if the total amount paid for a</w:t>
      </w:r>
      <w:r w:rsidRPr="0086154B">
        <w:rPr>
          <w:spacing w:val="1"/>
        </w:rPr>
        <w:t xml:space="preserve"> </w:t>
      </w:r>
      <w:r w:rsidRPr="0086154B">
        <w:t>year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below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dollar</w:t>
      </w:r>
      <w:r w:rsidRPr="0086154B">
        <w:rPr>
          <w:spacing w:val="-10"/>
        </w:rPr>
        <w:t xml:space="preserve"> </w:t>
      </w:r>
      <w:r w:rsidRPr="0086154B">
        <w:t>threshold.</w:t>
      </w:r>
      <w:r w:rsidRPr="0086154B">
        <w:rPr>
          <w:spacing w:val="-9"/>
        </w:rPr>
        <w:t xml:space="preserve"> </w:t>
      </w:r>
      <w:r w:rsidRPr="0086154B">
        <w:t>Generally,</w:t>
      </w:r>
      <w:r w:rsidRPr="0086154B">
        <w:rPr>
          <w:spacing w:val="-47"/>
        </w:rPr>
        <w:t xml:space="preserve"> </w:t>
      </w:r>
      <w:r w:rsidRPr="0086154B">
        <w:t>the IRS cannot accept Form 8233</w:t>
      </w:r>
      <w:r w:rsidRPr="0086154B">
        <w:rPr>
          <w:spacing w:val="1"/>
        </w:rPr>
        <w:t xml:space="preserve"> </w:t>
      </w:r>
      <w:r w:rsidRPr="0086154B">
        <w:t>because the exemption may be based on</w:t>
      </w:r>
      <w:r w:rsidRPr="0086154B">
        <w:rPr>
          <w:spacing w:val="1"/>
        </w:rPr>
        <w:t xml:space="preserve"> </w:t>
      </w:r>
      <w:r w:rsidRPr="0086154B">
        <w:t>factors that cannot be determined until</w:t>
      </w:r>
      <w:r w:rsidRPr="0086154B">
        <w:rPr>
          <w:spacing w:val="1"/>
        </w:rPr>
        <w:t xml:space="preserve"> </w:t>
      </w:r>
      <w:r w:rsidRPr="0086154B">
        <w:t>after</w:t>
      </w:r>
      <w:r w:rsidRPr="0086154B">
        <w:rPr>
          <w:spacing w:val="-12"/>
        </w:rPr>
        <w:t xml:space="preserve"> </w:t>
      </w:r>
      <w:r w:rsidRPr="0086154B">
        <w:t>the</w:t>
      </w:r>
      <w:r w:rsidRPr="0086154B">
        <w:rPr>
          <w:spacing w:val="-12"/>
        </w:rPr>
        <w:t xml:space="preserve"> </w:t>
      </w:r>
      <w:r w:rsidRPr="0086154B">
        <w:t>end</w:t>
      </w:r>
      <w:r w:rsidRPr="0086154B">
        <w:rPr>
          <w:spacing w:val="-11"/>
        </w:rPr>
        <w:t xml:space="preserve"> </w:t>
      </w:r>
      <w:r w:rsidRPr="0086154B">
        <w:t>of</w:t>
      </w:r>
      <w:r w:rsidRPr="0086154B">
        <w:rPr>
          <w:spacing w:val="-12"/>
        </w:rPr>
        <w:t xml:space="preserve"> </w:t>
      </w:r>
      <w:r w:rsidRPr="0086154B">
        <w:t>the</w:t>
      </w:r>
      <w:r w:rsidRPr="0086154B">
        <w:rPr>
          <w:spacing w:val="-12"/>
        </w:rPr>
        <w:t xml:space="preserve"> </w:t>
      </w:r>
      <w:r w:rsidRPr="0086154B">
        <w:t>year.</w:t>
      </w:r>
      <w:r w:rsidRPr="0086154B">
        <w:rPr>
          <w:spacing w:val="-11"/>
        </w:rPr>
        <w:t xml:space="preserve"> </w:t>
      </w:r>
      <w:r w:rsidRPr="0086154B">
        <w:t>These</w:t>
      </w:r>
      <w:r w:rsidRPr="0086154B">
        <w:rPr>
          <w:spacing w:val="-12"/>
        </w:rPr>
        <w:t xml:space="preserve"> </w:t>
      </w:r>
      <w:r w:rsidRPr="0086154B">
        <w:t>individuals</w:t>
      </w:r>
      <w:r w:rsidRPr="0086154B">
        <w:rPr>
          <w:spacing w:val="-47"/>
        </w:rPr>
        <w:t xml:space="preserve"> </w:t>
      </w:r>
      <w:r w:rsidRPr="0086154B">
        <w:t>are subject to 30% withholding from gross</w:t>
      </w:r>
      <w:r w:rsidRPr="0086154B">
        <w:rPr>
          <w:spacing w:val="-47"/>
        </w:rPr>
        <w:t xml:space="preserve"> </w:t>
      </w:r>
      <w:r w:rsidRPr="0086154B">
        <w:t>income paid for personal services</w:t>
      </w:r>
      <w:r w:rsidRPr="0086154B">
        <w:rPr>
          <w:spacing w:val="1"/>
        </w:rPr>
        <w:t xml:space="preserve"> </w:t>
      </w:r>
      <w:r w:rsidRPr="0086154B">
        <w:t>performed</w:t>
      </w:r>
      <w:r w:rsidRPr="0086154B">
        <w:rPr>
          <w:spacing w:val="-8"/>
        </w:rPr>
        <w:t xml:space="preserve"> </w:t>
      </w:r>
      <w:r w:rsidRPr="0086154B">
        <w:t>unless</w:t>
      </w:r>
      <w:r w:rsidRPr="0086154B">
        <w:rPr>
          <w:spacing w:val="-8"/>
        </w:rPr>
        <w:t xml:space="preserve"> </w:t>
      </w:r>
      <w:r w:rsidRPr="0086154B">
        <w:t>they</w:t>
      </w:r>
      <w:r w:rsidRPr="0086154B">
        <w:rPr>
          <w:spacing w:val="-8"/>
        </w:rPr>
        <w:t xml:space="preserve"> </w:t>
      </w:r>
      <w:r w:rsidRPr="0086154B">
        <w:t>apply</w:t>
      </w:r>
      <w:r w:rsidRPr="0086154B">
        <w:rPr>
          <w:spacing w:val="-8"/>
        </w:rPr>
        <w:t xml:space="preserve"> </w:t>
      </w:r>
      <w:r w:rsidRPr="0086154B">
        <w:t>for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reduced</w:t>
      </w:r>
      <w:r w:rsidRPr="0086154B">
        <w:rPr>
          <w:spacing w:val="-47"/>
        </w:rPr>
        <w:t xml:space="preserve"> </w:t>
      </w:r>
      <w:r w:rsidRPr="0086154B">
        <w:t>rate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withholding</w:t>
      </w:r>
      <w:r w:rsidRPr="0086154B">
        <w:rPr>
          <w:spacing w:val="-9"/>
        </w:rPr>
        <w:t xml:space="preserve"> </w:t>
      </w:r>
      <w:r w:rsidRPr="0086154B">
        <w:t>using</w:t>
      </w:r>
      <w:r w:rsidRPr="0086154B">
        <w:rPr>
          <w:spacing w:val="-9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13930.</w:t>
      </w:r>
    </w:p>
    <w:p w14:paraId="3C43FDA1" w14:textId="77777777" w:rsidR="0086154B" w:rsidRPr="0086154B" w:rsidRDefault="0086154B" w:rsidP="00460DEE">
      <w:pPr>
        <w:pStyle w:val="Heading3"/>
      </w:pPr>
      <w:r w:rsidRPr="0086154B">
        <w:t>Required Withholding</w:t>
      </w:r>
      <w:r w:rsidRPr="0086154B">
        <w:rPr>
          <w:spacing w:val="1"/>
        </w:rPr>
        <w:t xml:space="preserve"> </w:t>
      </w:r>
      <w:r w:rsidRPr="0086154B">
        <w:t>Form</w:t>
      </w:r>
    </w:p>
    <w:p w14:paraId="1765E9A0" w14:textId="77777777" w:rsidR="0086154B" w:rsidRPr="0086154B" w:rsidRDefault="0086154B" w:rsidP="00460DEE">
      <w:pPr>
        <w:pStyle w:val="Body"/>
      </w:pPr>
      <w:r w:rsidRPr="0086154B">
        <w:t>For compensation you receive for</w:t>
      </w:r>
      <w:r w:rsidRPr="0086154B">
        <w:rPr>
          <w:spacing w:val="1"/>
        </w:rPr>
        <w:t xml:space="preserve"> </w:t>
      </w:r>
      <w:r w:rsidRPr="0086154B">
        <w:t>independent personal services, complete</w:t>
      </w:r>
      <w:r w:rsidRPr="0086154B">
        <w:rPr>
          <w:spacing w:val="1"/>
        </w:rPr>
        <w:t xml:space="preserve"> </w:t>
      </w:r>
      <w:r w:rsidRPr="0086154B">
        <w:t xml:space="preserve">Form 8233 to </w:t>
      </w:r>
      <w:r w:rsidRPr="0086154B">
        <w:lastRenderedPageBreak/>
        <w:t>claim a tax treaty</w:t>
      </w:r>
      <w:r w:rsidRPr="0086154B">
        <w:rPr>
          <w:spacing w:val="1"/>
        </w:rPr>
        <w:t xml:space="preserve"> </w:t>
      </w:r>
      <w:r w:rsidRPr="0086154B">
        <w:t>withholding</w:t>
      </w:r>
      <w:r w:rsidRPr="0086154B">
        <w:rPr>
          <w:spacing w:val="-11"/>
        </w:rPr>
        <w:t xml:space="preserve"> </w:t>
      </w:r>
      <w:r w:rsidRPr="0086154B">
        <w:t>exemption</w:t>
      </w:r>
      <w:r w:rsidRPr="0086154B">
        <w:rPr>
          <w:spacing w:val="-11"/>
        </w:rPr>
        <w:t xml:space="preserve"> </w:t>
      </w:r>
      <w:r w:rsidRPr="0086154B">
        <w:t>for</w:t>
      </w:r>
      <w:r w:rsidRPr="0086154B">
        <w:rPr>
          <w:spacing w:val="-11"/>
        </w:rPr>
        <w:t xml:space="preserve"> </w:t>
      </w:r>
      <w:r w:rsidRPr="0086154B">
        <w:t>part</w:t>
      </w:r>
      <w:r w:rsidRPr="0086154B">
        <w:rPr>
          <w:spacing w:val="-11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proofErr w:type="gramStart"/>
      <w:r w:rsidRPr="0086154B">
        <w:t>all</w:t>
      </w:r>
      <w:r w:rsidRPr="0086154B">
        <w:rPr>
          <w:spacing w:val="-11"/>
        </w:rPr>
        <w:t xml:space="preserve"> </w:t>
      </w:r>
      <w:r w:rsidRPr="0086154B">
        <w:t>of</w:t>
      </w:r>
      <w:proofErr w:type="gramEnd"/>
      <w:r w:rsidRPr="0086154B">
        <w:rPr>
          <w:spacing w:val="-11"/>
        </w:rPr>
        <w:t xml:space="preserve"> </w:t>
      </w:r>
      <w:r w:rsidRPr="0086154B">
        <w:t>that</w:t>
      </w:r>
      <w:r w:rsidRPr="0086154B">
        <w:rPr>
          <w:spacing w:val="-47"/>
        </w:rPr>
        <w:t xml:space="preserve"> </w:t>
      </w:r>
      <w:r w:rsidRPr="0086154B">
        <w:t>income.</w:t>
      </w:r>
    </w:p>
    <w:p w14:paraId="3BC05453" w14:textId="77777777" w:rsidR="0086154B" w:rsidRPr="0086154B" w:rsidRDefault="0086154B" w:rsidP="00460DEE">
      <w:pPr>
        <w:pStyle w:val="Heading3"/>
      </w:pPr>
      <w:r w:rsidRPr="0086154B">
        <w:t>Compensation</w:t>
      </w:r>
      <w:r w:rsidRPr="0086154B">
        <w:rPr>
          <w:spacing w:val="1"/>
        </w:rPr>
        <w:t xml:space="preserve"> </w:t>
      </w:r>
      <w:r w:rsidRPr="0086154B">
        <w:t>for</w:t>
      </w:r>
      <w:r w:rsidRPr="0086154B">
        <w:rPr>
          <w:spacing w:val="1"/>
        </w:rPr>
        <w:t xml:space="preserve"> </w:t>
      </w:r>
      <w:r w:rsidRPr="0086154B">
        <w:t>Dependent</w:t>
      </w:r>
      <w:r w:rsidRPr="0086154B">
        <w:rPr>
          <w:spacing w:val="-58"/>
        </w:rPr>
        <w:t xml:space="preserve"> </w:t>
      </w:r>
      <w:r w:rsidRPr="0086154B">
        <w:t>Personal</w:t>
      </w:r>
      <w:r w:rsidRPr="0086154B">
        <w:rPr>
          <w:spacing w:val="-2"/>
        </w:rPr>
        <w:t xml:space="preserve"> </w:t>
      </w:r>
      <w:r w:rsidRPr="0086154B">
        <w:t>Services</w:t>
      </w:r>
    </w:p>
    <w:p w14:paraId="5C6FCCA4" w14:textId="77777777" w:rsidR="0086154B" w:rsidRPr="0086154B" w:rsidRDefault="0086154B" w:rsidP="00460DEE">
      <w:pPr>
        <w:pStyle w:val="Body"/>
      </w:pPr>
      <w:r w:rsidRPr="0086154B">
        <w:t>Dependent</w:t>
      </w:r>
      <w:r w:rsidRPr="0086154B">
        <w:rPr>
          <w:spacing w:val="-11"/>
        </w:rPr>
        <w:t xml:space="preserve"> </w:t>
      </w:r>
      <w:r w:rsidRPr="0086154B">
        <w:t>personal</w:t>
      </w:r>
      <w:r w:rsidRPr="0086154B">
        <w:rPr>
          <w:spacing w:val="-11"/>
        </w:rPr>
        <w:t xml:space="preserve"> </w:t>
      </w:r>
      <w:r w:rsidRPr="0086154B">
        <w:t>services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11"/>
        </w:rPr>
        <w:t xml:space="preserve"> </w:t>
      </w:r>
      <w:r w:rsidRPr="0086154B">
        <w:t>services</w:t>
      </w:r>
      <w:r w:rsidRPr="0086154B">
        <w:rPr>
          <w:spacing w:val="-47"/>
        </w:rPr>
        <w:t xml:space="preserve"> </w:t>
      </w:r>
      <w:r w:rsidRPr="0086154B">
        <w:t>performed as an employee in the United</w:t>
      </w:r>
      <w:r w:rsidRPr="0086154B">
        <w:rPr>
          <w:spacing w:val="1"/>
        </w:rPr>
        <w:t xml:space="preserve"> </w:t>
      </w:r>
      <w:r w:rsidRPr="0086154B">
        <w:t>States by a nonresident alien. Dependent</w:t>
      </w:r>
      <w:r w:rsidRPr="0086154B">
        <w:rPr>
          <w:spacing w:val="-47"/>
        </w:rPr>
        <w:t xml:space="preserve"> </w:t>
      </w:r>
      <w:r w:rsidRPr="0086154B">
        <w:t xml:space="preserve">personal services include </w:t>
      </w:r>
      <w:hyperlink w:anchor="_bookmark5" w:history="1">
        <w:r w:rsidRPr="0086154B">
          <w:rPr>
            <w:u w:val="single" w:color="0055A1"/>
          </w:rPr>
          <w:t>compensatory</w:t>
        </w:r>
      </w:hyperlink>
      <w:r w:rsidRPr="0086154B">
        <w:rPr>
          <w:spacing w:val="1"/>
        </w:rPr>
        <w:t xml:space="preserve"> </w:t>
      </w:r>
      <w:hyperlink w:anchor="_bookmark5" w:history="1">
        <w:r w:rsidRPr="0086154B">
          <w:rPr>
            <w:u w:val="single" w:color="0055A1"/>
          </w:rPr>
          <w:t>scholarship or fellowship income</w:t>
        </w:r>
        <w:r w:rsidRPr="0086154B">
          <w:t xml:space="preserve"> </w:t>
        </w:r>
      </w:hyperlink>
      <w:r w:rsidRPr="0086154B">
        <w:t>(defined</w:t>
      </w:r>
      <w:r w:rsidRPr="0086154B">
        <w:rPr>
          <w:spacing w:val="-47"/>
        </w:rPr>
        <w:t xml:space="preserve"> </w:t>
      </w:r>
      <w:r w:rsidRPr="0086154B">
        <w:t>later). Compensation for such services</w:t>
      </w:r>
      <w:r w:rsidRPr="0086154B">
        <w:rPr>
          <w:spacing w:val="1"/>
        </w:rPr>
        <w:t xml:space="preserve"> </w:t>
      </w:r>
      <w:r w:rsidRPr="0086154B">
        <w:t>includes wages, salaries, fees, bonuses,</w:t>
      </w:r>
      <w:r w:rsidRPr="0086154B">
        <w:rPr>
          <w:spacing w:val="1"/>
        </w:rPr>
        <w:t xml:space="preserve"> </w:t>
      </w:r>
      <w:r w:rsidRPr="0086154B">
        <w:t>commissions,</w:t>
      </w:r>
      <w:r w:rsidRPr="0086154B">
        <w:rPr>
          <w:spacing w:val="-8"/>
        </w:rPr>
        <w:t xml:space="preserve"> </w:t>
      </w:r>
      <w:r w:rsidRPr="0086154B">
        <w:t>and</w:t>
      </w:r>
      <w:r w:rsidRPr="0086154B">
        <w:rPr>
          <w:spacing w:val="-8"/>
        </w:rPr>
        <w:t xml:space="preserve"> </w:t>
      </w:r>
      <w:r w:rsidRPr="0086154B">
        <w:t>similar</w:t>
      </w:r>
      <w:r w:rsidRPr="0086154B">
        <w:rPr>
          <w:spacing w:val="-9"/>
        </w:rPr>
        <w:t xml:space="preserve"> </w:t>
      </w:r>
      <w:r w:rsidRPr="0086154B">
        <w:t>designations</w:t>
      </w:r>
      <w:r w:rsidRPr="0086154B">
        <w:rPr>
          <w:spacing w:val="-8"/>
        </w:rPr>
        <w:t xml:space="preserve"> </w:t>
      </w:r>
      <w:r w:rsidRPr="0086154B">
        <w:t>for</w:t>
      </w:r>
      <w:r w:rsidRPr="0086154B">
        <w:rPr>
          <w:spacing w:val="-47"/>
        </w:rPr>
        <w:t xml:space="preserve"> </w:t>
      </w:r>
      <w:r w:rsidRPr="0086154B">
        <w:t>amounts</w:t>
      </w:r>
      <w:r w:rsidRPr="0086154B">
        <w:rPr>
          <w:spacing w:val="-8"/>
        </w:rPr>
        <w:t xml:space="preserve"> </w:t>
      </w:r>
      <w:r w:rsidRPr="0086154B">
        <w:t>paid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an</w:t>
      </w:r>
      <w:r w:rsidRPr="0086154B">
        <w:rPr>
          <w:spacing w:val="-7"/>
        </w:rPr>
        <w:t xml:space="preserve"> </w:t>
      </w:r>
      <w:r w:rsidRPr="0086154B">
        <w:t>employee.</w:t>
      </w:r>
    </w:p>
    <w:p w14:paraId="5A405D45" w14:textId="77777777" w:rsidR="0086154B" w:rsidRPr="0086154B" w:rsidRDefault="0086154B" w:rsidP="00460DEE">
      <w:pPr>
        <w:pStyle w:val="Heading3"/>
      </w:pPr>
      <w:r w:rsidRPr="0086154B">
        <w:t>Required</w:t>
      </w:r>
      <w:r w:rsidRPr="0086154B">
        <w:rPr>
          <w:spacing w:val="5"/>
        </w:rPr>
        <w:t xml:space="preserve"> </w:t>
      </w:r>
      <w:r w:rsidRPr="0086154B">
        <w:t>Withholding</w:t>
      </w:r>
      <w:r w:rsidRPr="0086154B">
        <w:rPr>
          <w:spacing w:val="6"/>
        </w:rPr>
        <w:t xml:space="preserve"> </w:t>
      </w:r>
      <w:r w:rsidRPr="0086154B">
        <w:t>Form(s)</w:t>
      </w:r>
    </w:p>
    <w:p w14:paraId="72470DE9" w14:textId="77777777" w:rsidR="0086154B" w:rsidRPr="0086154B" w:rsidRDefault="0086154B" w:rsidP="00460DEE">
      <w:pPr>
        <w:pStyle w:val="Body"/>
      </w:pPr>
      <w:r w:rsidRPr="0086154B">
        <w:t>Complete Form 8233 for compensation</w:t>
      </w:r>
      <w:r w:rsidRPr="0086154B">
        <w:rPr>
          <w:spacing w:val="1"/>
        </w:rPr>
        <w:t xml:space="preserve"> </w:t>
      </w:r>
      <w:r w:rsidRPr="0086154B">
        <w:t>you receive for dependent personal</w:t>
      </w:r>
      <w:r w:rsidRPr="0086154B">
        <w:rPr>
          <w:spacing w:val="1"/>
        </w:rPr>
        <w:t xml:space="preserve"> </w:t>
      </w:r>
      <w:r w:rsidRPr="0086154B">
        <w:t>services only if you are claiming a tax</w:t>
      </w:r>
      <w:r w:rsidRPr="0086154B">
        <w:rPr>
          <w:spacing w:val="1"/>
        </w:rPr>
        <w:t xml:space="preserve"> </w:t>
      </w:r>
      <w:r w:rsidRPr="0086154B">
        <w:t>treaty</w:t>
      </w:r>
      <w:r w:rsidRPr="0086154B">
        <w:rPr>
          <w:spacing w:val="-12"/>
        </w:rPr>
        <w:t xml:space="preserve"> </w:t>
      </w:r>
      <w:r w:rsidRPr="0086154B">
        <w:t>withholding</w:t>
      </w:r>
      <w:r w:rsidRPr="0086154B">
        <w:rPr>
          <w:spacing w:val="-12"/>
        </w:rPr>
        <w:t xml:space="preserve"> </w:t>
      </w:r>
      <w:r w:rsidRPr="0086154B">
        <w:t>exemption</w:t>
      </w:r>
      <w:r w:rsidRPr="0086154B">
        <w:rPr>
          <w:spacing w:val="-11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part</w:t>
      </w:r>
      <w:r w:rsidRPr="0086154B">
        <w:rPr>
          <w:spacing w:val="-12"/>
        </w:rPr>
        <w:t xml:space="preserve"> </w:t>
      </w:r>
      <w:r w:rsidRPr="0086154B">
        <w:t>or</w:t>
      </w:r>
      <w:r w:rsidRPr="0086154B">
        <w:rPr>
          <w:spacing w:val="-11"/>
        </w:rPr>
        <w:t xml:space="preserve"> </w:t>
      </w:r>
      <w:proofErr w:type="gramStart"/>
      <w:r w:rsidRPr="0086154B">
        <w:t>all</w:t>
      </w:r>
      <w:r w:rsidRPr="0086154B">
        <w:rPr>
          <w:spacing w:val="-47"/>
        </w:rPr>
        <w:t xml:space="preserve"> </w:t>
      </w:r>
      <w:r w:rsidRPr="0086154B">
        <w:t>of</w:t>
      </w:r>
      <w:proofErr w:type="gramEnd"/>
      <w:r w:rsidRPr="0086154B">
        <w:rPr>
          <w:spacing w:val="-8"/>
        </w:rPr>
        <w:t xml:space="preserve"> </w:t>
      </w:r>
      <w:r w:rsidRPr="0086154B">
        <w:t>that</w:t>
      </w:r>
      <w:r w:rsidRPr="0086154B">
        <w:rPr>
          <w:spacing w:val="-7"/>
        </w:rPr>
        <w:t xml:space="preserve"> </w:t>
      </w:r>
      <w:r w:rsidRPr="0086154B">
        <w:t>income.</w:t>
      </w:r>
    </w:p>
    <w:p w14:paraId="2AED886D" w14:textId="469D042D" w:rsidR="0086154B" w:rsidRPr="0086154B" w:rsidRDefault="0086154B" w:rsidP="00460DEE">
      <w:pPr>
        <w:pStyle w:val="Body"/>
      </w:pPr>
      <w:r w:rsidRPr="0086154B">
        <w:t>For</w:t>
      </w:r>
      <w:r w:rsidRPr="0086154B">
        <w:rPr>
          <w:spacing w:val="-9"/>
        </w:rPr>
        <w:t xml:space="preserve"> </w:t>
      </w:r>
      <w:r w:rsidRPr="0086154B">
        <w:t>compensation</w:t>
      </w:r>
      <w:r w:rsidRPr="0086154B">
        <w:rPr>
          <w:spacing w:val="-8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which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47"/>
        </w:rPr>
        <w:t xml:space="preserve"> </w:t>
      </w:r>
      <w:r w:rsidRPr="0086154B">
        <w:t>claiming a tax treaty withholding</w:t>
      </w:r>
      <w:r w:rsidRPr="0086154B">
        <w:rPr>
          <w:spacing w:val="1"/>
        </w:rPr>
        <w:t xml:space="preserve"> </w:t>
      </w:r>
      <w:r w:rsidRPr="0086154B">
        <w:t>exemption,</w:t>
      </w:r>
      <w:r w:rsidRPr="0086154B">
        <w:rPr>
          <w:spacing w:val="-11"/>
        </w:rPr>
        <w:t xml:space="preserve"> </w:t>
      </w:r>
      <w:r w:rsidRPr="0086154B">
        <w:t>use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9"/>
        </w:rPr>
        <w:t xml:space="preserve"> </w:t>
      </w:r>
      <w:r w:rsidRPr="0086154B">
        <w:t>W-4,</w:t>
      </w:r>
      <w:r w:rsidRPr="0086154B">
        <w:rPr>
          <w:spacing w:val="-11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can</w:t>
      </w:r>
      <w:r w:rsidRPr="0086154B">
        <w:rPr>
          <w:spacing w:val="-10"/>
        </w:rPr>
        <w:t xml:space="preserve"> </w:t>
      </w:r>
      <w:r w:rsidRPr="0086154B">
        <w:t>also</w:t>
      </w:r>
      <w:r w:rsidRPr="0086154B">
        <w:rPr>
          <w:spacing w:val="-47"/>
        </w:rPr>
        <w:t xml:space="preserve"> </w:t>
      </w:r>
      <w:r w:rsidRPr="0086154B">
        <w:t>calculate your withholding online with the</w:t>
      </w:r>
      <w:r w:rsidRPr="0086154B">
        <w:rPr>
          <w:spacing w:val="1"/>
        </w:rPr>
        <w:t xml:space="preserve"> </w:t>
      </w:r>
      <w:r w:rsidRPr="0086154B">
        <w:t xml:space="preserve">Tax Withholding </w:t>
      </w:r>
      <w:r w:rsidRPr="0086154B">
        <w:lastRenderedPageBreak/>
        <w:t xml:space="preserve">Estimator at </w:t>
      </w:r>
      <w:hyperlink r:id="rId24">
        <w:r w:rsidRPr="0086154B">
          <w:rPr>
            <w:rFonts w:ascii="Arial"/>
            <w:i/>
            <w:u w:val="single" w:color="0055A1"/>
          </w:rPr>
          <w:t>IRS.gov/</w:t>
        </w:r>
      </w:hyperlink>
      <w:r w:rsidRPr="0086154B">
        <w:rPr>
          <w:rFonts w:ascii="Arial"/>
          <w:i/>
          <w:spacing w:val="1"/>
        </w:rPr>
        <w:t xml:space="preserve"> </w:t>
      </w:r>
      <w:hyperlink r:id="rId25">
        <w:r w:rsidRPr="0086154B">
          <w:rPr>
            <w:rFonts w:ascii="Arial"/>
            <w:i/>
            <w:u w:val="single" w:color="0055A1"/>
          </w:rPr>
          <w:t>Individuals/Tax-Withholding-Estimator</w:t>
        </w:r>
      </w:hyperlink>
      <w:r w:rsidRPr="0086154B">
        <w:t>.</w:t>
      </w:r>
    </w:p>
    <w:p w14:paraId="4F9FE324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</w:rPr>
        <w:t>Completing</w:t>
      </w:r>
      <w:r w:rsidRPr="0086154B">
        <w:rPr>
          <w:rFonts w:ascii="Arial"/>
          <w:b/>
          <w:spacing w:val="-3"/>
        </w:rPr>
        <w:t xml:space="preserve"> </w:t>
      </w:r>
      <w:r w:rsidRPr="0086154B">
        <w:rPr>
          <w:rFonts w:ascii="Arial"/>
          <w:b/>
        </w:rPr>
        <w:t>your</w:t>
      </w:r>
      <w:r w:rsidRPr="0086154B">
        <w:rPr>
          <w:rFonts w:ascii="Arial"/>
          <w:b/>
          <w:spacing w:val="-2"/>
        </w:rPr>
        <w:t xml:space="preserve"> </w:t>
      </w:r>
      <w:r w:rsidRPr="0086154B">
        <w:rPr>
          <w:rFonts w:ascii="Arial"/>
          <w:b/>
        </w:rPr>
        <w:t>Form</w:t>
      </w:r>
      <w:r w:rsidRPr="0086154B">
        <w:rPr>
          <w:rFonts w:ascii="Arial"/>
          <w:b/>
          <w:spacing w:val="-3"/>
        </w:rPr>
        <w:t xml:space="preserve"> </w:t>
      </w:r>
      <w:r w:rsidRPr="0086154B">
        <w:rPr>
          <w:rFonts w:ascii="Arial"/>
          <w:b/>
        </w:rPr>
        <w:t>W-4.</w:t>
      </w:r>
      <w:r w:rsidRPr="0086154B">
        <w:rPr>
          <w:rFonts w:ascii="Arial"/>
          <w:b/>
          <w:spacing w:val="39"/>
        </w:rPr>
        <w:t xml:space="preserve"> </w:t>
      </w:r>
      <w:r w:rsidRPr="0086154B">
        <w:t>You</w:t>
      </w:r>
      <w:r w:rsidRPr="0086154B">
        <w:rPr>
          <w:spacing w:val="-7"/>
        </w:rPr>
        <w:t xml:space="preserve"> </w:t>
      </w:r>
      <w:r w:rsidRPr="0086154B">
        <w:t>should</w:t>
      </w:r>
      <w:r w:rsidRPr="0086154B">
        <w:rPr>
          <w:spacing w:val="-47"/>
        </w:rPr>
        <w:t xml:space="preserve"> </w:t>
      </w:r>
      <w:r w:rsidRPr="0086154B">
        <w:t>complete</w:t>
      </w:r>
      <w:r w:rsidRPr="0086154B">
        <w:rPr>
          <w:spacing w:val="-7"/>
        </w:rPr>
        <w:t xml:space="preserve"> </w:t>
      </w:r>
      <w:r w:rsidRPr="0086154B">
        <w:t>your</w:t>
      </w:r>
      <w:r w:rsidRPr="0086154B">
        <w:rPr>
          <w:spacing w:val="-8"/>
        </w:rPr>
        <w:t xml:space="preserve"> </w:t>
      </w:r>
      <w:r w:rsidRPr="0086154B">
        <w:t>Form</w:t>
      </w:r>
      <w:r w:rsidRPr="0086154B">
        <w:rPr>
          <w:spacing w:val="-6"/>
        </w:rPr>
        <w:t xml:space="preserve"> </w:t>
      </w:r>
      <w:r w:rsidRPr="0086154B">
        <w:t>W-4</w:t>
      </w:r>
      <w:r w:rsidRPr="0086154B">
        <w:rPr>
          <w:spacing w:val="-8"/>
        </w:rPr>
        <w:t xml:space="preserve"> </w:t>
      </w:r>
      <w:r w:rsidRPr="0086154B">
        <w:t>as</w:t>
      </w:r>
      <w:r w:rsidRPr="0086154B">
        <w:rPr>
          <w:spacing w:val="-7"/>
        </w:rPr>
        <w:t xml:space="preserve"> </w:t>
      </w:r>
      <w:r w:rsidRPr="0086154B">
        <w:t>follows.</w:t>
      </w:r>
    </w:p>
    <w:p w14:paraId="43D9B684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t xml:space="preserve">Step 1. </w:t>
      </w:r>
      <w:r w:rsidRPr="0086154B">
        <w:t>You are required to enter a</w:t>
      </w:r>
      <w:r w:rsidRPr="0086154B">
        <w:rPr>
          <w:spacing w:val="1"/>
        </w:rPr>
        <w:t xml:space="preserve"> </w:t>
      </w:r>
      <w:r w:rsidRPr="0086154B">
        <w:t>social</w:t>
      </w:r>
      <w:r w:rsidRPr="0086154B">
        <w:rPr>
          <w:spacing w:val="-8"/>
        </w:rPr>
        <w:t xml:space="preserve"> </w:t>
      </w:r>
      <w:r w:rsidRPr="0086154B">
        <w:t>security</w:t>
      </w:r>
      <w:r w:rsidRPr="0086154B">
        <w:rPr>
          <w:spacing w:val="-8"/>
        </w:rPr>
        <w:t xml:space="preserve"> </w:t>
      </w:r>
      <w:r w:rsidRPr="0086154B">
        <w:t>number</w:t>
      </w:r>
      <w:r w:rsidRPr="0086154B">
        <w:rPr>
          <w:spacing w:val="-7"/>
        </w:rPr>
        <w:t xml:space="preserve"> </w:t>
      </w:r>
      <w:r w:rsidRPr="0086154B">
        <w:t>(SSN)</w:t>
      </w:r>
      <w:r w:rsidRPr="0086154B">
        <w:rPr>
          <w:spacing w:val="-7"/>
        </w:rPr>
        <w:t xml:space="preserve"> </w:t>
      </w:r>
      <w:r w:rsidRPr="0086154B">
        <w:t>in</w:t>
      </w:r>
      <w:r w:rsidRPr="0086154B">
        <w:rPr>
          <w:spacing w:val="-8"/>
        </w:rPr>
        <w:t xml:space="preserve"> </w:t>
      </w:r>
      <w:r w:rsidRPr="0086154B">
        <w:t>box</w:t>
      </w:r>
      <w:r w:rsidRPr="0086154B">
        <w:rPr>
          <w:spacing w:val="-8"/>
        </w:rPr>
        <w:t xml:space="preserve"> </w:t>
      </w:r>
      <w:r w:rsidRPr="0086154B">
        <w:t>1b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47"/>
        </w:rPr>
        <w:t xml:space="preserve"> </w:t>
      </w:r>
      <w:r w:rsidRPr="0086154B">
        <w:t>Form</w:t>
      </w:r>
      <w:r w:rsidRPr="0086154B">
        <w:rPr>
          <w:spacing w:val="-8"/>
        </w:rPr>
        <w:t xml:space="preserve"> </w:t>
      </w:r>
      <w:r w:rsidRPr="0086154B">
        <w:t>W-4.</w:t>
      </w:r>
      <w:r w:rsidRPr="0086154B">
        <w:rPr>
          <w:spacing w:val="-9"/>
        </w:rPr>
        <w:t xml:space="preserve"> </w:t>
      </w:r>
      <w:r w:rsidRPr="0086154B">
        <w:t>If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do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7"/>
        </w:rPr>
        <w:t xml:space="preserve"> </w:t>
      </w:r>
      <w:r w:rsidRPr="0086154B">
        <w:t>have</w:t>
      </w:r>
      <w:r w:rsidRPr="0086154B">
        <w:rPr>
          <w:spacing w:val="-8"/>
        </w:rPr>
        <w:t xml:space="preserve"> </w:t>
      </w:r>
      <w:r w:rsidRPr="0086154B">
        <w:t>an</w:t>
      </w:r>
      <w:r w:rsidRPr="0086154B">
        <w:rPr>
          <w:spacing w:val="-9"/>
        </w:rPr>
        <w:t xml:space="preserve"> </w:t>
      </w:r>
      <w:r w:rsidRPr="0086154B">
        <w:t>SSN</w:t>
      </w:r>
      <w:r w:rsidRPr="0086154B">
        <w:rPr>
          <w:spacing w:val="-9"/>
        </w:rPr>
        <w:t xml:space="preserve"> </w:t>
      </w:r>
      <w:r w:rsidRPr="0086154B">
        <w:t>but</w:t>
      </w:r>
      <w:r w:rsidRPr="0086154B">
        <w:rPr>
          <w:spacing w:val="-47"/>
        </w:rPr>
        <w:t xml:space="preserve"> </w:t>
      </w:r>
      <w:r w:rsidRPr="0086154B">
        <w:t>are eligible to get one, you should apply</w:t>
      </w:r>
      <w:r w:rsidRPr="0086154B">
        <w:rPr>
          <w:spacing w:val="1"/>
        </w:rPr>
        <w:t xml:space="preserve"> </w:t>
      </w:r>
      <w:r w:rsidRPr="0086154B">
        <w:t xml:space="preserve">for it. Get Form SS-5 online at </w:t>
      </w:r>
      <w:hyperlink r:id="rId26">
        <w:r w:rsidRPr="0086154B">
          <w:rPr>
            <w:rFonts w:ascii="Arial"/>
            <w:i/>
            <w:u w:val="single" w:color="0055A1"/>
          </w:rPr>
          <w:t>SSA.gov</w:t>
        </w:r>
      </w:hyperlink>
      <w:r w:rsidRPr="0086154B">
        <w:t>,</w:t>
      </w:r>
      <w:r w:rsidRPr="0086154B">
        <w:rPr>
          <w:spacing w:val="1"/>
        </w:rPr>
        <w:t xml:space="preserve"> </w:t>
      </w:r>
      <w:r w:rsidRPr="0086154B">
        <w:t>from your local Social Security</w:t>
      </w:r>
      <w:r w:rsidRPr="0086154B">
        <w:rPr>
          <w:spacing w:val="1"/>
        </w:rPr>
        <w:t xml:space="preserve"> </w:t>
      </w:r>
      <w:r w:rsidRPr="0086154B">
        <w:t>Administration (SSA) office, or by calling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SSA</w:t>
      </w:r>
      <w:r w:rsidRPr="0086154B">
        <w:rPr>
          <w:spacing w:val="-7"/>
        </w:rPr>
        <w:t xml:space="preserve"> </w:t>
      </w:r>
      <w:r w:rsidRPr="0086154B">
        <w:t>at</w:t>
      </w:r>
      <w:r w:rsidRPr="0086154B">
        <w:rPr>
          <w:spacing w:val="-7"/>
        </w:rPr>
        <w:t xml:space="preserve"> </w:t>
      </w:r>
      <w:r w:rsidRPr="0086154B">
        <w:t>800-772-1213.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5"/>
        <w:gridCol w:w="6505"/>
      </w:tblGrid>
      <w:tr w:rsidR="00460DEE" w14:paraId="313683C5" w14:textId="77777777" w:rsidTr="00460DEE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0E397B" w14:textId="2592C791" w:rsidR="00460DEE" w:rsidRDefault="00460DEE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2516DC4D" wp14:editId="368EF67C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C016C6" w14:textId="48060BE9" w:rsidR="00460DEE" w:rsidRPr="00460DEE" w:rsidRDefault="00460DEE" w:rsidP="00460DEE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0DEE">
              <w:rPr>
                <w:i/>
                <w:iCs/>
              </w:rPr>
              <w:t>You cannot enter an individual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taxpayer identification number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(ITIN)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in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box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1b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of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Form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W-4.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See</w:t>
            </w:r>
            <w:r>
              <w:rPr>
                <w:i/>
                <w:iCs/>
              </w:rPr>
              <w:t xml:space="preserve"> </w:t>
            </w:r>
            <w:hyperlink r:id="rId27">
              <w:r w:rsidRPr="00460DEE">
                <w:rPr>
                  <w:i/>
                  <w:iCs/>
                  <w:u w:val="single" w:color="0055A1"/>
                </w:rPr>
                <w:t>Notice</w:t>
              </w:r>
              <w:r w:rsidRPr="00460DEE">
                <w:rPr>
                  <w:i/>
                  <w:iCs/>
                  <w:spacing w:val="-10"/>
                  <w:u w:val="single" w:color="0055A1"/>
                </w:rPr>
                <w:t xml:space="preserve"> </w:t>
              </w:r>
              <w:r w:rsidRPr="00460DEE">
                <w:rPr>
                  <w:i/>
                  <w:iCs/>
                  <w:u w:val="single" w:color="0055A1"/>
                </w:rPr>
                <w:t>1392</w:t>
              </w:r>
              <w:r w:rsidRPr="00460DEE">
                <w:rPr>
                  <w:i/>
                  <w:iCs/>
                  <w:spacing w:val="-8"/>
                </w:rPr>
                <w:t xml:space="preserve"> </w:t>
              </w:r>
            </w:hyperlink>
            <w:r w:rsidRPr="00460DEE">
              <w:rPr>
                <w:i/>
                <w:iCs/>
              </w:rPr>
              <w:t>for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more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information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about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completing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Form</w:t>
            </w:r>
            <w:r w:rsidRPr="00460DEE">
              <w:rPr>
                <w:i/>
                <w:iCs/>
                <w:spacing w:val="-6"/>
              </w:rPr>
              <w:t xml:space="preserve"> </w:t>
            </w:r>
            <w:r w:rsidRPr="00460DEE">
              <w:rPr>
                <w:i/>
                <w:iCs/>
              </w:rPr>
              <w:t>W-4.</w:t>
            </w:r>
          </w:p>
        </w:tc>
      </w:tr>
    </w:tbl>
    <w:p w14:paraId="4EA0E2D0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t>Box 1c.</w:t>
      </w:r>
      <w:r w:rsidRPr="0086154B">
        <w:rPr>
          <w:rFonts w:ascii="Arial"/>
          <w:b/>
          <w:i/>
          <w:spacing w:val="1"/>
        </w:rPr>
        <w:t xml:space="preserve"> </w:t>
      </w:r>
      <w:r w:rsidRPr="0086154B">
        <w:t>Check the single box</w:t>
      </w:r>
      <w:r w:rsidRPr="0086154B">
        <w:rPr>
          <w:spacing w:val="1"/>
        </w:rPr>
        <w:t xml:space="preserve"> </w:t>
      </w:r>
      <w:r w:rsidRPr="0086154B">
        <w:t>regardless</w:t>
      </w:r>
      <w:r w:rsidRPr="0086154B">
        <w:rPr>
          <w:spacing w:val="-12"/>
        </w:rPr>
        <w:t xml:space="preserve"> </w:t>
      </w:r>
      <w:r w:rsidRPr="0086154B">
        <w:t>of</w:t>
      </w:r>
      <w:r w:rsidRPr="0086154B">
        <w:rPr>
          <w:spacing w:val="-12"/>
        </w:rPr>
        <w:t xml:space="preserve"> </w:t>
      </w:r>
      <w:r w:rsidRPr="0086154B">
        <w:t>your</w:t>
      </w:r>
      <w:r w:rsidRPr="0086154B">
        <w:rPr>
          <w:spacing w:val="-13"/>
        </w:rPr>
        <w:t xml:space="preserve"> </w:t>
      </w:r>
      <w:r w:rsidRPr="0086154B">
        <w:t>actual</w:t>
      </w:r>
      <w:r w:rsidRPr="0086154B">
        <w:rPr>
          <w:spacing w:val="-12"/>
        </w:rPr>
        <w:t xml:space="preserve"> </w:t>
      </w:r>
      <w:r w:rsidRPr="0086154B">
        <w:t>marital</w:t>
      </w:r>
      <w:r w:rsidRPr="0086154B">
        <w:rPr>
          <w:spacing w:val="-13"/>
        </w:rPr>
        <w:t xml:space="preserve"> </w:t>
      </w:r>
      <w:r w:rsidRPr="0086154B">
        <w:t>status.</w:t>
      </w:r>
    </w:p>
    <w:p w14:paraId="0D2A1B82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t xml:space="preserve">Step 2. </w:t>
      </w:r>
      <w:r w:rsidRPr="0086154B">
        <w:t>Use Step 2 of Form W-4 if you</w:t>
      </w:r>
      <w:r w:rsidRPr="0086154B">
        <w:rPr>
          <w:spacing w:val="-47"/>
        </w:rPr>
        <w:t xml:space="preserve"> </w:t>
      </w:r>
      <w:r w:rsidRPr="0086154B">
        <w:t>have</w:t>
      </w:r>
      <w:r w:rsidRPr="0086154B">
        <w:rPr>
          <w:spacing w:val="-9"/>
        </w:rPr>
        <w:t xml:space="preserve"> </w:t>
      </w:r>
      <w:r w:rsidRPr="0086154B">
        <w:t>more</w:t>
      </w:r>
      <w:r w:rsidRPr="0086154B">
        <w:rPr>
          <w:spacing w:val="-9"/>
        </w:rPr>
        <w:t xml:space="preserve"> </w:t>
      </w:r>
      <w:r w:rsidRPr="0086154B">
        <w:t>than</w:t>
      </w:r>
      <w:r w:rsidRPr="0086154B">
        <w:rPr>
          <w:spacing w:val="-9"/>
        </w:rPr>
        <w:t xml:space="preserve"> </w:t>
      </w:r>
      <w:r w:rsidRPr="0086154B">
        <w:t>one</w:t>
      </w:r>
      <w:r w:rsidRPr="0086154B">
        <w:rPr>
          <w:spacing w:val="-9"/>
        </w:rPr>
        <w:t xml:space="preserve"> </w:t>
      </w:r>
      <w:r w:rsidRPr="0086154B">
        <w:t>job</w:t>
      </w:r>
      <w:r w:rsidRPr="0086154B">
        <w:rPr>
          <w:spacing w:val="-10"/>
        </w:rPr>
        <w:t xml:space="preserve"> </w:t>
      </w:r>
      <w:r w:rsidRPr="0086154B">
        <w:t>at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same</w:t>
      </w:r>
      <w:r w:rsidRPr="0086154B">
        <w:rPr>
          <w:spacing w:val="-9"/>
        </w:rPr>
        <w:t xml:space="preserve"> </w:t>
      </w:r>
      <w:r w:rsidRPr="0086154B">
        <w:t>time.</w:t>
      </w:r>
    </w:p>
    <w:p w14:paraId="236E0AD1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lastRenderedPageBreak/>
        <w:t xml:space="preserve">Step 3. </w:t>
      </w:r>
      <w:r w:rsidRPr="0086154B">
        <w:t>Complete Step 3 only if you</w:t>
      </w:r>
      <w:r w:rsidRPr="0086154B">
        <w:rPr>
          <w:spacing w:val="1"/>
        </w:rPr>
        <w:t xml:space="preserve"> </w:t>
      </w:r>
      <w:r w:rsidRPr="0086154B">
        <w:t>are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nonresident</w:t>
      </w:r>
      <w:r w:rsidRPr="0086154B">
        <w:rPr>
          <w:spacing w:val="-9"/>
        </w:rPr>
        <w:t xml:space="preserve"> </w:t>
      </w:r>
      <w:r w:rsidRPr="0086154B">
        <w:t>alien</w:t>
      </w:r>
      <w:r w:rsidRPr="0086154B">
        <w:rPr>
          <w:spacing w:val="-10"/>
        </w:rPr>
        <w:t xml:space="preserve"> </w:t>
      </w:r>
      <w:r w:rsidRPr="0086154B">
        <w:t>who</w:t>
      </w:r>
      <w:r w:rsidRPr="0086154B">
        <w:rPr>
          <w:spacing w:val="-9"/>
        </w:rPr>
        <w:t xml:space="preserve"> </w:t>
      </w:r>
      <w:r w:rsidRPr="0086154B">
        <w:t>is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resident</w:t>
      </w:r>
      <w:r w:rsidRPr="0086154B">
        <w:rPr>
          <w:spacing w:val="-47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Canada,</w:t>
      </w:r>
      <w:r w:rsidRPr="0086154B">
        <w:rPr>
          <w:spacing w:val="-10"/>
        </w:rPr>
        <w:t xml:space="preserve"> </w:t>
      </w:r>
      <w:r w:rsidRPr="0086154B">
        <w:t>Mexico,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South</w:t>
      </w:r>
      <w:r w:rsidRPr="0086154B">
        <w:rPr>
          <w:spacing w:val="-10"/>
        </w:rPr>
        <w:t xml:space="preserve"> </w:t>
      </w:r>
      <w:r w:rsidRPr="0086154B">
        <w:t>Korea,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47"/>
        </w:rPr>
        <w:t xml:space="preserve"> </w:t>
      </w:r>
      <w:r w:rsidRPr="0086154B">
        <w:t>resident of India who is a student or</w:t>
      </w:r>
      <w:r w:rsidRPr="0086154B">
        <w:rPr>
          <w:spacing w:val="1"/>
        </w:rPr>
        <w:t xml:space="preserve"> </w:t>
      </w:r>
      <w:r w:rsidRPr="0086154B">
        <w:t>business apprentice. You cannot take a</w:t>
      </w:r>
      <w:r w:rsidRPr="0086154B">
        <w:rPr>
          <w:spacing w:val="-47"/>
        </w:rPr>
        <w:t xml:space="preserve"> </w:t>
      </w:r>
      <w:r w:rsidRPr="0086154B">
        <w:t>deduction for a qualifying child or other</w:t>
      </w:r>
      <w:r w:rsidRPr="0086154B">
        <w:rPr>
          <w:spacing w:val="1"/>
        </w:rPr>
        <w:t xml:space="preserve"> </w:t>
      </w:r>
      <w:r w:rsidRPr="0086154B">
        <w:t>dependent unless you meet the above</w:t>
      </w:r>
      <w:r w:rsidRPr="0086154B">
        <w:rPr>
          <w:spacing w:val="1"/>
        </w:rPr>
        <w:t xml:space="preserve"> </w:t>
      </w:r>
      <w:r w:rsidRPr="0086154B">
        <w:t xml:space="preserve">requirements. See </w:t>
      </w:r>
      <w:hyperlink r:id="rId28">
        <w:r w:rsidRPr="0086154B">
          <w:rPr>
            <w:rFonts w:ascii="Arial"/>
            <w:i/>
            <w:u w:val="single" w:color="0055A1"/>
          </w:rPr>
          <w:t>Pub. 519</w:t>
        </w:r>
        <w:r w:rsidRPr="0086154B">
          <w:rPr>
            <w:rFonts w:ascii="Arial"/>
            <w:i/>
          </w:rPr>
          <w:t xml:space="preserve"> </w:t>
        </w:r>
      </w:hyperlink>
      <w:r w:rsidRPr="0086154B">
        <w:t>for more</w:t>
      </w:r>
      <w:r w:rsidRPr="0086154B">
        <w:rPr>
          <w:spacing w:val="1"/>
        </w:rPr>
        <w:t xml:space="preserve"> </w:t>
      </w:r>
      <w:r w:rsidRPr="0086154B">
        <w:t>information.</w:t>
      </w:r>
    </w:p>
    <w:p w14:paraId="4FA1BD6E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t xml:space="preserve">Step 4. </w:t>
      </w:r>
      <w:r w:rsidRPr="0086154B">
        <w:t>Complete Step 4 if you have</w:t>
      </w:r>
      <w:r w:rsidRPr="0086154B">
        <w:rPr>
          <w:spacing w:val="1"/>
        </w:rPr>
        <w:t xml:space="preserve"> </w:t>
      </w:r>
      <w:r w:rsidRPr="0086154B">
        <w:t>other income on which no tax was</w:t>
      </w:r>
      <w:r w:rsidRPr="0086154B">
        <w:rPr>
          <w:spacing w:val="1"/>
        </w:rPr>
        <w:t xml:space="preserve"> </w:t>
      </w:r>
      <w:r w:rsidRPr="0086154B">
        <w:t>withheld. Generally, nonresident aliens</w:t>
      </w:r>
      <w:r w:rsidRPr="0086154B">
        <w:rPr>
          <w:spacing w:val="1"/>
        </w:rPr>
        <w:t xml:space="preserve"> </w:t>
      </w:r>
      <w:r w:rsidRPr="0086154B">
        <w:t>cannot</w:t>
      </w:r>
      <w:r w:rsidRPr="0086154B">
        <w:rPr>
          <w:spacing w:val="-8"/>
        </w:rPr>
        <w:t xml:space="preserve"> </w:t>
      </w:r>
      <w:r w:rsidRPr="0086154B">
        <w:t>take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standard</w:t>
      </w:r>
      <w:r w:rsidRPr="0086154B">
        <w:rPr>
          <w:spacing w:val="-9"/>
        </w:rPr>
        <w:t xml:space="preserve"> </w:t>
      </w:r>
      <w:r w:rsidRPr="0086154B">
        <w:t>deduction.</w:t>
      </w:r>
      <w:r w:rsidRPr="0086154B">
        <w:rPr>
          <w:spacing w:val="-9"/>
        </w:rPr>
        <w:t xml:space="preserve"> </w:t>
      </w:r>
      <w:r w:rsidRPr="0086154B">
        <w:t>Also,</w:t>
      </w:r>
      <w:r w:rsidRPr="0086154B">
        <w:rPr>
          <w:spacing w:val="-47"/>
        </w:rPr>
        <w:t xml:space="preserve"> </w:t>
      </w:r>
      <w:r w:rsidRPr="0086154B">
        <w:t>any</w:t>
      </w:r>
      <w:r w:rsidRPr="0086154B">
        <w:rPr>
          <w:spacing w:val="-10"/>
        </w:rPr>
        <w:t xml:space="preserve"> </w:t>
      </w:r>
      <w:r w:rsidRPr="0086154B">
        <w:t>itemized</w:t>
      </w:r>
      <w:r w:rsidRPr="0086154B">
        <w:rPr>
          <w:spacing w:val="-10"/>
        </w:rPr>
        <w:t xml:space="preserve"> </w:t>
      </w:r>
      <w:r w:rsidRPr="0086154B">
        <w:t>deductions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which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are</w:t>
      </w:r>
      <w:r w:rsidRPr="0086154B">
        <w:rPr>
          <w:spacing w:val="1"/>
        </w:rPr>
        <w:t xml:space="preserve"> </w:t>
      </w:r>
      <w:r w:rsidRPr="0086154B">
        <w:t xml:space="preserve">entitled may be limited. See </w:t>
      </w:r>
      <w:hyperlink r:id="rId29">
        <w:r w:rsidRPr="0086154B">
          <w:rPr>
            <w:rFonts w:ascii="Arial"/>
            <w:i/>
            <w:u w:val="single" w:color="0055A1"/>
          </w:rPr>
          <w:t>Pub. 519</w:t>
        </w:r>
        <w:r w:rsidRPr="0086154B">
          <w:rPr>
            <w:rFonts w:ascii="Arial"/>
            <w:i/>
          </w:rPr>
          <w:t xml:space="preserve"> </w:t>
        </w:r>
      </w:hyperlink>
      <w:r w:rsidRPr="0086154B">
        <w:t>for</w:t>
      </w:r>
      <w:r w:rsidRPr="0086154B">
        <w:rPr>
          <w:spacing w:val="-47"/>
        </w:rPr>
        <w:t xml:space="preserve"> </w:t>
      </w:r>
      <w:r w:rsidRPr="0086154B">
        <w:t>more</w:t>
      </w:r>
      <w:r w:rsidRPr="0086154B">
        <w:rPr>
          <w:spacing w:val="-8"/>
        </w:rPr>
        <w:t xml:space="preserve"> </w:t>
      </w:r>
      <w:r w:rsidRPr="0086154B">
        <w:t>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8"/>
        <w:gridCol w:w="6502"/>
      </w:tblGrid>
      <w:tr w:rsidR="00460DEE" w14:paraId="03D778E6" w14:textId="77777777" w:rsidTr="00460DEE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141409" w14:textId="24021A41" w:rsidR="00460DEE" w:rsidRDefault="00460DEE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357EBC8C" wp14:editId="0CD00951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517A8E" w14:textId="2AC89DB9" w:rsidR="00460DEE" w:rsidRPr="00460DEE" w:rsidRDefault="00460DEE" w:rsidP="00460DEE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0DEE">
              <w:rPr>
                <w:i/>
                <w:iCs/>
              </w:rPr>
              <w:t>The above instructions generally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apply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to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the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2021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Form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W-4.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See</w:t>
            </w:r>
            <w:r w:rsidRPr="00460DEE">
              <w:rPr>
                <w:i/>
                <w:iCs/>
                <w:spacing w:val="-48"/>
              </w:rPr>
              <w:t xml:space="preserve"> </w:t>
            </w:r>
            <w:r w:rsidRPr="00460DEE">
              <w:rPr>
                <w:i/>
                <w:iCs/>
              </w:rPr>
              <w:t>the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subsequent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year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Form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W-4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and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its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instructions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for</w:t>
            </w:r>
            <w:r w:rsidRPr="00460DEE">
              <w:rPr>
                <w:i/>
                <w:iCs/>
                <w:spacing w:val="-11"/>
              </w:rPr>
              <w:t xml:space="preserve"> </w:t>
            </w:r>
            <w:r w:rsidRPr="00460DEE">
              <w:rPr>
                <w:i/>
                <w:iCs/>
              </w:rPr>
              <w:t>withholding</w:t>
            </w:r>
            <w:r w:rsidRPr="00460DEE">
              <w:rPr>
                <w:i/>
                <w:iCs/>
                <w:spacing w:val="-11"/>
              </w:rPr>
              <w:t xml:space="preserve"> </w:t>
            </w:r>
            <w:r w:rsidRPr="00460DEE">
              <w:rPr>
                <w:i/>
                <w:iCs/>
              </w:rPr>
              <w:t>that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occurs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after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2021.</w:t>
            </w:r>
          </w:p>
        </w:tc>
      </w:tr>
    </w:tbl>
    <w:p w14:paraId="46A7143A" w14:textId="77777777" w:rsidR="0086154B" w:rsidRPr="0086154B" w:rsidRDefault="0086154B" w:rsidP="00460DEE">
      <w:pPr>
        <w:pStyle w:val="Heading3"/>
      </w:pPr>
      <w:r w:rsidRPr="0086154B">
        <w:lastRenderedPageBreak/>
        <w:t>Compensatory Scholarship or</w:t>
      </w:r>
      <w:r w:rsidRPr="0086154B">
        <w:rPr>
          <w:spacing w:val="-59"/>
        </w:rPr>
        <w:t xml:space="preserve"> </w:t>
      </w:r>
      <w:r w:rsidRPr="0086154B">
        <w:t>Fellowship</w:t>
      </w:r>
      <w:r w:rsidRPr="0086154B">
        <w:rPr>
          <w:spacing w:val="-2"/>
        </w:rPr>
        <w:t xml:space="preserve"> </w:t>
      </w:r>
      <w:r w:rsidRPr="0086154B">
        <w:t>Income</w:t>
      </w:r>
    </w:p>
    <w:p w14:paraId="12BFC147" w14:textId="77777777" w:rsidR="0086154B" w:rsidRPr="0086154B" w:rsidRDefault="0086154B" w:rsidP="00460DEE">
      <w:pPr>
        <w:pStyle w:val="Body"/>
      </w:pPr>
      <w:r w:rsidRPr="0086154B">
        <w:t>In general, scholarship or fellowship</w:t>
      </w:r>
      <w:r w:rsidRPr="0086154B">
        <w:rPr>
          <w:spacing w:val="1"/>
        </w:rPr>
        <w:t xml:space="preserve"> </w:t>
      </w:r>
      <w:r w:rsidRPr="0086154B">
        <w:t>income is compensatory to the extent it</w:t>
      </w:r>
      <w:r w:rsidRPr="0086154B">
        <w:rPr>
          <w:spacing w:val="1"/>
        </w:rPr>
        <w:t xml:space="preserve"> </w:t>
      </w:r>
      <w:r w:rsidRPr="0086154B">
        <w:t>represents</w:t>
      </w:r>
      <w:r w:rsidRPr="0086154B">
        <w:rPr>
          <w:spacing w:val="-8"/>
        </w:rPr>
        <w:t xml:space="preserve"> </w:t>
      </w:r>
      <w:r w:rsidRPr="0086154B">
        <w:t>payment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past,</w:t>
      </w:r>
      <w:r w:rsidRPr="0086154B">
        <w:rPr>
          <w:spacing w:val="-8"/>
        </w:rPr>
        <w:t xml:space="preserve"> </w:t>
      </w:r>
      <w:r w:rsidRPr="0086154B">
        <w:t>present,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47"/>
        </w:rPr>
        <w:t xml:space="preserve"> </w:t>
      </w:r>
      <w:r w:rsidRPr="0086154B">
        <w:t>future</w:t>
      </w:r>
      <w:r w:rsidRPr="0086154B">
        <w:rPr>
          <w:spacing w:val="-11"/>
        </w:rPr>
        <w:t xml:space="preserve"> </w:t>
      </w:r>
      <w:r w:rsidRPr="0086154B">
        <w:t>services</w:t>
      </w:r>
      <w:r w:rsidRPr="0086154B">
        <w:rPr>
          <w:spacing w:val="-10"/>
        </w:rPr>
        <w:t xml:space="preserve"> </w:t>
      </w:r>
      <w:r w:rsidRPr="0086154B">
        <w:t>(for</w:t>
      </w:r>
      <w:r w:rsidRPr="0086154B">
        <w:rPr>
          <w:spacing w:val="-10"/>
        </w:rPr>
        <w:t xml:space="preserve"> </w:t>
      </w:r>
      <w:r w:rsidRPr="0086154B">
        <w:t>example,</w:t>
      </w:r>
      <w:r w:rsidRPr="0086154B">
        <w:rPr>
          <w:spacing w:val="-10"/>
        </w:rPr>
        <w:t xml:space="preserve"> </w:t>
      </w:r>
      <w:r w:rsidRPr="0086154B">
        <w:t>teaching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47"/>
        </w:rPr>
        <w:t xml:space="preserve"> </w:t>
      </w:r>
      <w:r w:rsidRPr="0086154B">
        <w:t>research) performed by a nonresident</w:t>
      </w:r>
      <w:r w:rsidRPr="0086154B">
        <w:rPr>
          <w:spacing w:val="1"/>
        </w:rPr>
        <w:t xml:space="preserve"> </w:t>
      </w:r>
      <w:r w:rsidRPr="0086154B">
        <w:t>alien as an employee and the</w:t>
      </w:r>
      <w:r w:rsidRPr="0086154B">
        <w:rPr>
          <w:spacing w:val="1"/>
        </w:rPr>
        <w:t xml:space="preserve"> </w:t>
      </w:r>
      <w:r w:rsidRPr="0086154B">
        <w:t>performance of those services is a</w:t>
      </w:r>
      <w:r w:rsidRPr="0086154B">
        <w:rPr>
          <w:spacing w:val="1"/>
        </w:rPr>
        <w:t xml:space="preserve"> </w:t>
      </w:r>
      <w:r w:rsidRPr="0086154B">
        <w:t>condition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receiving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scholarship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47"/>
        </w:rPr>
        <w:t xml:space="preserve"> </w:t>
      </w:r>
      <w:r w:rsidRPr="0086154B">
        <w:t>fellowship</w:t>
      </w:r>
      <w:r w:rsidRPr="0086154B">
        <w:rPr>
          <w:spacing w:val="-8"/>
        </w:rPr>
        <w:t xml:space="preserve"> </w:t>
      </w:r>
      <w:r w:rsidRPr="0086154B">
        <w:t>(or</w:t>
      </w:r>
      <w:r w:rsidRPr="0086154B">
        <w:rPr>
          <w:spacing w:val="-7"/>
        </w:rPr>
        <w:t xml:space="preserve"> </w:t>
      </w:r>
      <w:r w:rsidRPr="0086154B">
        <w:t>tuition</w:t>
      </w:r>
      <w:r w:rsidRPr="0086154B">
        <w:rPr>
          <w:spacing w:val="-7"/>
        </w:rPr>
        <w:t xml:space="preserve"> </w:t>
      </w:r>
      <w:r w:rsidRPr="0086154B">
        <w:t>reduction).</w:t>
      </w:r>
    </w:p>
    <w:p w14:paraId="2B5C4940" w14:textId="2F3EB704" w:rsidR="0086154B" w:rsidRPr="0086154B" w:rsidRDefault="0086154B" w:rsidP="00460DEE">
      <w:pPr>
        <w:pStyle w:val="Body"/>
      </w:pPr>
      <w:r w:rsidRPr="0086154B">
        <w:rPr>
          <w:rFonts w:ascii="Arial"/>
          <w:b/>
          <w:i/>
        </w:rPr>
        <w:t>Example.</w:t>
      </w:r>
      <w:r w:rsidRPr="0086154B">
        <w:rPr>
          <w:rFonts w:ascii="Arial"/>
          <w:b/>
          <w:i/>
          <w:spacing w:val="1"/>
        </w:rPr>
        <w:t xml:space="preserve"> </w:t>
      </w:r>
      <w:r w:rsidRPr="0086154B">
        <w:t>XYZ University awards a</w:t>
      </w:r>
      <w:r w:rsidRPr="0086154B">
        <w:rPr>
          <w:spacing w:val="1"/>
        </w:rPr>
        <w:t xml:space="preserve"> </w:t>
      </w:r>
      <w:r w:rsidRPr="0086154B">
        <w:t>scholarship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George,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nonresident</w:t>
      </w:r>
      <w:r w:rsidRPr="0086154B">
        <w:rPr>
          <w:spacing w:val="-8"/>
        </w:rPr>
        <w:t xml:space="preserve"> </w:t>
      </w:r>
      <w:r w:rsidRPr="0086154B">
        <w:t>alien</w:t>
      </w:r>
      <w:r w:rsidRPr="0086154B">
        <w:rPr>
          <w:spacing w:val="-47"/>
        </w:rPr>
        <w:t xml:space="preserve"> </w:t>
      </w:r>
      <w:r w:rsidRPr="0086154B">
        <w:t>student. The only condition of the</w:t>
      </w:r>
      <w:r w:rsidRPr="0086154B">
        <w:rPr>
          <w:spacing w:val="1"/>
        </w:rPr>
        <w:t xml:space="preserve"> </w:t>
      </w:r>
      <w:r w:rsidRPr="0086154B">
        <w:t>scholarship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George</w:t>
      </w:r>
      <w:r w:rsidRPr="0086154B">
        <w:rPr>
          <w:spacing w:val="-10"/>
        </w:rPr>
        <w:t xml:space="preserve"> </w:t>
      </w:r>
      <w:r w:rsidRPr="0086154B">
        <w:t>attends</w:t>
      </w:r>
      <w:r w:rsidRPr="0086154B">
        <w:rPr>
          <w:spacing w:val="-9"/>
        </w:rPr>
        <w:t xml:space="preserve"> </w:t>
      </w:r>
      <w:r w:rsidRPr="0086154B">
        <w:t>classes</w:t>
      </w:r>
      <w:r w:rsidRPr="0086154B">
        <w:rPr>
          <w:spacing w:val="-47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maintains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minimum</w:t>
      </w:r>
      <w:r w:rsidRPr="0086154B">
        <w:rPr>
          <w:spacing w:val="-9"/>
        </w:rPr>
        <w:t xml:space="preserve"> </w:t>
      </w:r>
      <w:r w:rsidRPr="0086154B">
        <w:t>level</w:t>
      </w:r>
      <w:r w:rsidRPr="0086154B">
        <w:rPr>
          <w:spacing w:val="-8"/>
        </w:rPr>
        <w:t xml:space="preserve"> </w:t>
      </w:r>
      <w:r w:rsidRPr="0086154B">
        <w:t>of</w:t>
      </w:r>
      <w:r w:rsidR="00460DEE">
        <w:t xml:space="preserve"> </w:t>
      </w:r>
      <w:r w:rsidRPr="0086154B">
        <w:t>academic performance. The scholarship</w:t>
      </w:r>
      <w:r w:rsidRPr="0086154B">
        <w:rPr>
          <w:spacing w:val="1"/>
        </w:rPr>
        <w:t xml:space="preserve"> </w:t>
      </w:r>
      <w:r w:rsidRPr="0086154B">
        <w:t>income is not compensatory because</w:t>
      </w:r>
      <w:r w:rsidRPr="0086154B">
        <w:rPr>
          <w:spacing w:val="1"/>
        </w:rPr>
        <w:t xml:space="preserve"> </w:t>
      </w:r>
      <w:r w:rsidRPr="0086154B">
        <w:t>George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10"/>
        </w:rPr>
        <w:t xml:space="preserve"> </w:t>
      </w:r>
      <w:r w:rsidRPr="0086154B">
        <w:t>not</w:t>
      </w:r>
      <w:r w:rsidRPr="0086154B">
        <w:rPr>
          <w:spacing w:val="-9"/>
        </w:rPr>
        <w:t xml:space="preserve"> </w:t>
      </w:r>
      <w:r w:rsidRPr="0086154B">
        <w:t>required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perform</w:t>
      </w:r>
      <w:r w:rsidRPr="0086154B">
        <w:rPr>
          <w:spacing w:val="-10"/>
        </w:rPr>
        <w:t xml:space="preserve"> </w:t>
      </w:r>
      <w:r w:rsidRPr="0086154B">
        <w:t>services</w:t>
      </w:r>
      <w:r w:rsidRPr="0086154B">
        <w:rPr>
          <w:spacing w:val="-47"/>
        </w:rPr>
        <w:t xml:space="preserve"> </w:t>
      </w:r>
      <w:r w:rsidRPr="0086154B">
        <w:t>as an employee as a condition for</w:t>
      </w:r>
      <w:r w:rsidRPr="0086154B">
        <w:rPr>
          <w:spacing w:val="1"/>
        </w:rPr>
        <w:t xml:space="preserve"> </w:t>
      </w:r>
      <w:r w:rsidRPr="0086154B">
        <w:t>receiving</w:t>
      </w:r>
      <w:r w:rsidRPr="0086154B">
        <w:rPr>
          <w:spacing w:val="-7"/>
        </w:rPr>
        <w:t xml:space="preserve"> </w:t>
      </w:r>
      <w:r w:rsidRPr="0086154B">
        <w:t>the</w:t>
      </w:r>
      <w:r w:rsidRPr="0086154B">
        <w:rPr>
          <w:spacing w:val="-7"/>
        </w:rPr>
        <w:t xml:space="preserve"> </w:t>
      </w:r>
      <w:r w:rsidRPr="0086154B">
        <w:t>scholarship.</w:t>
      </w:r>
    </w:p>
    <w:p w14:paraId="678C0DBD" w14:textId="77777777" w:rsidR="0086154B" w:rsidRPr="0086154B" w:rsidRDefault="0086154B" w:rsidP="00460DEE">
      <w:pPr>
        <w:pStyle w:val="Heading3"/>
      </w:pPr>
      <w:r w:rsidRPr="0086154B">
        <w:t>Required</w:t>
      </w:r>
      <w:r w:rsidRPr="0086154B">
        <w:rPr>
          <w:spacing w:val="5"/>
        </w:rPr>
        <w:t xml:space="preserve"> </w:t>
      </w:r>
      <w:r w:rsidRPr="0086154B">
        <w:t>Withholding</w:t>
      </w:r>
      <w:r w:rsidRPr="0086154B">
        <w:rPr>
          <w:spacing w:val="6"/>
        </w:rPr>
        <w:t xml:space="preserve"> </w:t>
      </w:r>
      <w:r w:rsidRPr="0086154B">
        <w:t>Form(s)</w:t>
      </w:r>
    </w:p>
    <w:p w14:paraId="02F7F0E4" w14:textId="77777777" w:rsidR="0086154B" w:rsidRPr="0086154B" w:rsidRDefault="0086154B" w:rsidP="00460DEE">
      <w:pPr>
        <w:pStyle w:val="Body"/>
      </w:pPr>
      <w:r w:rsidRPr="0086154B">
        <w:t>Compensatory scholarship or fellowship</w:t>
      </w:r>
      <w:r w:rsidRPr="0086154B">
        <w:rPr>
          <w:spacing w:val="1"/>
        </w:rPr>
        <w:t xml:space="preserve"> </w:t>
      </w:r>
      <w:r w:rsidRPr="0086154B">
        <w:t xml:space="preserve">income </w:t>
      </w:r>
      <w:proofErr w:type="gramStart"/>
      <w:r w:rsidRPr="0086154B">
        <w:t>is considered to be</w:t>
      </w:r>
      <w:proofErr w:type="gramEnd"/>
      <w:r w:rsidRPr="0086154B">
        <w:t xml:space="preserve"> dependent</w:t>
      </w:r>
      <w:r w:rsidRPr="0086154B">
        <w:rPr>
          <w:spacing w:val="1"/>
        </w:rPr>
        <w:t xml:space="preserve"> </w:t>
      </w:r>
      <w:r w:rsidRPr="0086154B">
        <w:t>personal services income. Therefore,</w:t>
      </w:r>
      <w:r w:rsidRPr="0086154B">
        <w:rPr>
          <w:spacing w:val="1"/>
        </w:rPr>
        <w:t xml:space="preserve"> </w:t>
      </w:r>
      <w:r w:rsidRPr="0086154B">
        <w:t>complete</w:t>
      </w:r>
      <w:r w:rsidRPr="0086154B">
        <w:rPr>
          <w:spacing w:val="-9"/>
        </w:rPr>
        <w:t xml:space="preserve"> </w:t>
      </w:r>
      <w:r w:rsidRPr="0086154B">
        <w:t>Form</w:t>
      </w:r>
      <w:r w:rsidRPr="0086154B">
        <w:rPr>
          <w:spacing w:val="-8"/>
        </w:rPr>
        <w:t xml:space="preserve"> </w:t>
      </w:r>
      <w:r w:rsidRPr="0086154B">
        <w:t>8233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this</w:t>
      </w:r>
      <w:r w:rsidRPr="0086154B">
        <w:rPr>
          <w:spacing w:val="-9"/>
        </w:rPr>
        <w:t xml:space="preserve"> </w:t>
      </w:r>
      <w:r w:rsidRPr="0086154B">
        <w:t>income</w:t>
      </w:r>
      <w:r w:rsidRPr="0086154B">
        <w:rPr>
          <w:spacing w:val="-9"/>
        </w:rPr>
        <w:t xml:space="preserve"> </w:t>
      </w:r>
      <w:r w:rsidRPr="0086154B">
        <w:t>if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47"/>
        </w:rPr>
        <w:t xml:space="preserve"> </w:t>
      </w:r>
      <w:bookmarkStart w:id="20" w:name="Specific_Instructions"/>
      <w:bookmarkEnd w:id="20"/>
      <w:r w:rsidRPr="0086154B">
        <w:t xml:space="preserve">are </w:t>
      </w:r>
      <w:r w:rsidRPr="0086154B">
        <w:lastRenderedPageBreak/>
        <w:t>claiming a tax treaty withholding</w:t>
      </w:r>
      <w:r w:rsidRPr="0086154B">
        <w:rPr>
          <w:spacing w:val="1"/>
        </w:rPr>
        <w:t xml:space="preserve"> </w:t>
      </w:r>
      <w:r w:rsidRPr="0086154B">
        <w:t>exemption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part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proofErr w:type="gramStart"/>
      <w:r w:rsidRPr="0086154B">
        <w:t>all</w:t>
      </w:r>
      <w:r w:rsidRPr="0086154B">
        <w:rPr>
          <w:spacing w:val="-9"/>
        </w:rPr>
        <w:t xml:space="preserve"> </w:t>
      </w:r>
      <w:r w:rsidRPr="0086154B">
        <w:t>of</w:t>
      </w:r>
      <w:proofErr w:type="gramEnd"/>
      <w:r w:rsidRPr="0086154B">
        <w:rPr>
          <w:spacing w:val="-9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income.</w:t>
      </w:r>
    </w:p>
    <w:p w14:paraId="63361DC1" w14:textId="77777777" w:rsidR="0086154B" w:rsidRPr="0086154B" w:rsidRDefault="0086154B" w:rsidP="00460DEE">
      <w:pPr>
        <w:pStyle w:val="Body"/>
      </w:pPr>
      <w:bookmarkStart w:id="21" w:name="Part_I"/>
      <w:bookmarkEnd w:id="21"/>
      <w:r w:rsidRPr="0086154B">
        <w:t>For any part of this compensatory</w:t>
      </w:r>
      <w:r w:rsidRPr="0086154B">
        <w:rPr>
          <w:spacing w:val="1"/>
        </w:rPr>
        <w:t xml:space="preserve"> </w:t>
      </w:r>
      <w:r w:rsidRPr="0086154B">
        <w:t>income for which you are not claiming a</w:t>
      </w:r>
      <w:r w:rsidRPr="0086154B">
        <w:rPr>
          <w:spacing w:val="1"/>
        </w:rPr>
        <w:t xml:space="preserve"> </w:t>
      </w:r>
      <w:bookmarkStart w:id="22" w:name="Line_2"/>
      <w:bookmarkEnd w:id="22"/>
      <w:r w:rsidRPr="0086154B">
        <w:t>tax treaty withholding exemption, use</w:t>
      </w:r>
      <w:r w:rsidRPr="0086154B">
        <w:rPr>
          <w:spacing w:val="1"/>
        </w:rPr>
        <w:t xml:space="preserve"> </w:t>
      </w:r>
      <w:r w:rsidRPr="0086154B">
        <w:t>Form W-4 or the Tax Withholding</w:t>
      </w:r>
      <w:r w:rsidRPr="0086154B">
        <w:rPr>
          <w:spacing w:val="1"/>
        </w:rPr>
        <w:t xml:space="preserve"> </w:t>
      </w:r>
      <w:r w:rsidRPr="0086154B">
        <w:t xml:space="preserve">Estimator at </w:t>
      </w:r>
      <w:hyperlink r:id="rId30">
        <w:r w:rsidRPr="0086154B">
          <w:rPr>
            <w:rFonts w:ascii="Arial"/>
            <w:i/>
            <w:u w:val="single" w:color="0055A1"/>
          </w:rPr>
          <w:t>IRS.gov/Individuals/Tax-</w:t>
        </w:r>
      </w:hyperlink>
      <w:r w:rsidRPr="0086154B">
        <w:rPr>
          <w:rFonts w:ascii="Arial"/>
          <w:i/>
          <w:spacing w:val="1"/>
        </w:rPr>
        <w:t xml:space="preserve"> </w:t>
      </w:r>
      <w:hyperlink r:id="rId31">
        <w:bookmarkStart w:id="23" w:name="Withholding_Agent"/>
        <w:bookmarkEnd w:id="23"/>
        <w:r w:rsidRPr="0086154B">
          <w:rPr>
            <w:rFonts w:ascii="Arial"/>
            <w:i/>
            <w:spacing w:val="-1"/>
            <w:u w:val="single" w:color="0055A1"/>
          </w:rPr>
          <w:t>Withholding-Estimator</w:t>
        </w:r>
      </w:hyperlink>
      <w:r w:rsidRPr="0086154B">
        <w:rPr>
          <w:spacing w:val="-1"/>
        </w:rPr>
        <w:t>.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8"/>
        </w:rPr>
        <w:t xml:space="preserve"> </w:t>
      </w:r>
      <w:r w:rsidRPr="0086154B">
        <w:t>W-4,</w:t>
      </w:r>
      <w:r w:rsidRPr="0086154B">
        <w:rPr>
          <w:spacing w:val="-47"/>
        </w:rPr>
        <w:t xml:space="preserve"> </w:t>
      </w:r>
      <w:r w:rsidRPr="0086154B">
        <w:t>see</w:t>
      </w:r>
      <w:r w:rsidRPr="0086154B">
        <w:rPr>
          <w:spacing w:val="-9"/>
        </w:rPr>
        <w:t xml:space="preserve"> </w:t>
      </w:r>
      <w:hyperlink w:anchor="_bookmark1" w:history="1">
        <w:r w:rsidRPr="0086154B">
          <w:rPr>
            <w:rFonts w:ascii="Arial"/>
            <w:i/>
            <w:u w:val="single" w:color="0055A1"/>
          </w:rPr>
          <w:t>Completing</w:t>
        </w:r>
        <w:r w:rsidRPr="0086154B">
          <w:rPr>
            <w:rFonts w:ascii="Arial"/>
            <w:i/>
            <w:spacing w:val="-9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your</w:t>
        </w:r>
        <w:r w:rsidRPr="0086154B">
          <w:rPr>
            <w:rFonts w:ascii="Arial"/>
            <w:i/>
            <w:spacing w:val="-10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Form</w:t>
        </w:r>
        <w:r w:rsidRPr="0086154B">
          <w:rPr>
            <w:rFonts w:ascii="Arial"/>
            <w:i/>
            <w:spacing w:val="-8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W-4</w:t>
        </w:r>
      </w:hyperlink>
      <w:r w:rsidRPr="0086154B">
        <w:t>,</w:t>
      </w:r>
      <w:r w:rsidRPr="0086154B">
        <w:rPr>
          <w:spacing w:val="-10"/>
        </w:rPr>
        <w:t xml:space="preserve"> </w:t>
      </w:r>
      <w:r w:rsidRPr="0086154B">
        <w:t>earlier.</w:t>
      </w:r>
    </w:p>
    <w:p w14:paraId="2E206CED" w14:textId="77777777" w:rsidR="0086154B" w:rsidRPr="0086154B" w:rsidRDefault="0086154B" w:rsidP="00460DEE">
      <w:pPr>
        <w:pStyle w:val="Heading3"/>
      </w:pPr>
      <w:bookmarkStart w:id="24" w:name="Noncompensatory_Scholarship_or_Fellowshi"/>
      <w:bookmarkStart w:id="25" w:name="_bookmark6"/>
      <w:bookmarkEnd w:id="24"/>
      <w:bookmarkEnd w:id="25"/>
      <w:proofErr w:type="spellStart"/>
      <w:r w:rsidRPr="0086154B">
        <w:t>Noncompensatory</w:t>
      </w:r>
      <w:proofErr w:type="spellEnd"/>
      <w:r w:rsidRPr="0086154B">
        <w:t xml:space="preserve"> Scholarship</w:t>
      </w:r>
      <w:r w:rsidRPr="0086154B">
        <w:rPr>
          <w:spacing w:val="-59"/>
        </w:rPr>
        <w:t xml:space="preserve"> </w:t>
      </w:r>
      <w:r w:rsidRPr="0086154B">
        <w:t>or</w:t>
      </w:r>
      <w:r w:rsidRPr="0086154B">
        <w:rPr>
          <w:spacing w:val="-3"/>
        </w:rPr>
        <w:t xml:space="preserve"> </w:t>
      </w:r>
      <w:r w:rsidRPr="0086154B">
        <w:t>Fellowship</w:t>
      </w:r>
      <w:r w:rsidRPr="0086154B">
        <w:rPr>
          <w:spacing w:val="-1"/>
        </w:rPr>
        <w:t xml:space="preserve"> </w:t>
      </w:r>
      <w:r w:rsidRPr="0086154B">
        <w:t>Income</w:t>
      </w:r>
    </w:p>
    <w:p w14:paraId="2CFF8495" w14:textId="77777777" w:rsidR="0086154B" w:rsidRPr="0086154B" w:rsidRDefault="0086154B" w:rsidP="00460DEE">
      <w:pPr>
        <w:pStyle w:val="Body"/>
      </w:pPr>
      <w:proofErr w:type="spellStart"/>
      <w:r w:rsidRPr="0086154B">
        <w:t>Noncompensatory</w:t>
      </w:r>
      <w:proofErr w:type="spellEnd"/>
      <w:r w:rsidRPr="0086154B">
        <w:t xml:space="preserve"> scholarship or</w:t>
      </w:r>
      <w:r w:rsidRPr="0086154B">
        <w:rPr>
          <w:spacing w:val="1"/>
        </w:rPr>
        <w:t xml:space="preserve"> </w:t>
      </w:r>
      <w:r w:rsidRPr="0086154B">
        <w:t>fellowship income is scholarship or</w:t>
      </w:r>
      <w:r w:rsidRPr="0086154B">
        <w:rPr>
          <w:spacing w:val="1"/>
        </w:rPr>
        <w:t xml:space="preserve"> </w:t>
      </w:r>
      <w:r w:rsidRPr="0086154B">
        <w:t>fellowship income that is not</w:t>
      </w:r>
      <w:r w:rsidRPr="0086154B">
        <w:rPr>
          <w:spacing w:val="1"/>
        </w:rPr>
        <w:t xml:space="preserve"> </w:t>
      </w:r>
      <w:hyperlink w:anchor="_bookmark5" w:history="1">
        <w:r w:rsidRPr="0086154B">
          <w:rPr>
            <w:u w:val="single" w:color="0055A1"/>
          </w:rPr>
          <w:t>compensatory</w:t>
        </w:r>
        <w:r w:rsidRPr="0086154B">
          <w:rPr>
            <w:spacing w:val="-11"/>
            <w:u w:val="single" w:color="0055A1"/>
          </w:rPr>
          <w:t xml:space="preserve"> </w:t>
        </w:r>
        <w:r w:rsidRPr="0086154B">
          <w:rPr>
            <w:u w:val="single" w:color="0055A1"/>
          </w:rPr>
          <w:t>scholarship</w:t>
        </w:r>
        <w:r w:rsidRPr="0086154B">
          <w:rPr>
            <w:spacing w:val="-12"/>
            <w:u w:val="single" w:color="0055A1"/>
          </w:rPr>
          <w:t xml:space="preserve"> </w:t>
        </w:r>
        <w:r w:rsidRPr="0086154B">
          <w:rPr>
            <w:u w:val="single" w:color="0055A1"/>
          </w:rPr>
          <w:t>or</w:t>
        </w:r>
        <w:r w:rsidRPr="0086154B">
          <w:rPr>
            <w:spacing w:val="-11"/>
            <w:u w:val="single" w:color="0055A1"/>
          </w:rPr>
          <w:t xml:space="preserve"> </w:t>
        </w:r>
        <w:r w:rsidRPr="0086154B">
          <w:rPr>
            <w:u w:val="single" w:color="0055A1"/>
          </w:rPr>
          <w:t>fellowship</w:t>
        </w:r>
      </w:hyperlink>
      <w:r w:rsidRPr="0086154B">
        <w:rPr>
          <w:spacing w:val="-47"/>
        </w:rPr>
        <w:t xml:space="preserve"> </w:t>
      </w:r>
      <w:hyperlink w:anchor="_bookmark5" w:history="1">
        <w:r w:rsidRPr="0086154B">
          <w:rPr>
            <w:u w:val="single" w:color="0055A1"/>
          </w:rPr>
          <w:t>income</w:t>
        </w:r>
        <w:r w:rsidRPr="0086154B">
          <w:rPr>
            <w:spacing w:val="-7"/>
          </w:rPr>
          <w:t xml:space="preserve"> </w:t>
        </w:r>
      </w:hyperlink>
      <w:r w:rsidRPr="0086154B">
        <w:t>(defined</w:t>
      </w:r>
      <w:r w:rsidRPr="0086154B">
        <w:rPr>
          <w:spacing w:val="-8"/>
        </w:rPr>
        <w:t xml:space="preserve"> </w:t>
      </w:r>
      <w:r w:rsidRPr="0086154B">
        <w:t>earlier).</w:t>
      </w:r>
    </w:p>
    <w:p w14:paraId="7EDA0C86" w14:textId="77777777" w:rsidR="009D2404" w:rsidRDefault="009D2404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>
        <w:br w:type="page"/>
      </w:r>
    </w:p>
    <w:p w14:paraId="618E22B7" w14:textId="63EC648B" w:rsidR="0086154B" w:rsidRPr="0086154B" w:rsidRDefault="0086154B" w:rsidP="00460DEE">
      <w:pPr>
        <w:pStyle w:val="Body"/>
      </w:pPr>
      <w:r w:rsidRPr="0086154B">
        <w:lastRenderedPageBreak/>
        <w:t>In most cases, the taxable portion of</w:t>
      </w:r>
      <w:r w:rsidRPr="0086154B">
        <w:rPr>
          <w:spacing w:val="1"/>
        </w:rPr>
        <w:t xml:space="preserve"> </w:t>
      </w:r>
      <w:proofErr w:type="spellStart"/>
      <w:r w:rsidRPr="0086154B">
        <w:t>noncompensatory</w:t>
      </w:r>
      <w:proofErr w:type="spellEnd"/>
      <w:r w:rsidRPr="0086154B">
        <w:t xml:space="preserve"> scholarship or</w:t>
      </w:r>
      <w:r w:rsidRPr="0086154B">
        <w:rPr>
          <w:spacing w:val="1"/>
        </w:rPr>
        <w:t xml:space="preserve"> </w:t>
      </w:r>
      <w:r w:rsidRPr="0086154B">
        <w:t>fellowship</w:t>
      </w:r>
      <w:r w:rsidRPr="0086154B">
        <w:rPr>
          <w:spacing w:val="-8"/>
        </w:rPr>
        <w:t xml:space="preserve"> </w:t>
      </w:r>
      <w:r w:rsidRPr="0086154B">
        <w:t>income</w:t>
      </w:r>
      <w:r w:rsidRPr="0086154B">
        <w:rPr>
          <w:spacing w:val="-7"/>
        </w:rPr>
        <w:t xml:space="preserve"> </w:t>
      </w:r>
      <w:r w:rsidRPr="0086154B">
        <w:t>(defined</w:t>
      </w:r>
      <w:r w:rsidRPr="0086154B">
        <w:rPr>
          <w:spacing w:val="-7"/>
        </w:rPr>
        <w:t xml:space="preserve"> </w:t>
      </w:r>
      <w:r w:rsidRPr="0086154B">
        <w:t>next)</w:t>
      </w:r>
      <w:r w:rsidRPr="0086154B">
        <w:rPr>
          <w:spacing w:val="-6"/>
        </w:rPr>
        <w:t xml:space="preserve"> </w:t>
      </w:r>
      <w:r w:rsidRPr="0086154B">
        <w:t>paid</w:t>
      </w:r>
      <w:r w:rsidRPr="0086154B">
        <w:rPr>
          <w:spacing w:val="-7"/>
        </w:rPr>
        <w:t xml:space="preserve"> </w:t>
      </w:r>
      <w:r w:rsidRPr="0086154B">
        <w:t>to</w:t>
      </w:r>
      <w:r w:rsidRPr="0086154B">
        <w:rPr>
          <w:spacing w:val="-7"/>
        </w:rPr>
        <w:t xml:space="preserve"> </w:t>
      </w:r>
      <w:r w:rsidRPr="0086154B">
        <w:t>a</w:t>
      </w:r>
      <w:r w:rsidRPr="0086154B">
        <w:rPr>
          <w:spacing w:val="-47"/>
        </w:rPr>
        <w:t xml:space="preserve"> </w:t>
      </w:r>
      <w:r w:rsidRPr="0086154B">
        <w:t>nonresident</w:t>
      </w:r>
      <w:r w:rsidRPr="0086154B">
        <w:rPr>
          <w:spacing w:val="-10"/>
        </w:rPr>
        <w:t xml:space="preserve"> </w:t>
      </w:r>
      <w:r w:rsidRPr="0086154B">
        <w:t>alien</w:t>
      </w:r>
      <w:r w:rsidRPr="0086154B">
        <w:rPr>
          <w:spacing w:val="-11"/>
        </w:rPr>
        <w:t xml:space="preserve"> </w:t>
      </w:r>
      <w:r w:rsidRPr="0086154B">
        <w:t>is</w:t>
      </w:r>
      <w:r w:rsidRPr="0086154B">
        <w:rPr>
          <w:spacing w:val="-10"/>
        </w:rPr>
        <w:t xml:space="preserve"> </w:t>
      </w:r>
      <w:r w:rsidRPr="0086154B">
        <w:t>subject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47"/>
        </w:rPr>
        <w:t xml:space="preserve"> </w:t>
      </w:r>
      <w:r w:rsidRPr="0086154B">
        <w:t>at:</w:t>
      </w:r>
    </w:p>
    <w:p w14:paraId="24D6B779" w14:textId="77777777" w:rsidR="0086154B" w:rsidRPr="0086154B" w:rsidRDefault="0086154B" w:rsidP="00460DEE">
      <w:pPr>
        <w:pStyle w:val="Bullets"/>
        <w:ind w:left="1440" w:hanging="1080"/>
      </w:pPr>
      <w:r w:rsidRPr="0086154B">
        <w:t>30%;</w:t>
      </w:r>
      <w:r w:rsidRPr="0086154B">
        <w:rPr>
          <w:spacing w:val="-10"/>
        </w:rPr>
        <w:t xml:space="preserve"> </w:t>
      </w:r>
      <w:r w:rsidRPr="0086154B">
        <w:t>or</w:t>
      </w:r>
    </w:p>
    <w:p w14:paraId="5C49737F" w14:textId="77777777" w:rsidR="0086154B" w:rsidRPr="0086154B" w:rsidRDefault="0086154B" w:rsidP="00460DEE">
      <w:pPr>
        <w:pStyle w:val="Bullets"/>
        <w:ind w:left="1440" w:hanging="1080"/>
      </w:pPr>
      <w:bookmarkStart w:id="26" w:name="Beneficial_Owner"/>
      <w:bookmarkEnd w:id="26"/>
      <w:r w:rsidRPr="0086154B">
        <w:t>14% if the nonresident alien is</w:t>
      </w:r>
      <w:r w:rsidRPr="0086154B">
        <w:rPr>
          <w:spacing w:val="1"/>
        </w:rPr>
        <w:t xml:space="preserve"> </w:t>
      </w:r>
      <w:r w:rsidRPr="0086154B">
        <w:t>temporarily</w:t>
      </w:r>
      <w:r w:rsidRPr="0086154B">
        <w:rPr>
          <w:spacing w:val="-11"/>
        </w:rPr>
        <w:t xml:space="preserve"> </w:t>
      </w:r>
      <w:r w:rsidRPr="0086154B">
        <w:t>present</w:t>
      </w:r>
      <w:r w:rsidRPr="0086154B">
        <w:rPr>
          <w:spacing w:val="-10"/>
        </w:rPr>
        <w:t xml:space="preserve"> </w:t>
      </w:r>
      <w:r w:rsidRPr="0086154B">
        <w:t>in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United</w:t>
      </w:r>
      <w:r w:rsidRPr="0086154B">
        <w:rPr>
          <w:spacing w:val="-11"/>
        </w:rPr>
        <w:t xml:space="preserve"> </w:t>
      </w:r>
      <w:r w:rsidRPr="0086154B">
        <w:t>States</w:t>
      </w:r>
      <w:r w:rsidRPr="0086154B">
        <w:rPr>
          <w:spacing w:val="-47"/>
        </w:rPr>
        <w:t xml:space="preserve"> </w:t>
      </w:r>
      <w:r w:rsidRPr="0086154B">
        <w:t>under</w:t>
      </w:r>
      <w:r w:rsidRPr="0086154B">
        <w:rPr>
          <w:spacing w:val="-8"/>
        </w:rPr>
        <w:t xml:space="preserve"> </w:t>
      </w:r>
      <w:r w:rsidRPr="0086154B">
        <w:t>an</w:t>
      </w:r>
      <w:r w:rsidRPr="0086154B">
        <w:rPr>
          <w:spacing w:val="-8"/>
        </w:rPr>
        <w:t xml:space="preserve"> </w:t>
      </w:r>
      <w:r w:rsidRPr="0086154B">
        <w:t>"F,"</w:t>
      </w:r>
      <w:r w:rsidRPr="0086154B">
        <w:rPr>
          <w:spacing w:val="-7"/>
        </w:rPr>
        <w:t xml:space="preserve"> </w:t>
      </w:r>
      <w:r w:rsidRPr="0086154B">
        <w:t>"J,"</w:t>
      </w:r>
      <w:r w:rsidRPr="0086154B">
        <w:rPr>
          <w:spacing w:val="-8"/>
        </w:rPr>
        <w:t xml:space="preserve"> </w:t>
      </w:r>
      <w:r w:rsidRPr="0086154B">
        <w:t>"M,"</w:t>
      </w:r>
      <w:r w:rsidRPr="0086154B">
        <w:rPr>
          <w:spacing w:val="-7"/>
        </w:rPr>
        <w:t xml:space="preserve"> </w:t>
      </w:r>
      <w:r w:rsidRPr="0086154B">
        <w:t>or</w:t>
      </w:r>
      <w:r w:rsidRPr="0086154B">
        <w:rPr>
          <w:spacing w:val="-8"/>
        </w:rPr>
        <w:t xml:space="preserve"> </w:t>
      </w:r>
      <w:r w:rsidRPr="0086154B">
        <w:t>"Q"</w:t>
      </w:r>
      <w:r w:rsidRPr="0086154B">
        <w:rPr>
          <w:spacing w:val="-8"/>
        </w:rPr>
        <w:t xml:space="preserve"> </w:t>
      </w:r>
      <w:r w:rsidRPr="0086154B">
        <w:t>visa.</w:t>
      </w:r>
    </w:p>
    <w:p w14:paraId="32513BDC" w14:textId="1FC990D2" w:rsidR="0086154B" w:rsidRPr="0086154B" w:rsidRDefault="0086154B" w:rsidP="00460DEE">
      <w:pPr>
        <w:pStyle w:val="Body"/>
      </w:pPr>
      <w:r w:rsidRPr="0086154B">
        <w:rPr>
          <w:rFonts w:ascii="Arial"/>
          <w:b/>
        </w:rPr>
        <w:t xml:space="preserve">Taxable portion of </w:t>
      </w:r>
      <w:proofErr w:type="spellStart"/>
      <w:r w:rsidRPr="0086154B">
        <w:rPr>
          <w:rFonts w:ascii="Arial"/>
          <w:b/>
        </w:rPr>
        <w:t>noncompensatory</w:t>
      </w:r>
      <w:proofErr w:type="spellEnd"/>
      <w:r w:rsidRPr="0086154B">
        <w:rPr>
          <w:rFonts w:ascii="Arial"/>
          <w:b/>
          <w:spacing w:val="1"/>
        </w:rPr>
        <w:t xml:space="preserve"> </w:t>
      </w:r>
      <w:r w:rsidRPr="0086154B">
        <w:rPr>
          <w:rFonts w:ascii="Arial"/>
          <w:b/>
        </w:rPr>
        <w:t>scholarship or fellowship income.</w:t>
      </w:r>
      <w:r w:rsidRPr="0086154B">
        <w:rPr>
          <w:rFonts w:ascii="Arial"/>
          <w:b/>
          <w:spacing w:val="1"/>
        </w:rPr>
        <w:t xml:space="preserve"> </w:t>
      </w:r>
      <w:r w:rsidRPr="0086154B">
        <w:t>If</w:t>
      </w:r>
      <w:r w:rsidRPr="0086154B">
        <w:rPr>
          <w:spacing w:val="1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were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degree</w:t>
      </w:r>
      <w:r w:rsidRPr="0086154B">
        <w:rPr>
          <w:spacing w:val="-10"/>
        </w:rPr>
        <w:t xml:space="preserve"> </w:t>
      </w:r>
      <w:r w:rsidRPr="0086154B">
        <w:t>candidate,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amount</w:t>
      </w:r>
      <w:r w:rsidRPr="0086154B">
        <w:rPr>
          <w:spacing w:val="-47"/>
        </w:rPr>
        <w:t xml:space="preserve"> </w:t>
      </w:r>
      <w:r w:rsidRPr="0086154B">
        <w:t>of this type of income that you used for</w:t>
      </w:r>
      <w:r w:rsidRPr="0086154B">
        <w:rPr>
          <w:spacing w:val="1"/>
        </w:rPr>
        <w:t xml:space="preserve"> </w:t>
      </w:r>
      <w:r w:rsidRPr="0086154B">
        <w:t>expenses</w:t>
      </w:r>
      <w:r w:rsidRPr="0086154B">
        <w:rPr>
          <w:spacing w:val="-8"/>
        </w:rPr>
        <w:t xml:space="preserve"> </w:t>
      </w:r>
      <w:r w:rsidRPr="0086154B">
        <w:t>other</w:t>
      </w:r>
      <w:r w:rsidRPr="0086154B">
        <w:rPr>
          <w:spacing w:val="-8"/>
        </w:rPr>
        <w:t xml:space="preserve"> </w:t>
      </w:r>
      <w:r w:rsidRPr="0086154B">
        <w:t>than</w:t>
      </w:r>
      <w:r w:rsidRPr="0086154B">
        <w:rPr>
          <w:spacing w:val="-8"/>
        </w:rPr>
        <w:t xml:space="preserve"> </w:t>
      </w:r>
      <w:r w:rsidRPr="0086154B">
        <w:t>tuition</w:t>
      </w:r>
      <w:r w:rsidRPr="0086154B">
        <w:rPr>
          <w:spacing w:val="-8"/>
        </w:rPr>
        <w:t xml:space="preserve"> </w:t>
      </w:r>
      <w:r w:rsidRPr="0086154B">
        <w:t>and</w:t>
      </w:r>
      <w:r w:rsidR="00460DEE">
        <w:t xml:space="preserve"> </w:t>
      </w:r>
      <w:r w:rsidRPr="0086154B">
        <w:t>course-related expenses (fees, books,</w:t>
      </w:r>
      <w:r w:rsidRPr="0086154B">
        <w:rPr>
          <w:spacing w:val="1"/>
        </w:rPr>
        <w:t xml:space="preserve"> </w:t>
      </w:r>
      <w:r w:rsidRPr="0086154B">
        <w:t>supplies, and equipment) is taxable in</w:t>
      </w:r>
      <w:r w:rsidRPr="0086154B">
        <w:rPr>
          <w:spacing w:val="1"/>
        </w:rPr>
        <w:t xml:space="preserve"> </w:t>
      </w:r>
      <w:r w:rsidRPr="0086154B">
        <w:t>most cases. For example, in most cases</w:t>
      </w:r>
      <w:r w:rsidRPr="0086154B">
        <w:rPr>
          <w:spacing w:val="1"/>
        </w:rPr>
        <w:t xml:space="preserve"> </w:t>
      </w:r>
      <w:r w:rsidRPr="0086154B">
        <w:t>amounts</w:t>
      </w:r>
      <w:r w:rsidRPr="0086154B">
        <w:rPr>
          <w:spacing w:val="-10"/>
        </w:rPr>
        <w:t xml:space="preserve"> </w:t>
      </w:r>
      <w:r w:rsidRPr="0086154B">
        <w:t>used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room,</w:t>
      </w:r>
      <w:r w:rsidRPr="0086154B">
        <w:rPr>
          <w:spacing w:val="-9"/>
        </w:rPr>
        <w:t xml:space="preserve"> </w:t>
      </w:r>
      <w:r w:rsidRPr="0086154B">
        <w:t>board,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travel</w:t>
      </w:r>
      <w:r w:rsidRPr="0086154B">
        <w:rPr>
          <w:spacing w:val="-47"/>
        </w:rPr>
        <w:t xml:space="preserve"> </w:t>
      </w:r>
      <w:r w:rsidRPr="0086154B">
        <w:t>are taxable. If you were not a degree</w:t>
      </w:r>
      <w:r w:rsidRPr="0086154B">
        <w:rPr>
          <w:spacing w:val="1"/>
        </w:rPr>
        <w:t xml:space="preserve"> </w:t>
      </w:r>
      <w:r w:rsidRPr="0086154B">
        <w:t>candidate, the full amount of the</w:t>
      </w:r>
      <w:r w:rsidRPr="0086154B">
        <w:rPr>
          <w:spacing w:val="1"/>
        </w:rPr>
        <w:t xml:space="preserve"> </w:t>
      </w:r>
      <w:r w:rsidRPr="0086154B">
        <w:t>scholarship or fellowship income is</w:t>
      </w:r>
      <w:r w:rsidRPr="0086154B">
        <w:rPr>
          <w:spacing w:val="1"/>
        </w:rPr>
        <w:t xml:space="preserve"> </w:t>
      </w:r>
      <w:r w:rsidRPr="0086154B">
        <w:t>taxable</w:t>
      </w:r>
      <w:r w:rsidRPr="0086154B">
        <w:rPr>
          <w:spacing w:val="-8"/>
        </w:rPr>
        <w:t xml:space="preserve"> </w:t>
      </w:r>
      <w:r w:rsidRPr="0086154B">
        <w:t>in</w:t>
      </w:r>
      <w:r w:rsidRPr="0086154B">
        <w:rPr>
          <w:spacing w:val="-7"/>
        </w:rPr>
        <w:t xml:space="preserve"> </w:t>
      </w:r>
      <w:r w:rsidRPr="0086154B">
        <w:t>most</w:t>
      </w:r>
      <w:r w:rsidRPr="0086154B">
        <w:rPr>
          <w:spacing w:val="-7"/>
        </w:rPr>
        <w:t xml:space="preserve"> </w:t>
      </w:r>
      <w:r w:rsidRPr="0086154B">
        <w:t>cases.</w:t>
      </w:r>
    </w:p>
    <w:p w14:paraId="42F55B02" w14:textId="77777777" w:rsidR="0086154B" w:rsidRPr="0086154B" w:rsidRDefault="0086154B" w:rsidP="00460DEE">
      <w:pPr>
        <w:pStyle w:val="Heading3"/>
      </w:pPr>
      <w:bookmarkStart w:id="27" w:name="Avoid_Common_Errors"/>
      <w:bookmarkEnd w:id="27"/>
      <w:r w:rsidRPr="0086154B">
        <w:t>Required</w:t>
      </w:r>
      <w:r w:rsidRPr="0086154B">
        <w:rPr>
          <w:spacing w:val="2"/>
        </w:rPr>
        <w:t xml:space="preserve"> </w:t>
      </w:r>
      <w:r w:rsidRPr="0086154B">
        <w:t>Withholding</w:t>
      </w:r>
      <w:r w:rsidRPr="0086154B">
        <w:rPr>
          <w:spacing w:val="2"/>
        </w:rPr>
        <w:t xml:space="preserve"> </w:t>
      </w:r>
      <w:r w:rsidRPr="0086154B">
        <w:t>Form</w:t>
      </w:r>
    </w:p>
    <w:p w14:paraId="59B1400E" w14:textId="77777777" w:rsidR="0086154B" w:rsidRPr="0086154B" w:rsidRDefault="0086154B" w:rsidP="00460DEE">
      <w:pPr>
        <w:pStyle w:val="Body"/>
      </w:pPr>
      <w:r w:rsidRPr="0086154B">
        <w:t>In</w:t>
      </w:r>
      <w:r w:rsidRPr="0086154B">
        <w:rPr>
          <w:spacing w:val="-9"/>
        </w:rPr>
        <w:t xml:space="preserve"> </w:t>
      </w:r>
      <w:r w:rsidRPr="0086154B">
        <w:t>most</w:t>
      </w:r>
      <w:r w:rsidRPr="0086154B">
        <w:rPr>
          <w:spacing w:val="-9"/>
        </w:rPr>
        <w:t xml:space="preserve"> </w:t>
      </w:r>
      <w:r w:rsidRPr="0086154B">
        <w:t>cases,</w:t>
      </w:r>
      <w:r w:rsidRPr="0086154B">
        <w:rPr>
          <w:spacing w:val="-8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should</w:t>
      </w:r>
      <w:r w:rsidRPr="0086154B">
        <w:rPr>
          <w:spacing w:val="-8"/>
        </w:rPr>
        <w:t xml:space="preserve"> </w:t>
      </w:r>
      <w:r w:rsidRPr="0086154B">
        <w:t>complete</w:t>
      </w:r>
      <w:r w:rsidRPr="0086154B">
        <w:rPr>
          <w:spacing w:val="-8"/>
        </w:rPr>
        <w:t xml:space="preserve"> </w:t>
      </w:r>
      <w:r w:rsidRPr="0086154B">
        <w:t>Form</w:t>
      </w:r>
      <w:r w:rsidRPr="0086154B">
        <w:rPr>
          <w:spacing w:val="-47"/>
        </w:rPr>
        <w:t xml:space="preserve"> </w:t>
      </w:r>
      <w:bookmarkStart w:id="28" w:name="_bookmark7"/>
      <w:bookmarkEnd w:id="28"/>
      <w:r w:rsidRPr="0086154B">
        <w:t>W-8BEN to claim a tax treaty withholding</w:t>
      </w:r>
      <w:r w:rsidRPr="0086154B">
        <w:rPr>
          <w:spacing w:val="-47"/>
        </w:rPr>
        <w:t xml:space="preserve"> </w:t>
      </w:r>
      <w:r w:rsidRPr="0086154B">
        <w:t>exemption for this type of income. Form</w:t>
      </w:r>
      <w:r w:rsidRPr="0086154B">
        <w:rPr>
          <w:spacing w:val="1"/>
        </w:rPr>
        <w:t xml:space="preserve"> </w:t>
      </w:r>
      <w:r w:rsidRPr="0086154B">
        <w:t>W-</w:t>
      </w:r>
      <w:r w:rsidRPr="0086154B">
        <w:lastRenderedPageBreak/>
        <w:t>8BEN is not required unless a treaty</w:t>
      </w:r>
      <w:r w:rsidRPr="0086154B">
        <w:rPr>
          <w:spacing w:val="1"/>
        </w:rPr>
        <w:t xml:space="preserve"> </w:t>
      </w:r>
      <w:r w:rsidRPr="0086154B">
        <w:t>benefit</w:t>
      </w:r>
      <w:r w:rsidRPr="0086154B">
        <w:rPr>
          <w:spacing w:val="-7"/>
        </w:rPr>
        <w:t xml:space="preserve"> </w:t>
      </w:r>
      <w:r w:rsidRPr="0086154B">
        <w:t>is</w:t>
      </w:r>
      <w:r w:rsidRPr="0086154B">
        <w:rPr>
          <w:spacing w:val="-7"/>
        </w:rPr>
        <w:t xml:space="preserve"> </w:t>
      </w:r>
      <w:r w:rsidRPr="0086154B">
        <w:t>being</w:t>
      </w:r>
      <w:r w:rsidRPr="0086154B">
        <w:rPr>
          <w:spacing w:val="-7"/>
        </w:rPr>
        <w:t xml:space="preserve"> </w:t>
      </w:r>
      <w:r w:rsidRPr="0086154B">
        <w:t>claimed.</w:t>
      </w:r>
    </w:p>
    <w:p w14:paraId="7FF33B3D" w14:textId="77777777" w:rsidR="0086154B" w:rsidRPr="0086154B" w:rsidRDefault="0086154B" w:rsidP="00460DEE">
      <w:pPr>
        <w:pStyle w:val="Body"/>
      </w:pPr>
      <w:r w:rsidRPr="0086154B">
        <w:rPr>
          <w:rFonts w:ascii="Arial"/>
          <w:b/>
        </w:rPr>
        <w:t>Exception.</w:t>
      </w:r>
      <w:r w:rsidRPr="0086154B">
        <w:rPr>
          <w:rFonts w:ascii="Arial"/>
          <w:b/>
          <w:spacing w:val="1"/>
        </w:rPr>
        <w:t xml:space="preserve"> </w:t>
      </w:r>
      <w:r w:rsidRPr="0086154B">
        <w:t>If you are receiving both</w:t>
      </w:r>
      <w:r w:rsidRPr="0086154B">
        <w:rPr>
          <w:spacing w:val="1"/>
        </w:rPr>
        <w:t xml:space="preserve"> </w:t>
      </w:r>
      <w:r w:rsidRPr="0086154B">
        <w:t>compensation for personal services</w:t>
      </w:r>
      <w:r w:rsidRPr="0086154B">
        <w:rPr>
          <w:spacing w:val="1"/>
        </w:rPr>
        <w:t xml:space="preserve"> </w:t>
      </w:r>
      <w:r w:rsidRPr="0086154B">
        <w:t>(including compensatory scholarship or</w:t>
      </w:r>
      <w:r w:rsidRPr="0086154B">
        <w:rPr>
          <w:spacing w:val="1"/>
        </w:rPr>
        <w:t xml:space="preserve"> </w:t>
      </w:r>
      <w:r w:rsidRPr="0086154B">
        <w:t>fellowship</w:t>
      </w:r>
      <w:r w:rsidRPr="0086154B">
        <w:rPr>
          <w:spacing w:val="-10"/>
        </w:rPr>
        <w:t xml:space="preserve"> </w:t>
      </w:r>
      <w:r w:rsidRPr="0086154B">
        <w:t>income)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10"/>
        </w:rPr>
        <w:t xml:space="preserve"> </w:t>
      </w:r>
      <w:proofErr w:type="spellStart"/>
      <w:r w:rsidRPr="0086154B">
        <w:t>noncompensatory</w:t>
      </w:r>
      <w:proofErr w:type="spellEnd"/>
      <w:r w:rsidRPr="0086154B">
        <w:rPr>
          <w:spacing w:val="-47"/>
        </w:rPr>
        <w:t xml:space="preserve"> </w:t>
      </w:r>
      <w:r w:rsidRPr="0086154B">
        <w:t>scholarship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fellowship</w:t>
      </w:r>
      <w:r w:rsidRPr="0086154B">
        <w:rPr>
          <w:spacing w:val="-8"/>
        </w:rPr>
        <w:t xml:space="preserve"> </w:t>
      </w:r>
      <w:r w:rsidRPr="0086154B">
        <w:t>income</w:t>
      </w:r>
      <w:r w:rsidRPr="0086154B">
        <w:rPr>
          <w:spacing w:val="-9"/>
        </w:rPr>
        <w:t xml:space="preserve"> </w:t>
      </w:r>
      <w:r w:rsidRPr="0086154B">
        <w:t>from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47"/>
        </w:rPr>
        <w:t xml:space="preserve"> </w:t>
      </w:r>
      <w:r w:rsidRPr="0086154B">
        <w:t>same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11"/>
        </w:rPr>
        <w:t xml:space="preserve"> </w:t>
      </w:r>
      <w:r w:rsidRPr="0086154B">
        <w:t>agent,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can</w:t>
      </w:r>
      <w:r w:rsidRPr="0086154B">
        <w:rPr>
          <w:spacing w:val="-10"/>
        </w:rPr>
        <w:t xml:space="preserve"> </w:t>
      </w:r>
      <w:r w:rsidRPr="0086154B">
        <w:t>use</w:t>
      </w:r>
      <w:r w:rsidRPr="0086154B">
        <w:rPr>
          <w:spacing w:val="-10"/>
        </w:rPr>
        <w:t xml:space="preserve"> </w:t>
      </w:r>
      <w:r w:rsidRPr="0086154B">
        <w:t>one</w:t>
      </w:r>
      <w:r w:rsidRPr="0086154B">
        <w:rPr>
          <w:spacing w:val="-47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8233</w:t>
      </w:r>
      <w:r w:rsidRPr="0086154B">
        <w:rPr>
          <w:spacing w:val="-8"/>
        </w:rPr>
        <w:t xml:space="preserve"> </w:t>
      </w:r>
      <w:r w:rsidRPr="0086154B">
        <w:t>for</w:t>
      </w:r>
      <w:r w:rsidRPr="0086154B">
        <w:rPr>
          <w:spacing w:val="-8"/>
        </w:rPr>
        <w:t xml:space="preserve"> </w:t>
      </w:r>
      <w:r w:rsidRPr="0086154B">
        <w:t>both</w:t>
      </w:r>
      <w:r w:rsidRPr="0086154B">
        <w:rPr>
          <w:spacing w:val="-8"/>
        </w:rPr>
        <w:t xml:space="preserve"> </w:t>
      </w:r>
      <w:r w:rsidRPr="0086154B">
        <w:t>types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income.</w:t>
      </w:r>
    </w:p>
    <w:p w14:paraId="48BB6BE5" w14:textId="0B2C889E" w:rsidR="0086154B" w:rsidRPr="0086154B" w:rsidRDefault="0086154B" w:rsidP="00460DEE">
      <w:pPr>
        <w:pStyle w:val="Body"/>
      </w:pPr>
      <w:r w:rsidRPr="0086154B">
        <w:t>However,</w:t>
      </w:r>
      <w:r w:rsidRPr="0086154B">
        <w:rPr>
          <w:spacing w:val="-11"/>
        </w:rPr>
        <w:t xml:space="preserve"> </w:t>
      </w:r>
      <w:r w:rsidRPr="0086154B">
        <w:t>this</w:t>
      </w:r>
      <w:r w:rsidRPr="0086154B">
        <w:rPr>
          <w:spacing w:val="-10"/>
        </w:rPr>
        <w:t xml:space="preserve"> </w:t>
      </w:r>
      <w:r w:rsidRPr="0086154B">
        <w:t>exception</w:t>
      </w:r>
      <w:r w:rsidRPr="0086154B">
        <w:rPr>
          <w:spacing w:val="-10"/>
        </w:rPr>
        <w:t xml:space="preserve"> </w:t>
      </w:r>
      <w:r w:rsidRPr="0086154B">
        <w:t>applies</w:t>
      </w:r>
      <w:r w:rsidRPr="0086154B">
        <w:rPr>
          <w:spacing w:val="-10"/>
        </w:rPr>
        <w:t xml:space="preserve"> </w:t>
      </w:r>
      <w:r w:rsidRPr="0086154B">
        <w:t>only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</w:t>
      </w:r>
      <w:r w:rsidR="00460DEE">
        <w:t xml:space="preserve"> </w:t>
      </w:r>
      <w:r w:rsidRPr="0086154B">
        <w:t>are</w:t>
      </w:r>
      <w:r w:rsidRPr="0086154B">
        <w:rPr>
          <w:spacing w:val="-12"/>
        </w:rPr>
        <w:t xml:space="preserve"> </w:t>
      </w:r>
      <w:r w:rsidRPr="0086154B">
        <w:t>claiming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1"/>
        </w:rPr>
        <w:t xml:space="preserve"> </w:t>
      </w:r>
      <w:r w:rsidRPr="0086154B">
        <w:t>tax</w:t>
      </w:r>
      <w:r w:rsidRPr="0086154B">
        <w:rPr>
          <w:spacing w:val="-11"/>
        </w:rPr>
        <w:t xml:space="preserve"> </w:t>
      </w:r>
      <w:r w:rsidRPr="0086154B">
        <w:t>treaty</w:t>
      </w:r>
      <w:r w:rsidRPr="0086154B">
        <w:rPr>
          <w:spacing w:val="-12"/>
        </w:rPr>
        <w:t xml:space="preserve"> </w:t>
      </w:r>
      <w:r w:rsidRPr="0086154B">
        <w:t>withholding</w:t>
      </w:r>
      <w:r w:rsidRPr="0086154B">
        <w:rPr>
          <w:spacing w:val="-47"/>
        </w:rPr>
        <w:t xml:space="preserve"> </w:t>
      </w:r>
      <w:r w:rsidRPr="0086154B">
        <w:t>exemption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both</w:t>
      </w:r>
      <w:r w:rsidRPr="0086154B">
        <w:rPr>
          <w:spacing w:val="-9"/>
        </w:rPr>
        <w:t xml:space="preserve"> </w:t>
      </w:r>
      <w:r w:rsidRPr="0086154B">
        <w:t>types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income.</w:t>
      </w:r>
    </w:p>
    <w:p w14:paraId="49820909" w14:textId="386BE9B6" w:rsidR="0086154B" w:rsidRPr="0086154B" w:rsidRDefault="0086154B" w:rsidP="00460DEE">
      <w:pPr>
        <w:pStyle w:val="Body"/>
      </w:pPr>
      <w:r w:rsidRPr="0086154B">
        <w:rPr>
          <w:rFonts w:ascii="Arial" w:hAnsi="Arial"/>
          <w:b/>
        </w:rPr>
        <w:t>Alternate withholding election.</w:t>
      </w:r>
      <w:r w:rsidRPr="0086154B">
        <w:rPr>
          <w:rFonts w:ascii="Arial" w:hAnsi="Arial"/>
          <w:b/>
          <w:spacing w:val="1"/>
        </w:rPr>
        <w:t xml:space="preserve"> </w:t>
      </w:r>
      <w:r w:rsidRPr="0086154B">
        <w:t>A</w:t>
      </w:r>
      <w:r w:rsidRPr="0086154B">
        <w:rPr>
          <w:spacing w:val="1"/>
        </w:rPr>
        <w:t xml:space="preserve"> </w:t>
      </w:r>
      <w:r w:rsidRPr="0086154B">
        <w:t>withholding agent can elect to withhold on</w:t>
      </w:r>
      <w:r w:rsidRPr="0086154B">
        <w:rPr>
          <w:spacing w:val="-47"/>
        </w:rPr>
        <w:t xml:space="preserve"> </w:t>
      </w:r>
      <w:r w:rsidRPr="0086154B">
        <w:t xml:space="preserve">the taxable portion of </w:t>
      </w:r>
      <w:proofErr w:type="spellStart"/>
      <w:r w:rsidRPr="0086154B">
        <w:t>noncompensatory</w:t>
      </w:r>
      <w:proofErr w:type="spellEnd"/>
      <w:r w:rsidRPr="0086154B">
        <w:rPr>
          <w:spacing w:val="1"/>
        </w:rPr>
        <w:t xml:space="preserve"> </w:t>
      </w:r>
      <w:r w:rsidRPr="0086154B">
        <w:t>scholarship or fellowship income of a</w:t>
      </w:r>
      <w:r w:rsidRPr="0086154B">
        <w:rPr>
          <w:spacing w:val="1"/>
        </w:rPr>
        <w:t xml:space="preserve"> </w:t>
      </w:r>
      <w:r w:rsidRPr="0086154B">
        <w:t>nonresident alien temporarily present in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United</w:t>
      </w:r>
      <w:r w:rsidRPr="0086154B">
        <w:rPr>
          <w:spacing w:val="-8"/>
        </w:rPr>
        <w:t xml:space="preserve"> </w:t>
      </w:r>
      <w:r w:rsidRPr="0086154B">
        <w:t>States</w:t>
      </w:r>
      <w:r w:rsidRPr="0086154B">
        <w:rPr>
          <w:spacing w:val="-9"/>
        </w:rPr>
        <w:t xml:space="preserve"> </w:t>
      </w:r>
      <w:r w:rsidRPr="0086154B">
        <w:t>under</w:t>
      </w:r>
      <w:r w:rsidRPr="0086154B">
        <w:rPr>
          <w:spacing w:val="-8"/>
        </w:rPr>
        <w:t xml:space="preserve"> </w:t>
      </w:r>
      <w:r w:rsidRPr="0086154B">
        <w:t>an</w:t>
      </w:r>
      <w:r w:rsidRPr="0086154B">
        <w:rPr>
          <w:spacing w:val="-9"/>
        </w:rPr>
        <w:t xml:space="preserve"> </w:t>
      </w:r>
      <w:r w:rsidRPr="0086154B">
        <w:t>“F,”</w:t>
      </w:r>
      <w:r w:rsidRPr="0086154B">
        <w:rPr>
          <w:spacing w:val="-8"/>
        </w:rPr>
        <w:t xml:space="preserve"> </w:t>
      </w:r>
      <w:r w:rsidRPr="0086154B">
        <w:t>“J,”</w:t>
      </w:r>
      <w:r w:rsidRPr="0086154B">
        <w:rPr>
          <w:spacing w:val="-9"/>
        </w:rPr>
        <w:t xml:space="preserve"> </w:t>
      </w:r>
      <w:r w:rsidRPr="0086154B">
        <w:t>“M,”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1"/>
        </w:rPr>
        <w:t xml:space="preserve"> </w:t>
      </w:r>
      <w:r w:rsidRPr="0086154B">
        <w:t>“Q” visa as if it were compensatory</w:t>
      </w:r>
      <w:r w:rsidRPr="0086154B">
        <w:rPr>
          <w:spacing w:val="1"/>
        </w:rPr>
        <w:t xml:space="preserve"> </w:t>
      </w:r>
      <w:r w:rsidRPr="0086154B">
        <w:t>scholarship</w:t>
      </w:r>
      <w:r w:rsidRPr="0086154B">
        <w:rPr>
          <w:spacing w:val="7"/>
        </w:rPr>
        <w:t xml:space="preserve"> </w:t>
      </w:r>
      <w:r w:rsidRPr="0086154B">
        <w:t>or</w:t>
      </w:r>
      <w:r w:rsidRPr="0086154B">
        <w:rPr>
          <w:spacing w:val="7"/>
        </w:rPr>
        <w:t xml:space="preserve"> </w:t>
      </w:r>
      <w:r w:rsidRPr="0086154B">
        <w:t>fellowship</w:t>
      </w:r>
      <w:r w:rsidRPr="0086154B">
        <w:rPr>
          <w:spacing w:val="7"/>
        </w:rPr>
        <w:t xml:space="preserve"> </w:t>
      </w:r>
      <w:r w:rsidRPr="0086154B">
        <w:t>income</w:t>
      </w:r>
      <w:r w:rsidRPr="0086154B">
        <w:rPr>
          <w:spacing w:val="1"/>
        </w:rPr>
        <w:t xml:space="preserve"> </w:t>
      </w:r>
      <w:r w:rsidRPr="0086154B">
        <w:t>(provided the nonresident alien is not</w:t>
      </w:r>
      <w:r w:rsidRPr="0086154B">
        <w:rPr>
          <w:spacing w:val="1"/>
        </w:rPr>
        <w:t xml:space="preserve"> </w:t>
      </w:r>
      <w:r w:rsidRPr="0086154B">
        <w:t>claiming</w:t>
      </w:r>
      <w:r w:rsidRPr="0086154B">
        <w:rPr>
          <w:spacing w:val="-8"/>
        </w:rPr>
        <w:t xml:space="preserve"> </w:t>
      </w:r>
      <w:r w:rsidRPr="0086154B">
        <w:t>treaty</w:t>
      </w:r>
      <w:r w:rsidRPr="0086154B">
        <w:rPr>
          <w:spacing w:val="-9"/>
        </w:rPr>
        <w:t xml:space="preserve"> </w:t>
      </w:r>
      <w:r w:rsidRPr="0086154B">
        <w:t>benefits</w:t>
      </w:r>
      <w:r w:rsidRPr="0086154B">
        <w:rPr>
          <w:spacing w:val="-8"/>
        </w:rPr>
        <w:t xml:space="preserve"> </w:t>
      </w:r>
      <w:r w:rsidRPr="0086154B">
        <w:t>with</w:t>
      </w:r>
      <w:r w:rsidRPr="0086154B">
        <w:rPr>
          <w:spacing w:val="-9"/>
        </w:rPr>
        <w:t xml:space="preserve"> </w:t>
      </w:r>
      <w:r w:rsidRPr="0086154B">
        <w:t>respect</w:t>
      </w:r>
      <w:r w:rsidRPr="0086154B">
        <w:rPr>
          <w:spacing w:val="-7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that</w:t>
      </w:r>
      <w:r w:rsidRPr="0086154B">
        <w:rPr>
          <w:spacing w:val="-47"/>
        </w:rPr>
        <w:t xml:space="preserve"> </w:t>
      </w:r>
      <w:r w:rsidRPr="0086154B">
        <w:t>income). The withholding agent</w:t>
      </w:r>
      <w:r w:rsidRPr="0086154B">
        <w:rPr>
          <w:spacing w:val="1"/>
        </w:rPr>
        <w:t xml:space="preserve"> </w:t>
      </w:r>
      <w:r w:rsidRPr="0086154B">
        <w:t>makes</w:t>
      </w:r>
      <w:r w:rsidRPr="0086154B">
        <w:rPr>
          <w:spacing w:val="1"/>
        </w:rPr>
        <w:t xml:space="preserve"> </w:t>
      </w:r>
      <w:r w:rsidRPr="0086154B">
        <w:t>this election by requesting that the</w:t>
      </w:r>
      <w:r w:rsidRPr="0086154B">
        <w:rPr>
          <w:spacing w:val="1"/>
        </w:rPr>
        <w:t xml:space="preserve"> </w:t>
      </w:r>
      <w:r w:rsidRPr="0086154B">
        <w:t>nonresident alien complete Form W-4</w:t>
      </w:r>
      <w:r w:rsidRPr="0086154B">
        <w:rPr>
          <w:spacing w:val="1"/>
        </w:rPr>
        <w:t xml:space="preserve"> </w:t>
      </w:r>
      <w:r w:rsidRPr="0086154B">
        <w:t>using the instructions in Rev. Proc. 88-24,</w:t>
      </w:r>
      <w:r w:rsidRPr="0086154B">
        <w:rPr>
          <w:spacing w:val="-47"/>
        </w:rPr>
        <w:t xml:space="preserve"> </w:t>
      </w:r>
      <w:r w:rsidRPr="0086154B">
        <w:t xml:space="preserve">1988-1 C.B. </w:t>
      </w:r>
      <w:r w:rsidRPr="0086154B">
        <w:lastRenderedPageBreak/>
        <w:t>800. Indian students should</w:t>
      </w:r>
      <w:r w:rsidRPr="0086154B">
        <w:rPr>
          <w:spacing w:val="1"/>
        </w:rPr>
        <w:t xml:space="preserve"> </w:t>
      </w:r>
      <w:r w:rsidRPr="0086154B">
        <w:t>also</w:t>
      </w:r>
      <w:r w:rsidRPr="0086154B">
        <w:rPr>
          <w:spacing w:val="-9"/>
        </w:rPr>
        <w:t xml:space="preserve"> </w:t>
      </w:r>
      <w:r w:rsidRPr="0086154B">
        <w:t>see</w:t>
      </w:r>
      <w:r w:rsidRPr="0086154B">
        <w:rPr>
          <w:spacing w:val="-9"/>
        </w:rPr>
        <w:t xml:space="preserve"> </w:t>
      </w:r>
      <w:r w:rsidRPr="0086154B">
        <w:t>Rev.</w:t>
      </w:r>
      <w:r w:rsidRPr="0086154B">
        <w:rPr>
          <w:spacing w:val="-8"/>
        </w:rPr>
        <w:t xml:space="preserve"> </w:t>
      </w:r>
      <w:r w:rsidRPr="0086154B">
        <w:t>Proc.</w:t>
      </w:r>
      <w:r w:rsidRPr="0086154B">
        <w:rPr>
          <w:spacing w:val="-9"/>
        </w:rPr>
        <w:t xml:space="preserve"> </w:t>
      </w:r>
      <w:r w:rsidRPr="0086154B">
        <w:t>93-20,</w:t>
      </w:r>
      <w:r w:rsidRPr="0086154B">
        <w:rPr>
          <w:spacing w:val="-8"/>
        </w:rPr>
        <w:t xml:space="preserve"> </w:t>
      </w:r>
      <w:r w:rsidRPr="0086154B">
        <w:t>1993-1</w:t>
      </w:r>
      <w:r w:rsidRPr="0086154B">
        <w:rPr>
          <w:spacing w:val="-9"/>
        </w:rPr>
        <w:t xml:space="preserve"> </w:t>
      </w:r>
      <w:r w:rsidRPr="0086154B">
        <w:t>C.B.</w:t>
      </w:r>
      <w:r w:rsidR="00460DEE">
        <w:t xml:space="preserve"> </w:t>
      </w:r>
      <w:r w:rsidRPr="0086154B">
        <w:t>528.</w:t>
      </w:r>
    </w:p>
    <w:p w14:paraId="1CA1793C" w14:textId="77777777" w:rsidR="0086154B" w:rsidRPr="0086154B" w:rsidRDefault="0086154B" w:rsidP="00460DEE">
      <w:pPr>
        <w:pStyle w:val="Heading3"/>
      </w:pPr>
      <w:r w:rsidRPr="0086154B">
        <w:t>Withholding</w:t>
      </w:r>
      <w:r w:rsidRPr="0086154B">
        <w:rPr>
          <w:spacing w:val="4"/>
        </w:rPr>
        <w:t xml:space="preserve"> </w:t>
      </w:r>
      <w:r w:rsidRPr="0086154B">
        <w:t>Agent</w:t>
      </w:r>
    </w:p>
    <w:p w14:paraId="79B4B9E7" w14:textId="77777777" w:rsidR="0086154B" w:rsidRPr="0086154B" w:rsidRDefault="0086154B" w:rsidP="00460DEE">
      <w:pPr>
        <w:pStyle w:val="Body"/>
      </w:pPr>
      <w:r w:rsidRPr="0086154B">
        <w:t>Any person, U.S. or foreign, that has</w:t>
      </w:r>
      <w:r w:rsidRPr="0086154B">
        <w:rPr>
          <w:spacing w:val="1"/>
        </w:rPr>
        <w:t xml:space="preserve"> </w:t>
      </w:r>
      <w:r w:rsidRPr="0086154B">
        <w:t>control, receipt, or custody of an amount</w:t>
      </w:r>
      <w:r w:rsidRPr="0086154B">
        <w:rPr>
          <w:spacing w:val="1"/>
        </w:rPr>
        <w:t xml:space="preserve"> </w:t>
      </w:r>
      <w:r w:rsidRPr="0086154B">
        <w:t>subject to withholding or that can disburse</w:t>
      </w:r>
      <w:r w:rsidRPr="0086154B">
        <w:rPr>
          <w:spacing w:val="-47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make</w:t>
      </w:r>
      <w:r w:rsidRPr="0086154B">
        <w:rPr>
          <w:spacing w:val="-10"/>
        </w:rPr>
        <w:t xml:space="preserve"> </w:t>
      </w:r>
      <w:r w:rsidRPr="0086154B">
        <w:t>payments</w:t>
      </w:r>
      <w:r w:rsidRPr="0086154B">
        <w:rPr>
          <w:spacing w:val="-9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an</w:t>
      </w:r>
      <w:r w:rsidRPr="0086154B">
        <w:rPr>
          <w:spacing w:val="-9"/>
        </w:rPr>
        <w:t xml:space="preserve"> </w:t>
      </w:r>
      <w:r w:rsidRPr="0086154B">
        <w:t>amount</w:t>
      </w:r>
      <w:r w:rsidRPr="0086154B">
        <w:rPr>
          <w:spacing w:val="-10"/>
        </w:rPr>
        <w:t xml:space="preserve"> </w:t>
      </w:r>
      <w:r w:rsidRPr="0086154B">
        <w:t>subject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47"/>
        </w:rPr>
        <w:t xml:space="preserve"> </w:t>
      </w:r>
      <w:r w:rsidRPr="0086154B">
        <w:t>withholding is a withholding agent. The</w:t>
      </w:r>
      <w:r w:rsidRPr="0086154B">
        <w:rPr>
          <w:spacing w:val="1"/>
        </w:rPr>
        <w:t xml:space="preserve"> </w:t>
      </w:r>
      <w:r w:rsidRPr="0086154B">
        <w:t>withholding agent can be an individual,</w:t>
      </w:r>
      <w:r w:rsidRPr="0086154B">
        <w:rPr>
          <w:spacing w:val="1"/>
        </w:rPr>
        <w:t xml:space="preserve"> </w:t>
      </w:r>
      <w:r w:rsidRPr="0086154B">
        <w:t>corporation,</w:t>
      </w:r>
      <w:r w:rsidRPr="0086154B">
        <w:rPr>
          <w:spacing w:val="4"/>
        </w:rPr>
        <w:t xml:space="preserve"> </w:t>
      </w:r>
      <w:r w:rsidRPr="0086154B">
        <w:t>partnership,</w:t>
      </w:r>
      <w:r w:rsidRPr="0086154B">
        <w:rPr>
          <w:spacing w:val="3"/>
        </w:rPr>
        <w:t xml:space="preserve"> </w:t>
      </w:r>
      <w:r w:rsidRPr="0086154B">
        <w:t>trust,</w:t>
      </w:r>
      <w:r w:rsidRPr="0086154B">
        <w:rPr>
          <w:spacing w:val="1"/>
        </w:rPr>
        <w:t xml:space="preserve"> </w:t>
      </w:r>
      <w:r w:rsidRPr="0086154B">
        <w:t>association, or any other entity, including</w:t>
      </w:r>
      <w:r w:rsidRPr="0086154B">
        <w:rPr>
          <w:spacing w:val="1"/>
        </w:rPr>
        <w:t xml:space="preserve"> </w:t>
      </w:r>
      <w:r w:rsidRPr="0086154B">
        <w:t>(but not limited to) any foreign</w:t>
      </w:r>
      <w:r w:rsidRPr="0086154B">
        <w:rPr>
          <w:spacing w:val="1"/>
        </w:rPr>
        <w:t xml:space="preserve"> </w:t>
      </w:r>
      <w:r w:rsidRPr="0086154B">
        <w:rPr>
          <w:spacing w:val="-1"/>
        </w:rPr>
        <w:t>intermediary,</w:t>
      </w:r>
      <w:r w:rsidRPr="0086154B">
        <w:rPr>
          <w:spacing w:val="-10"/>
        </w:rPr>
        <w:t xml:space="preserve"> </w:t>
      </w:r>
      <w:r w:rsidRPr="0086154B">
        <w:t>foreign</w:t>
      </w:r>
      <w:r w:rsidRPr="0086154B">
        <w:rPr>
          <w:spacing w:val="-10"/>
        </w:rPr>
        <w:t xml:space="preserve"> </w:t>
      </w:r>
      <w:r w:rsidRPr="0086154B">
        <w:t>partnership,</w:t>
      </w:r>
      <w:r w:rsidRPr="0086154B">
        <w:rPr>
          <w:spacing w:val="-10"/>
        </w:rPr>
        <w:t xml:space="preserve"> </w:t>
      </w:r>
      <w:r w:rsidRPr="0086154B">
        <w:t>and</w:t>
      </w:r>
      <w:r w:rsidRPr="0086154B">
        <w:rPr>
          <w:spacing w:val="-10"/>
        </w:rPr>
        <w:t xml:space="preserve"> </w:t>
      </w:r>
      <w:r w:rsidRPr="0086154B">
        <w:t>U.S.</w:t>
      </w:r>
      <w:r w:rsidRPr="0086154B">
        <w:rPr>
          <w:spacing w:val="-47"/>
        </w:rPr>
        <w:t xml:space="preserve"> </w:t>
      </w:r>
      <w:r w:rsidRPr="0086154B">
        <w:t>branch of certain foreign banks and</w:t>
      </w:r>
      <w:r w:rsidRPr="0086154B">
        <w:rPr>
          <w:spacing w:val="1"/>
        </w:rPr>
        <w:t xml:space="preserve"> </w:t>
      </w:r>
      <w:r w:rsidRPr="0086154B">
        <w:t>insurance companies. In most cases, the</w:t>
      </w:r>
      <w:r w:rsidRPr="0086154B">
        <w:rPr>
          <w:spacing w:val="1"/>
        </w:rPr>
        <w:t xml:space="preserve"> </w:t>
      </w:r>
      <w:r w:rsidRPr="0086154B">
        <w:t>person who pays (or causes to be paid)</w:t>
      </w:r>
      <w:r w:rsidRPr="0086154B">
        <w:rPr>
          <w:spacing w:val="1"/>
        </w:rPr>
        <w:t xml:space="preserve"> </w:t>
      </w:r>
      <w:r w:rsidRPr="0086154B">
        <w:t>the amount subject to withholding to the</w:t>
      </w:r>
      <w:r w:rsidRPr="0086154B">
        <w:rPr>
          <w:spacing w:val="1"/>
        </w:rPr>
        <w:t xml:space="preserve"> </w:t>
      </w:r>
      <w:r w:rsidRPr="0086154B">
        <w:t>nonresident alien individual (or to his or</w:t>
      </w:r>
      <w:r w:rsidRPr="0086154B">
        <w:rPr>
          <w:spacing w:val="1"/>
        </w:rPr>
        <w:t xml:space="preserve"> </w:t>
      </w:r>
      <w:r w:rsidRPr="0086154B">
        <w:t>her</w:t>
      </w:r>
      <w:r w:rsidRPr="0086154B">
        <w:rPr>
          <w:spacing w:val="-7"/>
        </w:rPr>
        <w:t xml:space="preserve"> </w:t>
      </w:r>
      <w:r w:rsidRPr="0086154B">
        <w:t>agent)</w:t>
      </w:r>
      <w:r w:rsidRPr="0086154B">
        <w:rPr>
          <w:spacing w:val="-8"/>
        </w:rPr>
        <w:t xml:space="preserve"> </w:t>
      </w:r>
      <w:r w:rsidRPr="0086154B">
        <w:t>must</w:t>
      </w:r>
      <w:r w:rsidRPr="0086154B">
        <w:rPr>
          <w:spacing w:val="-7"/>
        </w:rPr>
        <w:t xml:space="preserve"> </w:t>
      </w:r>
      <w:r w:rsidRPr="0086154B">
        <w:t>withhold.</w:t>
      </w:r>
    </w:p>
    <w:p w14:paraId="254CBB38" w14:textId="77777777" w:rsidR="0086154B" w:rsidRPr="0086154B" w:rsidRDefault="0086154B" w:rsidP="00460DEE">
      <w:pPr>
        <w:pStyle w:val="Heading3"/>
      </w:pPr>
      <w:r w:rsidRPr="0086154B">
        <w:t>Beneficial</w:t>
      </w:r>
      <w:r w:rsidRPr="0086154B">
        <w:rPr>
          <w:spacing w:val="-1"/>
        </w:rPr>
        <w:t xml:space="preserve"> </w:t>
      </w:r>
      <w:r w:rsidRPr="0086154B">
        <w:t>Owner</w:t>
      </w:r>
    </w:p>
    <w:p w14:paraId="0C674018" w14:textId="70363597" w:rsidR="0086154B" w:rsidRPr="0086154B" w:rsidRDefault="0086154B" w:rsidP="00460DEE">
      <w:pPr>
        <w:pStyle w:val="Body"/>
      </w:pPr>
      <w:r w:rsidRPr="0086154B">
        <w:t>The</w:t>
      </w:r>
      <w:r w:rsidRPr="0086154B">
        <w:rPr>
          <w:spacing w:val="-10"/>
        </w:rPr>
        <w:t xml:space="preserve"> </w:t>
      </w:r>
      <w:r w:rsidRPr="0086154B">
        <w:t>beneficial</w:t>
      </w:r>
      <w:r w:rsidRPr="0086154B">
        <w:rPr>
          <w:spacing w:val="-10"/>
        </w:rPr>
        <w:t xml:space="preserve"> </w:t>
      </w:r>
      <w:r w:rsidRPr="0086154B">
        <w:t>owner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income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10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most</w:t>
      </w:r>
      <w:r w:rsidRPr="0086154B">
        <w:rPr>
          <w:spacing w:val="-47"/>
        </w:rPr>
        <w:t xml:space="preserve"> </w:t>
      </w:r>
      <w:r w:rsidRPr="0086154B">
        <w:t>cases</w:t>
      </w:r>
      <w:r w:rsidRPr="0086154B">
        <w:rPr>
          <w:spacing w:val="-7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person</w:t>
      </w:r>
      <w:r w:rsidRPr="0086154B">
        <w:rPr>
          <w:spacing w:val="-8"/>
        </w:rPr>
        <w:t xml:space="preserve"> </w:t>
      </w:r>
      <w:r w:rsidRPr="0086154B">
        <w:t>who</w:t>
      </w:r>
      <w:r w:rsidRPr="0086154B">
        <w:rPr>
          <w:spacing w:val="-7"/>
        </w:rPr>
        <w:t xml:space="preserve"> </w:t>
      </w:r>
      <w:r w:rsidRPr="0086154B">
        <w:t>is</w:t>
      </w:r>
      <w:r w:rsidRPr="0086154B">
        <w:rPr>
          <w:spacing w:val="-8"/>
        </w:rPr>
        <w:t xml:space="preserve"> </w:t>
      </w:r>
      <w:r w:rsidRPr="0086154B">
        <w:t>required</w:t>
      </w:r>
      <w:r w:rsidRPr="0086154B">
        <w:rPr>
          <w:spacing w:val="-7"/>
        </w:rPr>
        <w:t xml:space="preserve"> </w:t>
      </w:r>
      <w:r w:rsidRPr="0086154B">
        <w:t>under</w:t>
      </w:r>
      <w:r w:rsidR="00460DEE">
        <w:t xml:space="preserve"> </w:t>
      </w:r>
      <w:r w:rsidRPr="0086154B">
        <w:t>U.S.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9"/>
        </w:rPr>
        <w:t xml:space="preserve"> </w:t>
      </w:r>
      <w:r w:rsidRPr="0086154B">
        <w:t>principles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include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income</w:t>
      </w:r>
      <w:r w:rsidRPr="0086154B">
        <w:rPr>
          <w:spacing w:val="-9"/>
        </w:rPr>
        <w:t xml:space="preserve"> </w:t>
      </w:r>
      <w:r w:rsidRPr="0086154B">
        <w:t>in</w:t>
      </w:r>
      <w:r w:rsidRPr="0086154B">
        <w:rPr>
          <w:spacing w:val="-47"/>
        </w:rPr>
        <w:t xml:space="preserve"> </w:t>
      </w:r>
      <w:r w:rsidRPr="0086154B">
        <w:t>gross income on a tax return. A person is</w:t>
      </w:r>
      <w:r w:rsidRPr="0086154B">
        <w:rPr>
          <w:spacing w:val="1"/>
        </w:rPr>
        <w:t xml:space="preserve"> </w:t>
      </w:r>
      <w:r w:rsidRPr="0086154B">
        <w:t>not a beneficial owner of income,</w:t>
      </w:r>
      <w:r w:rsidRPr="0086154B">
        <w:rPr>
          <w:spacing w:val="1"/>
        </w:rPr>
        <w:t xml:space="preserve"> </w:t>
      </w:r>
      <w:r w:rsidRPr="0086154B">
        <w:t xml:space="preserve">however, to the </w:t>
      </w:r>
      <w:r w:rsidRPr="0086154B">
        <w:lastRenderedPageBreak/>
        <w:t>extent that person is</w:t>
      </w:r>
      <w:r w:rsidRPr="0086154B">
        <w:rPr>
          <w:spacing w:val="1"/>
        </w:rPr>
        <w:t xml:space="preserve"> </w:t>
      </w:r>
      <w:r w:rsidRPr="0086154B">
        <w:t>receiving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income</w:t>
      </w:r>
      <w:r w:rsidRPr="0086154B">
        <w:rPr>
          <w:spacing w:val="-10"/>
        </w:rPr>
        <w:t xml:space="preserve"> </w:t>
      </w:r>
      <w:r w:rsidRPr="0086154B">
        <w:t>as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nominee,</w:t>
      </w:r>
      <w:r w:rsidRPr="0086154B">
        <w:rPr>
          <w:spacing w:val="-9"/>
        </w:rPr>
        <w:t xml:space="preserve"> </w:t>
      </w:r>
      <w:r w:rsidRPr="0086154B">
        <w:t>agent,</w:t>
      </w:r>
      <w:r w:rsidRPr="0086154B">
        <w:rPr>
          <w:spacing w:val="-47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custodian,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extent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person</w:t>
      </w:r>
      <w:r w:rsidRPr="0086154B">
        <w:rPr>
          <w:spacing w:val="-9"/>
        </w:rPr>
        <w:t xml:space="preserve"> </w:t>
      </w:r>
      <w:r w:rsidRPr="0086154B">
        <w:t>is</w:t>
      </w:r>
      <w:r w:rsidRPr="0086154B">
        <w:rPr>
          <w:spacing w:val="1"/>
        </w:rPr>
        <w:t xml:space="preserve"> </w:t>
      </w:r>
      <w:r w:rsidRPr="0086154B">
        <w:t>a conduit whose participation in a</w:t>
      </w:r>
      <w:r w:rsidRPr="0086154B">
        <w:rPr>
          <w:spacing w:val="1"/>
        </w:rPr>
        <w:t xml:space="preserve"> </w:t>
      </w:r>
      <w:r w:rsidRPr="0086154B">
        <w:t>transaction is disregarded. In the case of</w:t>
      </w:r>
      <w:r w:rsidRPr="0086154B">
        <w:rPr>
          <w:spacing w:val="1"/>
        </w:rPr>
        <w:t xml:space="preserve"> </w:t>
      </w:r>
      <w:r w:rsidRPr="0086154B">
        <w:t>amounts paid that do not constitute</w:t>
      </w:r>
      <w:r w:rsidRPr="0086154B">
        <w:rPr>
          <w:spacing w:val="1"/>
        </w:rPr>
        <w:t xml:space="preserve"> </w:t>
      </w:r>
      <w:r w:rsidRPr="0086154B">
        <w:t>income, beneficial ownership is</w:t>
      </w:r>
      <w:r w:rsidRPr="0086154B">
        <w:rPr>
          <w:spacing w:val="1"/>
        </w:rPr>
        <w:t xml:space="preserve"> </w:t>
      </w:r>
      <w:r w:rsidRPr="0086154B">
        <w:t>determined as if the payment were</w:t>
      </w:r>
      <w:r w:rsidRPr="0086154B">
        <w:rPr>
          <w:spacing w:val="1"/>
        </w:rPr>
        <w:t xml:space="preserve"> </w:t>
      </w:r>
      <w:r w:rsidRPr="0086154B">
        <w:t>income.</w:t>
      </w:r>
    </w:p>
    <w:p w14:paraId="7012A285" w14:textId="77777777" w:rsidR="0086154B" w:rsidRPr="0086154B" w:rsidRDefault="0086154B" w:rsidP="00460DEE">
      <w:pPr>
        <w:pStyle w:val="Heading3"/>
      </w:pPr>
      <w:r w:rsidRPr="0086154B">
        <w:t>Avoid</w:t>
      </w:r>
      <w:r w:rsidRPr="0086154B">
        <w:rPr>
          <w:spacing w:val="-5"/>
        </w:rPr>
        <w:t xml:space="preserve"> </w:t>
      </w:r>
      <w:r w:rsidRPr="0086154B">
        <w:t>Common</w:t>
      </w:r>
      <w:r w:rsidRPr="0086154B">
        <w:rPr>
          <w:spacing w:val="-5"/>
        </w:rPr>
        <w:t xml:space="preserve"> </w:t>
      </w:r>
      <w:r w:rsidRPr="0086154B">
        <w:t>Errors</w:t>
      </w:r>
    </w:p>
    <w:p w14:paraId="15F1C54D" w14:textId="77777777" w:rsidR="0086154B" w:rsidRPr="0086154B" w:rsidRDefault="0086154B" w:rsidP="00460DEE">
      <w:pPr>
        <w:pStyle w:val="Body"/>
      </w:pPr>
      <w:r w:rsidRPr="0086154B">
        <w:t>To</w:t>
      </w:r>
      <w:r w:rsidRPr="0086154B">
        <w:rPr>
          <w:spacing w:val="-11"/>
        </w:rPr>
        <w:t xml:space="preserve"> </w:t>
      </w:r>
      <w:r w:rsidRPr="0086154B">
        <w:t>ensure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11"/>
        </w:rPr>
        <w:t xml:space="preserve"> </w:t>
      </w:r>
      <w:r w:rsidRPr="0086154B">
        <w:t>your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10"/>
        </w:rPr>
        <w:t xml:space="preserve"> </w:t>
      </w:r>
      <w:r w:rsidRPr="0086154B">
        <w:t>8233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11"/>
        </w:rPr>
        <w:t xml:space="preserve"> </w:t>
      </w:r>
      <w:r w:rsidRPr="0086154B">
        <w:t>promptly</w:t>
      </w:r>
      <w:r w:rsidRPr="0086154B">
        <w:rPr>
          <w:spacing w:val="-47"/>
        </w:rPr>
        <w:t xml:space="preserve"> </w:t>
      </w:r>
      <w:r w:rsidRPr="0086154B">
        <w:t>accepted,</w:t>
      </w:r>
      <w:r w:rsidRPr="0086154B">
        <w:rPr>
          <w:spacing w:val="-8"/>
        </w:rPr>
        <w:t xml:space="preserve"> </w:t>
      </w:r>
      <w:r w:rsidRPr="0086154B">
        <w:t>be</w:t>
      </w:r>
      <w:r w:rsidRPr="0086154B">
        <w:rPr>
          <w:spacing w:val="-7"/>
        </w:rPr>
        <w:t xml:space="preserve"> </w:t>
      </w:r>
      <w:r w:rsidRPr="0086154B">
        <w:t>sure</w:t>
      </w:r>
      <w:r w:rsidRPr="0086154B">
        <w:rPr>
          <w:spacing w:val="-8"/>
        </w:rPr>
        <w:t xml:space="preserve"> </w:t>
      </w:r>
      <w:r w:rsidRPr="0086154B">
        <w:t>that</w:t>
      </w:r>
      <w:r w:rsidRPr="0086154B">
        <w:rPr>
          <w:spacing w:val="-7"/>
        </w:rPr>
        <w:t xml:space="preserve"> </w:t>
      </w:r>
      <w:r w:rsidRPr="0086154B">
        <w:t>you:</w:t>
      </w:r>
    </w:p>
    <w:p w14:paraId="772ACD8C" w14:textId="77777777" w:rsidR="0086154B" w:rsidRPr="0086154B" w:rsidRDefault="0086154B" w:rsidP="00460DEE">
      <w:pPr>
        <w:pStyle w:val="Bullets"/>
        <w:ind w:left="1440" w:hanging="1080"/>
      </w:pPr>
      <w:r w:rsidRPr="0086154B">
        <w:t>Answer</w:t>
      </w:r>
      <w:r w:rsidRPr="0086154B">
        <w:rPr>
          <w:spacing w:val="-11"/>
        </w:rPr>
        <w:t xml:space="preserve"> </w:t>
      </w:r>
      <w:r w:rsidRPr="0086154B">
        <w:t>all</w:t>
      </w:r>
      <w:r w:rsidRPr="0086154B">
        <w:rPr>
          <w:spacing w:val="-11"/>
        </w:rPr>
        <w:t xml:space="preserve"> </w:t>
      </w:r>
      <w:r w:rsidRPr="0086154B">
        <w:t>applicable</w:t>
      </w:r>
      <w:r w:rsidRPr="0086154B">
        <w:rPr>
          <w:spacing w:val="-11"/>
        </w:rPr>
        <w:t xml:space="preserve"> </w:t>
      </w:r>
      <w:r w:rsidRPr="0086154B">
        <w:t>questions</w:t>
      </w:r>
      <w:r w:rsidRPr="0086154B">
        <w:rPr>
          <w:spacing w:val="-47"/>
        </w:rPr>
        <w:t xml:space="preserve"> </w:t>
      </w:r>
      <w:proofErr w:type="gramStart"/>
      <w:r w:rsidRPr="0086154B">
        <w:t>completely;</w:t>
      </w:r>
      <w:proofErr w:type="gramEnd"/>
    </w:p>
    <w:p w14:paraId="401C6500" w14:textId="77777777" w:rsidR="0086154B" w:rsidRPr="0086154B" w:rsidRDefault="0086154B" w:rsidP="00460DEE">
      <w:pPr>
        <w:pStyle w:val="Bullets"/>
        <w:ind w:left="1440" w:hanging="1080"/>
      </w:pPr>
      <w:r w:rsidRPr="0086154B">
        <w:t>Specify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year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which</w:t>
      </w:r>
      <w:r w:rsidRPr="0086154B">
        <w:rPr>
          <w:spacing w:val="-10"/>
        </w:rPr>
        <w:t xml:space="preserve"> </w:t>
      </w:r>
      <w:r w:rsidRPr="0086154B">
        <w:t>this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47"/>
        </w:rPr>
        <w:t xml:space="preserve"> </w:t>
      </w:r>
      <w:r w:rsidRPr="0086154B">
        <w:t>will be effective in the space provided</w:t>
      </w:r>
      <w:r w:rsidRPr="0086154B">
        <w:rPr>
          <w:spacing w:val="1"/>
        </w:rPr>
        <w:t xml:space="preserve"> </w:t>
      </w:r>
      <w:r w:rsidRPr="0086154B">
        <w:t>above</w:t>
      </w:r>
      <w:r w:rsidRPr="0086154B">
        <w:rPr>
          <w:spacing w:val="-8"/>
        </w:rPr>
        <w:t xml:space="preserve"> </w:t>
      </w:r>
      <w:r w:rsidRPr="0086154B">
        <w:t>Part</w:t>
      </w:r>
      <w:r w:rsidRPr="0086154B">
        <w:rPr>
          <w:spacing w:val="-8"/>
        </w:rPr>
        <w:t xml:space="preserve"> </w:t>
      </w:r>
      <w:r w:rsidRPr="0086154B">
        <w:t>I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7"/>
        </w:rPr>
        <w:t xml:space="preserve"> </w:t>
      </w:r>
      <w:proofErr w:type="gramStart"/>
      <w:r w:rsidRPr="0086154B">
        <w:t>form;</w:t>
      </w:r>
      <w:proofErr w:type="gramEnd"/>
    </w:p>
    <w:p w14:paraId="1C5B95A2" w14:textId="77777777" w:rsidR="0086154B" w:rsidRPr="0086154B" w:rsidRDefault="0086154B" w:rsidP="00460DEE">
      <w:pPr>
        <w:pStyle w:val="Bullets"/>
        <w:ind w:left="1440" w:hanging="1080"/>
      </w:pPr>
      <w:r w:rsidRPr="0086154B">
        <w:t>Enter</w:t>
      </w:r>
      <w:r w:rsidRPr="0086154B">
        <w:rPr>
          <w:spacing w:val="-12"/>
        </w:rPr>
        <w:t xml:space="preserve"> </w:t>
      </w:r>
      <w:r w:rsidRPr="0086154B">
        <w:t>your</w:t>
      </w:r>
      <w:r w:rsidRPr="0086154B">
        <w:rPr>
          <w:spacing w:val="-12"/>
        </w:rPr>
        <w:t xml:space="preserve"> </w:t>
      </w:r>
      <w:r w:rsidRPr="0086154B">
        <w:t>complete</w:t>
      </w:r>
      <w:r w:rsidRPr="0086154B">
        <w:rPr>
          <w:spacing w:val="-10"/>
        </w:rPr>
        <w:t xml:space="preserve"> </w:t>
      </w:r>
      <w:r w:rsidRPr="0086154B">
        <w:t>name,</w:t>
      </w:r>
      <w:r w:rsidRPr="0086154B">
        <w:rPr>
          <w:spacing w:val="-11"/>
        </w:rPr>
        <w:t xml:space="preserve"> </w:t>
      </w:r>
      <w:r w:rsidRPr="0086154B">
        <w:t>addresses,</w:t>
      </w:r>
      <w:r w:rsidRPr="0086154B">
        <w:rPr>
          <w:spacing w:val="-47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identifying</w:t>
      </w:r>
      <w:r w:rsidRPr="0086154B">
        <w:rPr>
          <w:spacing w:val="-9"/>
        </w:rPr>
        <w:t xml:space="preserve"> </w:t>
      </w:r>
      <w:r w:rsidRPr="0086154B">
        <w:t>number(s)</w:t>
      </w:r>
      <w:r w:rsidRPr="0086154B">
        <w:rPr>
          <w:spacing w:val="-7"/>
        </w:rPr>
        <w:t xml:space="preserve"> </w:t>
      </w:r>
      <w:r w:rsidRPr="0086154B">
        <w:t>in</w:t>
      </w:r>
      <w:r w:rsidRPr="0086154B">
        <w:rPr>
          <w:spacing w:val="-9"/>
        </w:rPr>
        <w:t xml:space="preserve"> </w:t>
      </w:r>
      <w:r w:rsidRPr="0086154B">
        <w:t>Part</w:t>
      </w:r>
      <w:r w:rsidRPr="0086154B">
        <w:rPr>
          <w:spacing w:val="-9"/>
        </w:rPr>
        <w:t xml:space="preserve"> </w:t>
      </w:r>
      <w:proofErr w:type="gramStart"/>
      <w:r w:rsidRPr="0086154B">
        <w:t>I;</w:t>
      </w:r>
      <w:proofErr w:type="gramEnd"/>
    </w:p>
    <w:p w14:paraId="00881929" w14:textId="77777777" w:rsidR="0086154B" w:rsidRPr="0086154B" w:rsidRDefault="0086154B" w:rsidP="00460DEE">
      <w:pPr>
        <w:pStyle w:val="Bullets"/>
        <w:ind w:left="1440" w:hanging="1080"/>
      </w:pPr>
      <w:r w:rsidRPr="0086154B">
        <w:t>Have attached the required statement</w:t>
      </w:r>
      <w:r w:rsidRPr="0086154B">
        <w:rPr>
          <w:spacing w:val="-47"/>
        </w:rPr>
        <w:t xml:space="preserve"> </w:t>
      </w:r>
      <w:r w:rsidRPr="0086154B">
        <w:t>described</w:t>
      </w:r>
      <w:r w:rsidRPr="0086154B">
        <w:rPr>
          <w:spacing w:val="-10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line</w:t>
      </w:r>
      <w:r w:rsidRPr="0086154B">
        <w:rPr>
          <w:spacing w:val="-10"/>
        </w:rPr>
        <w:t xml:space="preserve"> </w:t>
      </w:r>
      <w:r w:rsidRPr="0086154B">
        <w:t>10</w:t>
      </w:r>
      <w:r w:rsidRPr="0086154B">
        <w:rPr>
          <w:spacing w:val="-10"/>
        </w:rPr>
        <w:t xml:space="preserve"> </w:t>
      </w:r>
      <w:r w:rsidRPr="0086154B">
        <w:t>instructions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47"/>
        </w:rPr>
        <w:t xml:space="preserve"> </w:t>
      </w:r>
      <w:r w:rsidRPr="0086154B">
        <w:t>are a foreign student, trainee, professor/</w:t>
      </w:r>
      <w:r w:rsidRPr="0086154B">
        <w:rPr>
          <w:spacing w:val="-47"/>
        </w:rPr>
        <w:t xml:space="preserve"> </w:t>
      </w:r>
      <w:r w:rsidRPr="0086154B">
        <w:t>teacher,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7"/>
        </w:rPr>
        <w:t xml:space="preserve"> </w:t>
      </w:r>
      <w:proofErr w:type="gramStart"/>
      <w:r w:rsidRPr="0086154B">
        <w:t>researcher;</w:t>
      </w:r>
      <w:proofErr w:type="gramEnd"/>
    </w:p>
    <w:p w14:paraId="0039DAF1" w14:textId="35CA1EE8" w:rsidR="0086154B" w:rsidRPr="0086154B" w:rsidRDefault="0086154B" w:rsidP="00460DEE">
      <w:pPr>
        <w:pStyle w:val="Bullets"/>
        <w:ind w:left="1440" w:hanging="1080"/>
      </w:pPr>
      <w:r w:rsidRPr="0086154B">
        <w:t>Are not trying to claim tax treaty</w:t>
      </w:r>
      <w:r w:rsidRPr="0086154B">
        <w:rPr>
          <w:spacing w:val="1"/>
        </w:rPr>
        <w:t xml:space="preserve"> </w:t>
      </w:r>
      <w:r w:rsidRPr="0086154B">
        <w:t>benefits for a country with which the</w:t>
      </w:r>
      <w:r w:rsidRPr="0086154B">
        <w:rPr>
          <w:spacing w:val="1"/>
        </w:rPr>
        <w:t xml:space="preserve"> </w:t>
      </w:r>
      <w:r w:rsidRPr="0086154B">
        <w:lastRenderedPageBreak/>
        <w:t>United</w:t>
      </w:r>
      <w:r w:rsidRPr="0086154B">
        <w:rPr>
          <w:spacing w:val="-9"/>
        </w:rPr>
        <w:t xml:space="preserve"> </w:t>
      </w:r>
      <w:r w:rsidRPr="0086154B">
        <w:t>States</w:t>
      </w:r>
      <w:r w:rsidRPr="0086154B">
        <w:rPr>
          <w:spacing w:val="-9"/>
        </w:rPr>
        <w:t xml:space="preserve"> </w:t>
      </w:r>
      <w:r w:rsidRPr="0086154B">
        <w:t>does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8"/>
        </w:rPr>
        <w:t xml:space="preserve"> </w:t>
      </w:r>
      <w:r w:rsidRPr="0086154B">
        <w:t>have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ratified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47"/>
        </w:rPr>
        <w:t xml:space="preserve"> </w:t>
      </w:r>
      <w:proofErr w:type="gramStart"/>
      <w:r w:rsidRPr="0086154B">
        <w:t>treaty;</w:t>
      </w:r>
      <w:proofErr w:type="gramEnd"/>
    </w:p>
    <w:p w14:paraId="46910700" w14:textId="77777777" w:rsidR="0086154B" w:rsidRPr="0086154B" w:rsidRDefault="0086154B" w:rsidP="00460DEE">
      <w:pPr>
        <w:pStyle w:val="Bullets"/>
        <w:ind w:left="1440" w:hanging="1080"/>
      </w:pPr>
      <w:r w:rsidRPr="0086154B">
        <w:t>Are not trying to claim tax treaty</w:t>
      </w:r>
      <w:r w:rsidRPr="0086154B">
        <w:rPr>
          <w:spacing w:val="1"/>
        </w:rPr>
        <w:t xml:space="preserve"> </w:t>
      </w:r>
      <w:r w:rsidRPr="0086154B">
        <w:t>benefits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do</w:t>
      </w:r>
      <w:r w:rsidRPr="0086154B">
        <w:rPr>
          <w:spacing w:val="-10"/>
        </w:rPr>
        <w:t xml:space="preserve"> </w:t>
      </w:r>
      <w:r w:rsidRPr="0086154B">
        <w:t>not</w:t>
      </w:r>
      <w:r w:rsidRPr="0086154B">
        <w:rPr>
          <w:spacing w:val="-8"/>
        </w:rPr>
        <w:t xml:space="preserve"> </w:t>
      </w:r>
      <w:r w:rsidRPr="0086154B">
        <w:t>exist</w:t>
      </w:r>
      <w:r w:rsidRPr="0086154B">
        <w:rPr>
          <w:spacing w:val="-9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your</w:t>
      </w:r>
      <w:r w:rsidRPr="0086154B">
        <w:rPr>
          <w:spacing w:val="-9"/>
        </w:rPr>
        <w:t xml:space="preserve"> </w:t>
      </w:r>
      <w:proofErr w:type="gramStart"/>
      <w:r w:rsidRPr="0086154B">
        <w:t>treaty;</w:t>
      </w:r>
      <w:proofErr w:type="gramEnd"/>
    </w:p>
    <w:p w14:paraId="44C659DC" w14:textId="77777777" w:rsidR="0086154B" w:rsidRPr="0086154B" w:rsidRDefault="0086154B" w:rsidP="00460DEE">
      <w:pPr>
        <w:pStyle w:val="Bullets"/>
        <w:ind w:left="1440" w:hanging="1080"/>
      </w:pPr>
      <w:r w:rsidRPr="0086154B">
        <w:t>Complete lines 11 through 14 in</w:t>
      </w:r>
      <w:r w:rsidRPr="0086154B">
        <w:rPr>
          <w:spacing w:val="1"/>
        </w:rPr>
        <w:t xml:space="preserve"> </w:t>
      </w:r>
      <w:r w:rsidRPr="0086154B">
        <w:t>sufficient detail to allow the IRS to</w:t>
      </w:r>
      <w:r w:rsidRPr="0086154B">
        <w:rPr>
          <w:spacing w:val="1"/>
        </w:rPr>
        <w:t xml:space="preserve"> </w:t>
      </w:r>
      <w:r w:rsidRPr="0086154B">
        <w:t>determine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benefit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claiming;</w:t>
      </w:r>
      <w:r w:rsidRPr="0086154B">
        <w:rPr>
          <w:spacing w:val="-7"/>
        </w:rPr>
        <w:t xml:space="preserve"> </w:t>
      </w:r>
      <w:r w:rsidRPr="0086154B">
        <w:t>and</w:t>
      </w:r>
    </w:p>
    <w:p w14:paraId="08722C9C" w14:textId="77777777" w:rsidR="0086154B" w:rsidRPr="0086154B" w:rsidRDefault="0086154B" w:rsidP="00460DEE">
      <w:pPr>
        <w:pStyle w:val="Bullets"/>
        <w:ind w:left="1440" w:hanging="1080"/>
      </w:pPr>
      <w:r w:rsidRPr="0086154B">
        <w:t>Complete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required</w:t>
      </w:r>
      <w:r w:rsidRPr="0086154B">
        <w:rPr>
          <w:spacing w:val="-9"/>
        </w:rPr>
        <w:t xml:space="preserve"> </w:t>
      </w:r>
      <w:r w:rsidRPr="0086154B">
        <w:t>certification</w:t>
      </w:r>
      <w:r w:rsidRPr="0086154B">
        <w:rPr>
          <w:spacing w:val="-9"/>
        </w:rPr>
        <w:t xml:space="preserve"> </w:t>
      </w:r>
      <w:r w:rsidRPr="0086154B">
        <w:t>in</w:t>
      </w:r>
      <w:r w:rsidRPr="0086154B">
        <w:rPr>
          <w:spacing w:val="-47"/>
        </w:rPr>
        <w:t xml:space="preserve"> </w:t>
      </w:r>
      <w:r w:rsidRPr="0086154B">
        <w:t>Part</w:t>
      </w:r>
      <w:r w:rsidRPr="0086154B">
        <w:rPr>
          <w:spacing w:val="-8"/>
        </w:rPr>
        <w:t xml:space="preserve"> </w:t>
      </w:r>
      <w:r w:rsidRPr="0086154B">
        <w:t>III.</w:t>
      </w:r>
    </w:p>
    <w:p w14:paraId="12043674" w14:textId="77777777" w:rsidR="0086154B" w:rsidRPr="0086154B" w:rsidRDefault="0086154B" w:rsidP="00460DEE">
      <w:pPr>
        <w:pStyle w:val="Heading1"/>
      </w:pPr>
      <w:r w:rsidRPr="0086154B">
        <w:t>Specific</w:t>
      </w:r>
      <w:r w:rsidRPr="0086154B">
        <w:rPr>
          <w:spacing w:val="32"/>
        </w:rPr>
        <w:t xml:space="preserve"> </w:t>
      </w:r>
      <w:r w:rsidRPr="0086154B">
        <w:t>Instructions</w:t>
      </w:r>
    </w:p>
    <w:p w14:paraId="46A9C539" w14:textId="77777777" w:rsidR="0086154B" w:rsidRPr="0086154B" w:rsidRDefault="0086154B" w:rsidP="00460DEE">
      <w:pPr>
        <w:pStyle w:val="Heading2"/>
      </w:pPr>
      <w:r w:rsidRPr="0086154B">
        <w:t>Part</w:t>
      </w:r>
      <w:r w:rsidRPr="0086154B">
        <w:rPr>
          <w:spacing w:val="6"/>
        </w:rPr>
        <w:t xml:space="preserve"> </w:t>
      </w:r>
      <w:r w:rsidRPr="0086154B">
        <w:t>I</w:t>
      </w:r>
    </w:p>
    <w:p w14:paraId="7A0007AD" w14:textId="77777777" w:rsidR="0086154B" w:rsidRPr="0086154B" w:rsidRDefault="0086154B" w:rsidP="00460DEE">
      <w:pPr>
        <w:pStyle w:val="Heading3"/>
      </w:pPr>
      <w:r w:rsidRPr="0086154B">
        <w:t>Line</w:t>
      </w:r>
      <w:r w:rsidRPr="0086154B">
        <w:rPr>
          <w:spacing w:val="-2"/>
        </w:rPr>
        <w:t xml:space="preserve"> </w:t>
      </w:r>
      <w:r w:rsidRPr="0086154B">
        <w:t>2</w:t>
      </w:r>
    </w:p>
    <w:p w14:paraId="6E336E3B" w14:textId="77777777" w:rsidR="0086154B" w:rsidRPr="0086154B" w:rsidRDefault="0086154B" w:rsidP="00460DEE">
      <w:pPr>
        <w:pStyle w:val="Body"/>
      </w:pPr>
      <w:r w:rsidRPr="0086154B">
        <w:t>You must furnish a U.S. taxpayer</w:t>
      </w:r>
      <w:r w:rsidRPr="0086154B">
        <w:rPr>
          <w:spacing w:val="1"/>
        </w:rPr>
        <w:t xml:space="preserve"> </w:t>
      </w:r>
      <w:r w:rsidRPr="0086154B">
        <w:t>identification</w:t>
      </w:r>
      <w:r w:rsidRPr="0086154B">
        <w:rPr>
          <w:spacing w:val="-12"/>
        </w:rPr>
        <w:t xml:space="preserve"> </w:t>
      </w:r>
      <w:r w:rsidRPr="0086154B">
        <w:t>number</w:t>
      </w:r>
      <w:r w:rsidRPr="0086154B">
        <w:rPr>
          <w:spacing w:val="-10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this</w:t>
      </w:r>
      <w:r w:rsidRPr="0086154B">
        <w:rPr>
          <w:spacing w:val="-11"/>
        </w:rPr>
        <w:t xml:space="preserve"> </w:t>
      </w:r>
      <w:r w:rsidRPr="0086154B">
        <w:t>form.</w:t>
      </w:r>
      <w:r w:rsidRPr="0086154B">
        <w:rPr>
          <w:spacing w:val="-12"/>
        </w:rPr>
        <w:t xml:space="preserve"> </w:t>
      </w:r>
      <w:r w:rsidRPr="0086154B">
        <w:t>In</w:t>
      </w:r>
      <w:r w:rsidRPr="0086154B">
        <w:rPr>
          <w:spacing w:val="-11"/>
        </w:rPr>
        <w:t xml:space="preserve"> </w:t>
      </w:r>
      <w:r w:rsidRPr="0086154B">
        <w:t>most</w:t>
      </w:r>
      <w:r w:rsidRPr="0086154B">
        <w:rPr>
          <w:spacing w:val="-47"/>
        </w:rPr>
        <w:t xml:space="preserve"> </w:t>
      </w:r>
      <w:r w:rsidRPr="0086154B">
        <w:t>cases,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must</w:t>
      </w:r>
      <w:r w:rsidRPr="0086154B">
        <w:rPr>
          <w:spacing w:val="-10"/>
        </w:rPr>
        <w:t xml:space="preserve"> </w:t>
      </w:r>
      <w:r w:rsidRPr="0086154B">
        <w:t>enter</w:t>
      </w:r>
      <w:r w:rsidRPr="0086154B">
        <w:rPr>
          <w:spacing w:val="-11"/>
        </w:rPr>
        <w:t xml:space="preserve"> </w:t>
      </w:r>
      <w:r w:rsidRPr="0086154B">
        <w:t>your</w:t>
      </w:r>
      <w:r w:rsidRPr="0086154B">
        <w:rPr>
          <w:spacing w:val="-11"/>
        </w:rPr>
        <w:t xml:space="preserve"> </w:t>
      </w:r>
      <w:r w:rsidRPr="0086154B">
        <w:t>SSN</w:t>
      </w:r>
      <w:r w:rsidRPr="0086154B">
        <w:rPr>
          <w:spacing w:val="-10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line</w:t>
      </w:r>
      <w:r w:rsidRPr="0086154B">
        <w:rPr>
          <w:spacing w:val="-11"/>
        </w:rPr>
        <w:t xml:space="preserve"> </w:t>
      </w:r>
      <w:r w:rsidRPr="0086154B">
        <w:t>2.</w:t>
      </w:r>
    </w:p>
    <w:p w14:paraId="4618CD56" w14:textId="77777777" w:rsidR="0086154B" w:rsidRPr="0086154B" w:rsidRDefault="0086154B" w:rsidP="00460DEE">
      <w:pPr>
        <w:pStyle w:val="Body"/>
      </w:pPr>
      <w:r w:rsidRPr="0086154B">
        <w:t>If you do not have an SSN and are not</w:t>
      </w:r>
      <w:r w:rsidRPr="0086154B">
        <w:rPr>
          <w:spacing w:val="1"/>
        </w:rPr>
        <w:t xml:space="preserve"> </w:t>
      </w:r>
      <w:r w:rsidRPr="0086154B">
        <w:t>eligible to get one, you must get an ITIN.</w:t>
      </w:r>
      <w:r w:rsidRPr="0086154B">
        <w:rPr>
          <w:spacing w:val="1"/>
        </w:rPr>
        <w:t xml:space="preserve"> </w:t>
      </w:r>
      <w:r w:rsidRPr="0086154B">
        <w:t>To apply for an ITIN, file Form W-7 with</w:t>
      </w:r>
      <w:r w:rsidRPr="0086154B">
        <w:rPr>
          <w:spacing w:val="1"/>
        </w:rPr>
        <w:t xml:space="preserve"> </w:t>
      </w:r>
      <w:r w:rsidRPr="0086154B">
        <w:t>the IRS. In most cases, you apply for an</w:t>
      </w:r>
      <w:r w:rsidRPr="0086154B">
        <w:rPr>
          <w:spacing w:val="1"/>
        </w:rPr>
        <w:t xml:space="preserve"> </w:t>
      </w:r>
      <w:r w:rsidRPr="0086154B">
        <w:t>ITIN</w:t>
      </w:r>
      <w:r w:rsidRPr="0086154B">
        <w:rPr>
          <w:spacing w:val="-11"/>
        </w:rPr>
        <w:t xml:space="preserve"> </w:t>
      </w:r>
      <w:r w:rsidRPr="0086154B">
        <w:t>when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file</w:t>
      </w:r>
      <w:r w:rsidRPr="0086154B">
        <w:rPr>
          <w:spacing w:val="-11"/>
        </w:rPr>
        <w:t xml:space="preserve"> </w:t>
      </w:r>
      <w:r w:rsidRPr="0086154B">
        <w:t>your</w:t>
      </w:r>
      <w:r w:rsidRPr="0086154B">
        <w:rPr>
          <w:spacing w:val="-11"/>
        </w:rPr>
        <w:t xml:space="preserve"> </w:t>
      </w:r>
      <w:r w:rsidRPr="0086154B">
        <w:t>tax</w:t>
      </w:r>
      <w:r w:rsidRPr="0086154B">
        <w:rPr>
          <w:spacing w:val="-11"/>
        </w:rPr>
        <w:t xml:space="preserve"> </w:t>
      </w:r>
      <w:r w:rsidRPr="0086154B">
        <w:t>return</w:t>
      </w:r>
      <w:r w:rsidRPr="0086154B">
        <w:rPr>
          <w:spacing w:val="-10"/>
        </w:rPr>
        <w:t xml:space="preserve"> </w:t>
      </w:r>
      <w:r w:rsidRPr="0086154B">
        <w:t>for</w:t>
      </w:r>
      <w:r w:rsidRPr="0086154B">
        <w:rPr>
          <w:spacing w:val="-11"/>
        </w:rPr>
        <w:t xml:space="preserve"> </w:t>
      </w:r>
      <w:r w:rsidRPr="0086154B">
        <w:t>which</w:t>
      </w:r>
      <w:r w:rsidRPr="0086154B">
        <w:rPr>
          <w:spacing w:val="-47"/>
        </w:rPr>
        <w:t xml:space="preserve"> </w:t>
      </w:r>
      <w:r w:rsidRPr="0086154B">
        <w:t xml:space="preserve">you need the </w:t>
      </w:r>
      <w:r w:rsidRPr="0086154B">
        <w:lastRenderedPageBreak/>
        <w:t>ITIN. However, if the reason</w:t>
      </w:r>
      <w:r w:rsidRPr="0086154B">
        <w:rPr>
          <w:spacing w:val="-47"/>
        </w:rPr>
        <w:t xml:space="preserve"> </w:t>
      </w:r>
      <w:r w:rsidRPr="0086154B">
        <w:t>for your ITIN request is because you need</w:t>
      </w:r>
      <w:r w:rsidRPr="0086154B">
        <w:rPr>
          <w:spacing w:val="-47"/>
        </w:rPr>
        <w:t xml:space="preserve"> </w:t>
      </w:r>
      <w:r w:rsidRPr="0086154B">
        <w:t>to provide Form 8233 to the withholding</w:t>
      </w:r>
      <w:r w:rsidRPr="0086154B">
        <w:rPr>
          <w:spacing w:val="1"/>
        </w:rPr>
        <w:t xml:space="preserve"> </w:t>
      </w:r>
      <w:r w:rsidRPr="0086154B">
        <w:t>agent,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must</w:t>
      </w:r>
      <w:r w:rsidRPr="0086154B">
        <w:rPr>
          <w:spacing w:val="-9"/>
        </w:rPr>
        <w:t xml:space="preserve"> </w:t>
      </w:r>
      <w:r w:rsidRPr="0086154B">
        <w:t>file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8"/>
        </w:rPr>
        <w:t xml:space="preserve"> </w:t>
      </w:r>
      <w:r w:rsidRPr="0086154B">
        <w:t>W-7</w:t>
      </w:r>
      <w:r w:rsidRPr="0086154B">
        <w:rPr>
          <w:spacing w:val="-10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provide</w:t>
      </w:r>
      <w:r w:rsidRPr="0086154B">
        <w:rPr>
          <w:spacing w:val="-47"/>
        </w:rPr>
        <w:t xml:space="preserve"> </w:t>
      </w:r>
      <w:r w:rsidRPr="0086154B">
        <w:t>proof that you are not eligible for an SSN</w:t>
      </w:r>
      <w:r w:rsidRPr="0086154B">
        <w:rPr>
          <w:spacing w:val="1"/>
        </w:rPr>
        <w:t xml:space="preserve"> </w:t>
      </w:r>
      <w:r w:rsidRPr="0086154B">
        <w:t>(your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9"/>
        </w:rPr>
        <w:t xml:space="preserve"> </w:t>
      </w:r>
      <w:r w:rsidRPr="0086154B">
        <w:t>SS-5</w:t>
      </w:r>
      <w:r w:rsidRPr="0086154B">
        <w:rPr>
          <w:spacing w:val="-9"/>
        </w:rPr>
        <w:t xml:space="preserve"> </w:t>
      </w:r>
      <w:r w:rsidRPr="0086154B">
        <w:t>was</w:t>
      </w:r>
      <w:r w:rsidRPr="0086154B">
        <w:rPr>
          <w:spacing w:val="-10"/>
        </w:rPr>
        <w:t xml:space="preserve"> </w:t>
      </w:r>
      <w:r w:rsidRPr="0086154B">
        <w:t>rejected</w:t>
      </w:r>
      <w:r w:rsidRPr="0086154B">
        <w:rPr>
          <w:spacing w:val="-8"/>
        </w:rPr>
        <w:t xml:space="preserve"> </w:t>
      </w:r>
      <w:r w:rsidRPr="0086154B">
        <w:t>by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SSA)</w:t>
      </w:r>
      <w:r w:rsidRPr="0086154B">
        <w:rPr>
          <w:spacing w:val="-47"/>
        </w:rPr>
        <w:t xml:space="preserve"> </w:t>
      </w:r>
      <w:r w:rsidRPr="0086154B">
        <w:t>and include a Form 8233. Allow 7 weeks</w:t>
      </w:r>
      <w:r w:rsidRPr="0086154B">
        <w:rPr>
          <w:spacing w:val="1"/>
        </w:rPr>
        <w:t xml:space="preserve"> </w:t>
      </w:r>
      <w:r w:rsidRPr="0086154B">
        <w:t>for the IRS to notify you of your ITIN</w:t>
      </w:r>
      <w:r w:rsidRPr="0086154B">
        <w:rPr>
          <w:spacing w:val="1"/>
        </w:rPr>
        <w:t xml:space="preserve"> </w:t>
      </w:r>
      <w:r w:rsidRPr="0086154B">
        <w:t>application status (9 to 11 weeks if you</w:t>
      </w:r>
      <w:r w:rsidRPr="0086154B">
        <w:rPr>
          <w:spacing w:val="1"/>
        </w:rPr>
        <w:t xml:space="preserve"> </w:t>
      </w:r>
      <w:r w:rsidRPr="0086154B">
        <w:t>submit the application during peak</w:t>
      </w:r>
      <w:r w:rsidRPr="0086154B">
        <w:rPr>
          <w:spacing w:val="1"/>
        </w:rPr>
        <w:t xml:space="preserve"> </w:t>
      </w:r>
      <w:r w:rsidRPr="0086154B">
        <w:t>processing periods (January 15 through</w:t>
      </w:r>
      <w:r w:rsidRPr="0086154B">
        <w:rPr>
          <w:spacing w:val="1"/>
        </w:rPr>
        <w:t xml:space="preserve"> </w:t>
      </w:r>
      <w:r w:rsidRPr="0086154B">
        <w:t>April</w:t>
      </w:r>
      <w:r w:rsidRPr="0086154B">
        <w:rPr>
          <w:spacing w:val="-10"/>
        </w:rPr>
        <w:t xml:space="preserve"> </w:t>
      </w:r>
      <w:r w:rsidRPr="0086154B">
        <w:t>30)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you’re</w:t>
      </w:r>
      <w:r w:rsidRPr="0086154B">
        <w:rPr>
          <w:spacing w:val="-10"/>
        </w:rPr>
        <w:t xml:space="preserve"> </w:t>
      </w:r>
      <w:r w:rsidRPr="0086154B">
        <w:t>filing</w:t>
      </w:r>
      <w:r w:rsidRPr="0086154B">
        <w:rPr>
          <w:spacing w:val="-10"/>
        </w:rPr>
        <w:t xml:space="preserve"> </w:t>
      </w:r>
      <w:r w:rsidRPr="0086154B">
        <w:t>from</w:t>
      </w:r>
      <w:r w:rsidRPr="0086154B">
        <w:rPr>
          <w:spacing w:val="-10"/>
        </w:rPr>
        <w:t xml:space="preserve"> </w:t>
      </w:r>
      <w:r w:rsidRPr="0086154B">
        <w:t>overseas).</w:t>
      </w:r>
    </w:p>
    <w:p w14:paraId="408A387B" w14:textId="77777777" w:rsidR="0086154B" w:rsidRPr="0086154B" w:rsidRDefault="0086154B" w:rsidP="00460DEE">
      <w:pPr>
        <w:pStyle w:val="Body"/>
      </w:pPr>
      <w:r w:rsidRPr="0086154B">
        <w:t>For</w:t>
      </w:r>
      <w:r w:rsidRPr="0086154B">
        <w:rPr>
          <w:spacing w:val="-9"/>
        </w:rPr>
        <w:t xml:space="preserve"> </w:t>
      </w:r>
      <w:r w:rsidRPr="0086154B">
        <w:t>details</w:t>
      </w:r>
      <w:r w:rsidRPr="0086154B">
        <w:rPr>
          <w:spacing w:val="-9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how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apply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an</w:t>
      </w:r>
      <w:r w:rsidRPr="0086154B">
        <w:rPr>
          <w:spacing w:val="-9"/>
        </w:rPr>
        <w:t xml:space="preserve"> </w:t>
      </w:r>
      <w:r w:rsidRPr="0086154B">
        <w:t>ITIN,</w:t>
      </w:r>
      <w:r w:rsidRPr="0086154B">
        <w:rPr>
          <w:spacing w:val="-47"/>
        </w:rPr>
        <w:t xml:space="preserve"> </w:t>
      </w:r>
      <w:r w:rsidRPr="0086154B">
        <w:t>see Form W-7 and its instructions. Get</w:t>
      </w:r>
      <w:r w:rsidRPr="0086154B">
        <w:rPr>
          <w:spacing w:val="1"/>
        </w:rPr>
        <w:t xml:space="preserve"> </w:t>
      </w:r>
      <w:r w:rsidRPr="0086154B">
        <w:t xml:space="preserve">Form W-7 online at </w:t>
      </w:r>
      <w:hyperlink r:id="rId32">
        <w:r w:rsidRPr="0086154B">
          <w:rPr>
            <w:rFonts w:ascii="Arial"/>
            <w:i/>
            <w:u w:val="single" w:color="0055A1"/>
          </w:rPr>
          <w:t>IRS.gov/Forms</w:t>
        </w:r>
      </w:hyperlink>
      <w:r w:rsidRPr="0086154B">
        <w:t>. For</w:t>
      </w:r>
      <w:r w:rsidRPr="0086154B">
        <w:rPr>
          <w:spacing w:val="1"/>
        </w:rPr>
        <w:t xml:space="preserve"> </w:t>
      </w:r>
      <w:r w:rsidRPr="0086154B">
        <w:rPr>
          <w:spacing w:val="-1"/>
        </w:rPr>
        <w:t>more</w:t>
      </w:r>
      <w:r w:rsidRPr="0086154B">
        <w:rPr>
          <w:spacing w:val="-11"/>
        </w:rPr>
        <w:t xml:space="preserve"> </w:t>
      </w:r>
      <w:r w:rsidRPr="0086154B">
        <w:rPr>
          <w:spacing w:val="-1"/>
        </w:rPr>
        <w:t>information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r w:rsidRPr="0086154B">
        <w:t>obtaining</w:t>
      </w:r>
      <w:r w:rsidRPr="0086154B">
        <w:rPr>
          <w:spacing w:val="-11"/>
        </w:rPr>
        <w:t xml:space="preserve"> </w:t>
      </w:r>
      <w:r w:rsidRPr="0086154B">
        <w:t>an</w:t>
      </w:r>
      <w:r w:rsidRPr="0086154B">
        <w:rPr>
          <w:spacing w:val="-10"/>
        </w:rPr>
        <w:t xml:space="preserve"> </w:t>
      </w:r>
      <w:r w:rsidRPr="0086154B">
        <w:t>ITIN,</w:t>
      </w:r>
      <w:r w:rsidRPr="0086154B">
        <w:rPr>
          <w:spacing w:val="-11"/>
        </w:rPr>
        <w:t xml:space="preserve"> </w:t>
      </w:r>
      <w:r w:rsidRPr="0086154B">
        <w:t>go</w:t>
      </w:r>
      <w:r w:rsidRPr="0086154B">
        <w:rPr>
          <w:spacing w:val="-47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hyperlink r:id="rId33">
        <w:r w:rsidRPr="0086154B">
          <w:rPr>
            <w:rFonts w:ascii="Arial"/>
            <w:i/>
            <w:u w:val="single" w:color="0055A1"/>
          </w:rPr>
          <w:t>IRS.gov/ITIN</w:t>
        </w:r>
      </w:hyperlink>
      <w:r w:rsidRPr="0086154B">
        <w:t>.</w:t>
      </w:r>
    </w:p>
    <w:p w14:paraId="11A5912A" w14:textId="77777777" w:rsidR="0086154B" w:rsidRPr="0086154B" w:rsidRDefault="0086154B" w:rsidP="00460DEE">
      <w:pPr>
        <w:pStyle w:val="Body"/>
      </w:pPr>
      <w:r w:rsidRPr="0086154B">
        <w:t>If you have applied for an SSN or ITIN</w:t>
      </w:r>
      <w:r w:rsidRPr="0086154B">
        <w:rPr>
          <w:spacing w:val="-47"/>
        </w:rPr>
        <w:t xml:space="preserve"> </w:t>
      </w:r>
      <w:r w:rsidRPr="0086154B">
        <w:t>but have not yet received it, you can</w:t>
      </w:r>
      <w:r w:rsidRPr="0086154B">
        <w:rPr>
          <w:spacing w:val="1"/>
        </w:rPr>
        <w:t xml:space="preserve"> </w:t>
      </w:r>
      <w:r w:rsidRPr="0086154B">
        <w:t>attach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copy</w:t>
      </w:r>
      <w:r w:rsidRPr="0086154B">
        <w:rPr>
          <w:spacing w:val="-6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completed</w:t>
      </w:r>
      <w:r w:rsidRPr="0086154B">
        <w:rPr>
          <w:spacing w:val="-6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W-7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47"/>
        </w:rPr>
        <w:t xml:space="preserve"> </w:t>
      </w:r>
      <w:r w:rsidRPr="0086154B">
        <w:t>SS-5 showing that a number has been</w:t>
      </w:r>
      <w:r w:rsidRPr="0086154B">
        <w:rPr>
          <w:spacing w:val="1"/>
        </w:rPr>
        <w:t xml:space="preserve"> </w:t>
      </w:r>
      <w:r w:rsidRPr="0086154B">
        <w:t>applied</w:t>
      </w:r>
      <w:r w:rsidRPr="0086154B">
        <w:rPr>
          <w:spacing w:val="-8"/>
        </w:rPr>
        <w:t xml:space="preserve"> </w:t>
      </w:r>
      <w:r w:rsidRPr="0086154B">
        <w:t>for.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6"/>
        <w:gridCol w:w="6504"/>
      </w:tblGrid>
      <w:tr w:rsidR="00460DEE" w14:paraId="4ADF3993" w14:textId="77777777" w:rsidTr="00460DEE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0952F" w14:textId="479856C3" w:rsidR="00460DEE" w:rsidRDefault="00460DEE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39D2E679" wp14:editId="260FCF81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C81520" w14:textId="21A1D434" w:rsidR="00460DEE" w:rsidRPr="00460DEE" w:rsidRDefault="00460DEE" w:rsidP="00460DEE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0DEE">
              <w:rPr>
                <w:i/>
                <w:iCs/>
              </w:rPr>
              <w:t>An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ITIN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is</w:t>
            </w:r>
            <w:r w:rsidRPr="00460DEE">
              <w:rPr>
                <w:i/>
                <w:iCs/>
                <w:spacing w:val="-9"/>
              </w:rPr>
              <w:t xml:space="preserve"> </w:t>
            </w:r>
            <w:r w:rsidRPr="00460DEE">
              <w:rPr>
                <w:i/>
                <w:iCs/>
              </w:rPr>
              <w:t>for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tax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use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only.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It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does</w:t>
            </w:r>
            <w:r w:rsidRPr="00460DEE">
              <w:rPr>
                <w:i/>
                <w:iCs/>
                <w:spacing w:val="-47"/>
              </w:rPr>
              <w:t xml:space="preserve"> </w:t>
            </w:r>
            <w:r w:rsidRPr="00460DEE">
              <w:rPr>
                <w:i/>
                <w:iCs/>
              </w:rPr>
              <w:t>not entitle you to social security</w:t>
            </w:r>
            <w:r w:rsidRPr="00460DEE">
              <w:rPr>
                <w:i/>
                <w:iCs/>
                <w:spacing w:val="1"/>
              </w:rPr>
              <w:t xml:space="preserve"> </w:t>
            </w:r>
            <w:r w:rsidRPr="00460DEE">
              <w:rPr>
                <w:i/>
                <w:iCs/>
              </w:rPr>
              <w:t>benefits</w:t>
            </w:r>
            <w:r w:rsidRPr="00460DEE">
              <w:rPr>
                <w:i/>
                <w:iCs/>
                <w:spacing w:val="-8"/>
              </w:rPr>
              <w:t xml:space="preserve"> </w:t>
            </w:r>
            <w:r w:rsidRPr="00460DEE">
              <w:rPr>
                <w:i/>
                <w:iCs/>
              </w:rPr>
              <w:t>or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change</w:t>
            </w:r>
            <w:r w:rsidRPr="00460DEE">
              <w:rPr>
                <w:i/>
                <w:iCs/>
                <w:spacing w:val="-7"/>
              </w:rPr>
              <w:t xml:space="preserve"> </w:t>
            </w:r>
            <w:r w:rsidRPr="00460DEE">
              <w:rPr>
                <w:i/>
                <w:iCs/>
              </w:rPr>
              <w:t>your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employment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or</w:t>
            </w:r>
            <w:r w:rsidRPr="00460DEE">
              <w:rPr>
                <w:i/>
                <w:iCs/>
                <w:spacing w:val="-11"/>
              </w:rPr>
              <w:t xml:space="preserve"> </w:t>
            </w:r>
            <w:r w:rsidRPr="00460DEE">
              <w:rPr>
                <w:i/>
                <w:iCs/>
              </w:rPr>
              <w:t>immigration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status</w:t>
            </w:r>
            <w:r w:rsidRPr="00460DEE">
              <w:rPr>
                <w:i/>
                <w:iCs/>
                <w:spacing w:val="-12"/>
              </w:rPr>
              <w:t xml:space="preserve"> </w:t>
            </w:r>
            <w:r w:rsidRPr="00460DEE">
              <w:rPr>
                <w:i/>
                <w:iCs/>
              </w:rPr>
              <w:t>under</w:t>
            </w:r>
            <w:r>
              <w:rPr>
                <w:i/>
                <w:iCs/>
              </w:rPr>
              <w:t xml:space="preserve"> </w:t>
            </w:r>
            <w:r w:rsidRPr="00460DEE">
              <w:rPr>
                <w:i/>
                <w:iCs/>
              </w:rPr>
              <w:t>U.S.</w:t>
            </w:r>
            <w:r w:rsidRPr="00460DEE">
              <w:rPr>
                <w:i/>
                <w:iCs/>
                <w:spacing w:val="-10"/>
              </w:rPr>
              <w:t xml:space="preserve"> </w:t>
            </w:r>
            <w:r w:rsidRPr="00460DEE">
              <w:rPr>
                <w:i/>
                <w:iCs/>
              </w:rPr>
              <w:t>law.</w:t>
            </w:r>
          </w:p>
        </w:tc>
      </w:tr>
    </w:tbl>
    <w:p w14:paraId="65D0A9A2" w14:textId="77777777" w:rsidR="004673FD" w:rsidRDefault="0086154B" w:rsidP="004673FD">
      <w:pPr>
        <w:pStyle w:val="Body"/>
      </w:pPr>
      <w:r w:rsidRPr="0086154B">
        <w:rPr>
          <w:rFonts w:ascii="Arial"/>
          <w:b/>
        </w:rPr>
        <w:lastRenderedPageBreak/>
        <w:t>Expired ITIN.</w:t>
      </w:r>
      <w:r w:rsidRPr="0086154B">
        <w:rPr>
          <w:rFonts w:ascii="Arial"/>
          <w:b/>
          <w:spacing w:val="1"/>
        </w:rPr>
        <w:t xml:space="preserve"> </w:t>
      </w:r>
      <w:r w:rsidRPr="0086154B">
        <w:t>Generally, ITINs issued</w:t>
      </w:r>
      <w:r w:rsidRPr="0086154B">
        <w:rPr>
          <w:spacing w:val="1"/>
        </w:rPr>
        <w:t xml:space="preserve"> </w:t>
      </w:r>
      <w:r w:rsidRPr="0086154B">
        <w:t>after December 31, 2012, will remain in</w:t>
      </w:r>
      <w:r w:rsidRPr="0086154B">
        <w:rPr>
          <w:spacing w:val="1"/>
        </w:rPr>
        <w:t xml:space="preserve"> </w:t>
      </w:r>
      <w:r w:rsidRPr="0086154B">
        <w:t xml:space="preserve">effect </w:t>
      </w:r>
      <w:proofErr w:type="gramStart"/>
      <w:r w:rsidRPr="0086154B">
        <w:t>as long as</w:t>
      </w:r>
      <w:proofErr w:type="gramEnd"/>
      <w:r w:rsidRPr="0086154B">
        <w:t xml:space="preserve"> the individual to whom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ITIN</w:t>
      </w:r>
      <w:r w:rsidRPr="0086154B">
        <w:rPr>
          <w:spacing w:val="-10"/>
        </w:rPr>
        <w:t xml:space="preserve"> </w:t>
      </w:r>
      <w:r w:rsidRPr="0086154B">
        <w:t>was</w:t>
      </w:r>
      <w:r w:rsidRPr="0086154B">
        <w:rPr>
          <w:spacing w:val="-9"/>
        </w:rPr>
        <w:t xml:space="preserve"> </w:t>
      </w:r>
      <w:r w:rsidRPr="0086154B">
        <w:t>issued</w:t>
      </w:r>
      <w:r w:rsidRPr="0086154B">
        <w:rPr>
          <w:spacing w:val="-10"/>
        </w:rPr>
        <w:t xml:space="preserve"> </w:t>
      </w:r>
      <w:r w:rsidRPr="0086154B">
        <w:t>filed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return</w:t>
      </w:r>
      <w:r w:rsidRPr="0086154B">
        <w:rPr>
          <w:spacing w:val="-9"/>
        </w:rPr>
        <w:t xml:space="preserve"> </w:t>
      </w:r>
      <w:r w:rsidRPr="0086154B">
        <w:t>(or</w:t>
      </w:r>
      <w:r w:rsidRPr="0086154B">
        <w:rPr>
          <w:spacing w:val="-9"/>
        </w:rPr>
        <w:t xml:space="preserve"> </w:t>
      </w:r>
      <w:r w:rsidRPr="0086154B">
        <w:t>is</w:t>
      </w:r>
      <w:r w:rsidRPr="0086154B">
        <w:rPr>
          <w:spacing w:val="-48"/>
        </w:rPr>
        <w:t xml:space="preserve"> </w:t>
      </w:r>
      <w:r w:rsidRPr="0086154B">
        <w:t>included</w:t>
      </w:r>
      <w:r w:rsidRPr="0086154B">
        <w:rPr>
          <w:spacing w:val="-9"/>
        </w:rPr>
        <w:t xml:space="preserve"> </w:t>
      </w:r>
      <w:r w:rsidRPr="0086154B">
        <w:t>as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dependent</w:t>
      </w:r>
      <w:r w:rsidRPr="0086154B">
        <w:rPr>
          <w:spacing w:val="-9"/>
        </w:rPr>
        <w:t xml:space="preserve"> </w:t>
      </w:r>
      <w:r w:rsidRPr="0086154B">
        <w:t>on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8"/>
        </w:rPr>
        <w:t xml:space="preserve"> </w:t>
      </w:r>
      <w:r w:rsidRPr="0086154B">
        <w:t>return</w:t>
      </w:r>
      <w:r w:rsidRPr="0086154B">
        <w:rPr>
          <w:spacing w:val="-47"/>
        </w:rPr>
        <w:t xml:space="preserve"> </w:t>
      </w:r>
      <w:r w:rsidRPr="0086154B">
        <w:t>of another taxpayer) at least once in the</w:t>
      </w:r>
      <w:r w:rsidRPr="0086154B">
        <w:rPr>
          <w:spacing w:val="1"/>
        </w:rPr>
        <w:t xml:space="preserve"> </w:t>
      </w:r>
      <w:r w:rsidRPr="0086154B">
        <w:t>last 3 tax years. Otherwise, the ITIN will</w:t>
      </w:r>
      <w:r w:rsidRPr="0086154B">
        <w:rPr>
          <w:spacing w:val="1"/>
        </w:rPr>
        <w:t xml:space="preserve"> </w:t>
      </w:r>
      <w:r w:rsidRPr="0086154B">
        <w:t>expire at the end of the third consecutive</w:t>
      </w:r>
      <w:r w:rsidRPr="0086154B">
        <w:rPr>
          <w:spacing w:val="1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year</w:t>
      </w:r>
      <w:r w:rsidRPr="0086154B">
        <w:rPr>
          <w:spacing w:val="-9"/>
        </w:rPr>
        <w:t xml:space="preserve"> </w:t>
      </w:r>
      <w:r w:rsidRPr="0086154B">
        <w:t>in</w:t>
      </w:r>
      <w:r w:rsidRPr="0086154B">
        <w:rPr>
          <w:spacing w:val="-9"/>
        </w:rPr>
        <w:t xml:space="preserve"> </w:t>
      </w:r>
      <w:r w:rsidRPr="0086154B">
        <w:t>which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individual</w:t>
      </w:r>
      <w:r w:rsidRPr="0086154B">
        <w:rPr>
          <w:spacing w:val="-9"/>
        </w:rPr>
        <w:t xml:space="preserve"> </w:t>
      </w:r>
      <w:r w:rsidRPr="0086154B">
        <w:t>did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9"/>
        </w:rPr>
        <w:t xml:space="preserve"> </w:t>
      </w:r>
      <w:r w:rsidRPr="0086154B">
        <w:t>file</w:t>
      </w:r>
      <w:r w:rsidRPr="0086154B">
        <w:rPr>
          <w:spacing w:val="1"/>
        </w:rPr>
        <w:t xml:space="preserve"> </w:t>
      </w:r>
      <w:r w:rsidRPr="0086154B">
        <w:t>a tax return. All expired ITINs must be</w:t>
      </w:r>
      <w:r w:rsidRPr="0086154B">
        <w:rPr>
          <w:spacing w:val="1"/>
        </w:rPr>
        <w:t xml:space="preserve"> </w:t>
      </w:r>
      <w:r w:rsidRPr="0086154B">
        <w:t>renewed before being used on a U.S. tax</w:t>
      </w:r>
      <w:r w:rsidRPr="0086154B">
        <w:rPr>
          <w:spacing w:val="-47"/>
        </w:rPr>
        <w:t xml:space="preserve"> </w:t>
      </w:r>
      <w:r w:rsidRPr="0086154B">
        <w:t>return.</w:t>
      </w:r>
      <w:bookmarkStart w:id="29" w:name="Line_8"/>
      <w:bookmarkEnd w:id="29"/>
    </w:p>
    <w:p w14:paraId="156CB5AC" w14:textId="03F4EA64" w:rsidR="0086154B" w:rsidRPr="004673FD" w:rsidRDefault="0086154B" w:rsidP="004673FD">
      <w:pPr>
        <w:pStyle w:val="Body"/>
      </w:pPr>
      <w:r w:rsidRPr="004673FD">
        <w:t xml:space="preserve">For more information, go to </w:t>
      </w:r>
      <w:hyperlink r:id="rId34">
        <w:r w:rsidRPr="004673FD">
          <w:rPr>
            <w:rStyle w:val="Hyperlink"/>
          </w:rPr>
          <w:t>IRS.gov/</w:t>
        </w:r>
      </w:hyperlink>
      <w:r w:rsidRPr="004673FD">
        <w:t xml:space="preserve"> </w:t>
      </w:r>
      <w:hyperlink r:id="rId35">
        <w:r w:rsidRPr="004673FD">
          <w:rPr>
            <w:rStyle w:val="Hyperlink"/>
          </w:rPr>
          <w:t>ITIN</w:t>
        </w:r>
      </w:hyperlink>
      <w:r w:rsidRPr="004673FD">
        <w:t>.</w:t>
      </w:r>
    </w:p>
    <w:p w14:paraId="0682392A" w14:textId="77777777" w:rsidR="0086154B" w:rsidRPr="0086154B" w:rsidRDefault="0086154B" w:rsidP="004673FD">
      <w:pPr>
        <w:pStyle w:val="Heading3"/>
      </w:pPr>
      <w:bookmarkStart w:id="30" w:name="Line_3"/>
      <w:bookmarkEnd w:id="30"/>
      <w:r w:rsidRPr="0086154B">
        <w:t>Line</w:t>
      </w:r>
      <w:r w:rsidRPr="0086154B">
        <w:rPr>
          <w:spacing w:val="-2"/>
        </w:rPr>
        <w:t xml:space="preserve"> </w:t>
      </w:r>
      <w:r w:rsidRPr="0086154B">
        <w:t>3</w:t>
      </w:r>
    </w:p>
    <w:p w14:paraId="4CD7C424" w14:textId="77777777" w:rsidR="0086154B" w:rsidRPr="0086154B" w:rsidRDefault="0086154B" w:rsidP="004673FD">
      <w:pPr>
        <w:pStyle w:val="Body"/>
      </w:pPr>
      <w:r w:rsidRPr="0086154B">
        <w:t>If your country of residence for tax</w:t>
      </w:r>
      <w:r w:rsidRPr="0086154B">
        <w:rPr>
          <w:spacing w:val="1"/>
        </w:rPr>
        <w:t xml:space="preserve"> </w:t>
      </w:r>
      <w:r w:rsidRPr="0086154B">
        <w:t>purposes has issued you a tax</w:t>
      </w:r>
      <w:r w:rsidRPr="0086154B">
        <w:rPr>
          <w:spacing w:val="1"/>
        </w:rPr>
        <w:t xml:space="preserve"> </w:t>
      </w:r>
      <w:r w:rsidRPr="0086154B">
        <w:t>identification number, enter it here. For</w:t>
      </w:r>
      <w:r w:rsidRPr="0086154B">
        <w:rPr>
          <w:spacing w:val="1"/>
        </w:rPr>
        <w:t xml:space="preserve"> </w:t>
      </w:r>
      <w:r w:rsidRPr="0086154B">
        <w:t>example,</w:t>
      </w:r>
      <w:r w:rsidRPr="0086154B">
        <w:rPr>
          <w:spacing w:val="-11"/>
        </w:rPr>
        <w:t xml:space="preserve"> </w:t>
      </w:r>
      <w:r w:rsidRPr="0086154B">
        <w:t>if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are</w:t>
      </w:r>
      <w:r w:rsidRPr="0086154B">
        <w:rPr>
          <w:spacing w:val="-11"/>
        </w:rPr>
        <w:t xml:space="preserve"> </w:t>
      </w:r>
      <w:r w:rsidRPr="0086154B">
        <w:t>a</w:t>
      </w:r>
      <w:r w:rsidRPr="0086154B">
        <w:rPr>
          <w:spacing w:val="-11"/>
        </w:rPr>
        <w:t xml:space="preserve"> </w:t>
      </w:r>
      <w:r w:rsidRPr="0086154B">
        <w:t>resident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11"/>
        </w:rPr>
        <w:t xml:space="preserve"> </w:t>
      </w:r>
      <w:r w:rsidRPr="0086154B">
        <w:t>Canada,</w:t>
      </w:r>
      <w:r w:rsidRPr="0086154B">
        <w:rPr>
          <w:spacing w:val="-47"/>
        </w:rPr>
        <w:t xml:space="preserve"> </w:t>
      </w:r>
      <w:r w:rsidRPr="0086154B">
        <w:t>enter</w:t>
      </w:r>
      <w:r w:rsidRPr="0086154B">
        <w:rPr>
          <w:spacing w:val="-10"/>
        </w:rPr>
        <w:t xml:space="preserve"> </w:t>
      </w:r>
      <w:r w:rsidRPr="0086154B">
        <w:t>your</w:t>
      </w:r>
      <w:r w:rsidRPr="0086154B">
        <w:rPr>
          <w:spacing w:val="-9"/>
        </w:rPr>
        <w:t xml:space="preserve"> </w:t>
      </w:r>
      <w:r w:rsidRPr="0086154B">
        <w:t>Social</w:t>
      </w:r>
      <w:r w:rsidRPr="0086154B">
        <w:rPr>
          <w:spacing w:val="-9"/>
        </w:rPr>
        <w:t xml:space="preserve"> </w:t>
      </w:r>
      <w:r w:rsidRPr="0086154B">
        <w:t>Insurance</w:t>
      </w:r>
      <w:r w:rsidRPr="0086154B">
        <w:rPr>
          <w:spacing w:val="-9"/>
        </w:rPr>
        <w:t xml:space="preserve"> </w:t>
      </w:r>
      <w:r w:rsidRPr="0086154B">
        <w:t>Number.</w:t>
      </w:r>
    </w:p>
    <w:p w14:paraId="0C8C88A6" w14:textId="77777777" w:rsidR="0086154B" w:rsidRPr="0086154B" w:rsidRDefault="0086154B" w:rsidP="004673FD">
      <w:pPr>
        <w:pStyle w:val="Heading3"/>
      </w:pPr>
      <w:bookmarkStart w:id="31" w:name="Line_4"/>
      <w:bookmarkEnd w:id="31"/>
      <w:r w:rsidRPr="0086154B">
        <w:t>Line</w:t>
      </w:r>
      <w:r w:rsidRPr="0086154B">
        <w:rPr>
          <w:spacing w:val="-2"/>
        </w:rPr>
        <w:t xml:space="preserve"> </w:t>
      </w:r>
      <w:r w:rsidRPr="0086154B">
        <w:t>4</w:t>
      </w:r>
    </w:p>
    <w:p w14:paraId="06630D8B" w14:textId="77777777" w:rsidR="0086154B" w:rsidRPr="0086154B" w:rsidRDefault="0086154B" w:rsidP="004673FD">
      <w:pPr>
        <w:pStyle w:val="Body"/>
      </w:pPr>
      <w:r w:rsidRPr="0086154B">
        <w:t>Your permanent residence address is the</w:t>
      </w:r>
      <w:r w:rsidRPr="0086154B">
        <w:rPr>
          <w:spacing w:val="1"/>
        </w:rPr>
        <w:t xml:space="preserve"> </w:t>
      </w:r>
      <w:r w:rsidRPr="0086154B">
        <w:t>address in the country where you claim to</w:t>
      </w:r>
      <w:r w:rsidRPr="0086154B">
        <w:rPr>
          <w:spacing w:val="-47"/>
        </w:rPr>
        <w:t xml:space="preserve"> </w:t>
      </w:r>
      <w:bookmarkStart w:id="32" w:name="Line_11b"/>
      <w:bookmarkEnd w:id="32"/>
      <w:r w:rsidRPr="0086154B">
        <w:t>be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8"/>
        </w:rPr>
        <w:t xml:space="preserve"> </w:t>
      </w:r>
      <w:r w:rsidRPr="0086154B">
        <w:t>resident</w:t>
      </w:r>
      <w:r w:rsidRPr="0086154B">
        <w:rPr>
          <w:spacing w:val="-7"/>
        </w:rPr>
        <w:t xml:space="preserve"> </w:t>
      </w:r>
      <w:r w:rsidRPr="0086154B">
        <w:t>for</w:t>
      </w:r>
      <w:r w:rsidRPr="0086154B">
        <w:rPr>
          <w:spacing w:val="-8"/>
        </w:rPr>
        <w:t xml:space="preserve"> </w:t>
      </w:r>
      <w:r w:rsidRPr="0086154B">
        <w:t>purposes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7"/>
        </w:rPr>
        <w:t xml:space="preserve"> </w:t>
      </w:r>
      <w:r w:rsidRPr="0086154B">
        <w:t>that</w:t>
      </w:r>
      <w:r w:rsidRPr="0086154B">
        <w:rPr>
          <w:spacing w:val="-8"/>
        </w:rPr>
        <w:t xml:space="preserve"> </w:t>
      </w:r>
      <w:r w:rsidRPr="0086154B">
        <w:t>country's</w:t>
      </w:r>
      <w:r w:rsidRPr="0086154B">
        <w:rPr>
          <w:spacing w:val="-47"/>
        </w:rPr>
        <w:t xml:space="preserve"> </w:t>
      </w:r>
      <w:r w:rsidRPr="0086154B">
        <w:t>income tax. If you are completing Form</w:t>
      </w:r>
      <w:r w:rsidRPr="0086154B">
        <w:rPr>
          <w:spacing w:val="1"/>
        </w:rPr>
        <w:t xml:space="preserve"> </w:t>
      </w:r>
      <w:r w:rsidRPr="0086154B">
        <w:t xml:space="preserve">8233 </w:t>
      </w:r>
      <w:r w:rsidRPr="0086154B">
        <w:lastRenderedPageBreak/>
        <w:t>to claim a tax treaty withholding</w:t>
      </w:r>
      <w:r w:rsidRPr="0086154B">
        <w:rPr>
          <w:spacing w:val="1"/>
        </w:rPr>
        <w:t xml:space="preserve"> </w:t>
      </w:r>
      <w:r w:rsidRPr="0086154B">
        <w:t>exemption, you must determine your</w:t>
      </w:r>
      <w:r w:rsidRPr="0086154B">
        <w:rPr>
          <w:spacing w:val="1"/>
        </w:rPr>
        <w:t xml:space="preserve"> </w:t>
      </w:r>
      <w:r w:rsidRPr="0086154B">
        <w:t>residency in the manner required by the</w:t>
      </w:r>
      <w:r w:rsidRPr="0086154B">
        <w:rPr>
          <w:spacing w:val="1"/>
        </w:rPr>
        <w:t xml:space="preserve"> </w:t>
      </w:r>
      <w:r w:rsidRPr="0086154B">
        <w:t>treaty. Do not show the address of a</w:t>
      </w:r>
      <w:r w:rsidRPr="0086154B">
        <w:rPr>
          <w:spacing w:val="1"/>
        </w:rPr>
        <w:t xml:space="preserve"> </w:t>
      </w:r>
      <w:r w:rsidRPr="0086154B">
        <w:t>financial</w:t>
      </w:r>
      <w:r w:rsidRPr="0086154B">
        <w:rPr>
          <w:spacing w:val="-11"/>
        </w:rPr>
        <w:t xml:space="preserve"> </w:t>
      </w:r>
      <w:r w:rsidRPr="0086154B">
        <w:t>institution,</w:t>
      </w:r>
      <w:r w:rsidRPr="0086154B">
        <w:rPr>
          <w:spacing w:val="-10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post</w:t>
      </w:r>
      <w:r w:rsidRPr="0086154B">
        <w:rPr>
          <w:spacing w:val="-10"/>
        </w:rPr>
        <w:t xml:space="preserve"> </w:t>
      </w:r>
      <w:r w:rsidRPr="0086154B">
        <w:t>office</w:t>
      </w:r>
      <w:r w:rsidRPr="0086154B">
        <w:rPr>
          <w:spacing w:val="-10"/>
        </w:rPr>
        <w:t xml:space="preserve"> </w:t>
      </w:r>
      <w:r w:rsidRPr="0086154B">
        <w:t>box,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an</w:t>
      </w:r>
      <w:r w:rsidRPr="0086154B">
        <w:rPr>
          <w:spacing w:val="-47"/>
        </w:rPr>
        <w:t xml:space="preserve"> </w:t>
      </w:r>
      <w:bookmarkStart w:id="33" w:name="Line_12a"/>
      <w:bookmarkEnd w:id="33"/>
      <w:r w:rsidRPr="0086154B">
        <w:t>address used solely for mailing purposes.</w:t>
      </w:r>
      <w:r w:rsidRPr="0086154B">
        <w:rPr>
          <w:spacing w:val="1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10"/>
        </w:rPr>
        <w:t xml:space="preserve"> </w:t>
      </w:r>
      <w:r w:rsidRPr="0086154B">
        <w:t>an</w:t>
      </w:r>
      <w:r w:rsidRPr="0086154B">
        <w:rPr>
          <w:spacing w:val="-10"/>
        </w:rPr>
        <w:t xml:space="preserve"> </w:t>
      </w:r>
      <w:r w:rsidRPr="0086154B">
        <w:t>individual</w:t>
      </w:r>
      <w:r w:rsidRPr="0086154B">
        <w:rPr>
          <w:spacing w:val="-9"/>
        </w:rPr>
        <w:t xml:space="preserve"> </w:t>
      </w:r>
      <w:r w:rsidRPr="0086154B">
        <w:t>who</w:t>
      </w:r>
      <w:r w:rsidRPr="0086154B">
        <w:rPr>
          <w:spacing w:val="-10"/>
        </w:rPr>
        <w:t xml:space="preserve"> </w:t>
      </w:r>
      <w:r w:rsidRPr="0086154B">
        <w:t>does</w:t>
      </w:r>
      <w:r w:rsidRPr="0086154B">
        <w:rPr>
          <w:spacing w:val="-10"/>
        </w:rPr>
        <w:t xml:space="preserve"> </w:t>
      </w:r>
      <w:r w:rsidRPr="0086154B">
        <w:t>not</w:t>
      </w:r>
      <w:r w:rsidRPr="0086154B">
        <w:rPr>
          <w:spacing w:val="-9"/>
        </w:rPr>
        <w:t xml:space="preserve"> </w:t>
      </w:r>
      <w:r w:rsidRPr="0086154B">
        <w:t>have</w:t>
      </w:r>
      <w:r w:rsidRPr="0086154B">
        <w:rPr>
          <w:spacing w:val="1"/>
        </w:rPr>
        <w:t xml:space="preserve"> </w:t>
      </w:r>
      <w:r w:rsidRPr="0086154B">
        <w:t>a tax residence in any country, your</w:t>
      </w:r>
      <w:r w:rsidRPr="0086154B">
        <w:rPr>
          <w:spacing w:val="1"/>
        </w:rPr>
        <w:t xml:space="preserve"> </w:t>
      </w:r>
      <w:r w:rsidRPr="0086154B">
        <w:t>permanent residence is where you</w:t>
      </w:r>
      <w:r w:rsidRPr="0086154B">
        <w:rPr>
          <w:spacing w:val="1"/>
        </w:rPr>
        <w:t xml:space="preserve"> </w:t>
      </w:r>
      <w:r w:rsidRPr="0086154B">
        <w:t>normally</w:t>
      </w:r>
      <w:r w:rsidRPr="0086154B">
        <w:rPr>
          <w:spacing w:val="-7"/>
        </w:rPr>
        <w:t xml:space="preserve"> </w:t>
      </w:r>
      <w:r w:rsidRPr="0086154B">
        <w:t>reside.</w:t>
      </w:r>
    </w:p>
    <w:p w14:paraId="210B3AAE" w14:textId="77777777" w:rsidR="0086154B" w:rsidRPr="0086154B" w:rsidRDefault="0086154B" w:rsidP="004673FD">
      <w:pPr>
        <w:pStyle w:val="Body"/>
      </w:pPr>
      <w:bookmarkStart w:id="34" w:name="Line_12b"/>
      <w:bookmarkEnd w:id="34"/>
      <w:r w:rsidRPr="0086154B">
        <w:t>Most tax treaties that provide for a tax</w:t>
      </w:r>
      <w:r w:rsidRPr="0086154B">
        <w:rPr>
          <w:spacing w:val="-47"/>
        </w:rPr>
        <w:t xml:space="preserve"> </w:t>
      </w:r>
      <w:bookmarkStart w:id="35" w:name="Line_9a"/>
      <w:bookmarkEnd w:id="35"/>
      <w:r w:rsidRPr="0086154B">
        <w:t>treaty</w:t>
      </w:r>
      <w:r w:rsidRPr="0086154B">
        <w:rPr>
          <w:spacing w:val="-13"/>
        </w:rPr>
        <w:t xml:space="preserve"> </w:t>
      </w:r>
      <w:r w:rsidRPr="0086154B">
        <w:t>withholding</w:t>
      </w:r>
      <w:r w:rsidRPr="0086154B">
        <w:rPr>
          <w:spacing w:val="-12"/>
        </w:rPr>
        <w:t xml:space="preserve"> </w:t>
      </w:r>
      <w:r w:rsidRPr="0086154B">
        <w:t>exemption</w:t>
      </w:r>
      <w:r w:rsidRPr="0086154B">
        <w:rPr>
          <w:spacing w:val="-12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students,</w:t>
      </w:r>
      <w:r w:rsidRPr="0086154B">
        <w:rPr>
          <w:spacing w:val="-47"/>
        </w:rPr>
        <w:t xml:space="preserve"> </w:t>
      </w:r>
      <w:r w:rsidRPr="0086154B">
        <w:t>trainees,</w:t>
      </w:r>
      <w:r w:rsidRPr="0086154B">
        <w:rPr>
          <w:spacing w:val="-11"/>
        </w:rPr>
        <w:t xml:space="preserve"> </w:t>
      </w:r>
      <w:r w:rsidRPr="0086154B">
        <w:t>teachers,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1"/>
        </w:rPr>
        <w:t xml:space="preserve"> </w:t>
      </w:r>
      <w:r w:rsidRPr="0086154B">
        <w:t>researchers</w:t>
      </w:r>
      <w:r w:rsidRPr="0086154B">
        <w:rPr>
          <w:spacing w:val="-9"/>
        </w:rPr>
        <w:t xml:space="preserve"> </w:t>
      </w:r>
      <w:r w:rsidRPr="0086154B">
        <w:t>require</w:t>
      </w:r>
      <w:r w:rsidRPr="0086154B">
        <w:rPr>
          <w:spacing w:val="-47"/>
        </w:rPr>
        <w:t xml:space="preserve"> </w:t>
      </w:r>
      <w:r w:rsidRPr="0086154B">
        <w:t>that the recipient be a resident of the</w:t>
      </w:r>
      <w:r w:rsidRPr="0086154B">
        <w:rPr>
          <w:spacing w:val="1"/>
        </w:rPr>
        <w:t xml:space="preserve"> </w:t>
      </w:r>
      <w:r w:rsidRPr="0086154B">
        <w:t>treaty country at the time of, or</w:t>
      </w:r>
      <w:r w:rsidRPr="0086154B">
        <w:rPr>
          <w:spacing w:val="1"/>
        </w:rPr>
        <w:t xml:space="preserve"> </w:t>
      </w:r>
      <w:r w:rsidRPr="0086154B">
        <w:t>immediately before, entry into the United</w:t>
      </w:r>
      <w:r w:rsidRPr="0086154B">
        <w:rPr>
          <w:spacing w:val="1"/>
        </w:rPr>
        <w:t xml:space="preserve"> </w:t>
      </w:r>
      <w:bookmarkStart w:id="36" w:name="Line_9b"/>
      <w:bookmarkEnd w:id="36"/>
      <w:r w:rsidRPr="0086154B">
        <w:t>States. Thus, in most cases, a student or</w:t>
      </w:r>
      <w:r w:rsidRPr="0086154B">
        <w:rPr>
          <w:spacing w:val="-47"/>
        </w:rPr>
        <w:t xml:space="preserve"> </w:t>
      </w:r>
      <w:r w:rsidRPr="0086154B">
        <w:t>researcher can claim the withholding</w:t>
      </w:r>
      <w:r w:rsidRPr="0086154B">
        <w:rPr>
          <w:spacing w:val="1"/>
        </w:rPr>
        <w:t xml:space="preserve"> </w:t>
      </w:r>
      <w:r w:rsidRPr="0086154B">
        <w:t>exemption</w:t>
      </w:r>
      <w:r w:rsidRPr="0086154B">
        <w:rPr>
          <w:spacing w:val="-11"/>
        </w:rPr>
        <w:t xml:space="preserve"> </w:t>
      </w:r>
      <w:r w:rsidRPr="0086154B">
        <w:t>even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he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she</w:t>
      </w:r>
      <w:r w:rsidRPr="0086154B">
        <w:rPr>
          <w:spacing w:val="-10"/>
        </w:rPr>
        <w:t xml:space="preserve"> </w:t>
      </w:r>
      <w:r w:rsidRPr="0086154B">
        <w:t>no</w:t>
      </w:r>
      <w:r w:rsidRPr="0086154B">
        <w:rPr>
          <w:spacing w:val="-10"/>
        </w:rPr>
        <w:t xml:space="preserve"> </w:t>
      </w:r>
      <w:r w:rsidRPr="0086154B">
        <w:t>longer</w:t>
      </w:r>
      <w:r w:rsidRPr="0086154B">
        <w:rPr>
          <w:spacing w:val="-10"/>
        </w:rPr>
        <w:t xml:space="preserve"> </w:t>
      </w:r>
      <w:r w:rsidRPr="0086154B">
        <w:t>has</w:t>
      </w:r>
      <w:r w:rsidRPr="0086154B">
        <w:rPr>
          <w:spacing w:val="-47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permanent</w:t>
      </w:r>
      <w:r w:rsidRPr="0086154B">
        <w:rPr>
          <w:spacing w:val="-10"/>
        </w:rPr>
        <w:t xml:space="preserve"> </w:t>
      </w:r>
      <w:r w:rsidRPr="0086154B">
        <w:t>address</w:t>
      </w:r>
      <w:r w:rsidRPr="0086154B">
        <w:rPr>
          <w:spacing w:val="-10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country</w:t>
      </w:r>
      <w:r w:rsidRPr="0086154B">
        <w:rPr>
          <w:spacing w:val="-47"/>
        </w:rPr>
        <w:t xml:space="preserve"> </w:t>
      </w:r>
      <w:r w:rsidRPr="0086154B">
        <w:t>after entry into the United States. If this is</w:t>
      </w:r>
      <w:r w:rsidRPr="0086154B">
        <w:rPr>
          <w:spacing w:val="-47"/>
        </w:rPr>
        <w:t xml:space="preserve"> </w:t>
      </w:r>
      <w:r w:rsidRPr="0086154B">
        <w:t>the case, you can provide a U.S. address</w:t>
      </w:r>
      <w:r w:rsidRPr="0086154B">
        <w:rPr>
          <w:spacing w:val="-47"/>
        </w:rPr>
        <w:t xml:space="preserve"> </w:t>
      </w:r>
      <w:r w:rsidRPr="0086154B">
        <w:t>on line 4 and still be eligible for the</w:t>
      </w:r>
      <w:r w:rsidRPr="0086154B">
        <w:rPr>
          <w:spacing w:val="1"/>
        </w:rPr>
        <w:t xml:space="preserve"> </w:t>
      </w:r>
      <w:r w:rsidRPr="0086154B">
        <w:t>withholding exemption if all other</w:t>
      </w:r>
      <w:r w:rsidRPr="0086154B">
        <w:rPr>
          <w:spacing w:val="1"/>
        </w:rPr>
        <w:t xml:space="preserve"> </w:t>
      </w:r>
      <w:bookmarkStart w:id="37" w:name="Line_10"/>
      <w:bookmarkEnd w:id="37"/>
      <w:r w:rsidRPr="0086154B">
        <w:t>conditions required by the tax treaty are</w:t>
      </w:r>
      <w:r w:rsidRPr="0086154B">
        <w:rPr>
          <w:spacing w:val="1"/>
        </w:rPr>
        <w:t xml:space="preserve"> </w:t>
      </w:r>
      <w:r w:rsidRPr="0086154B">
        <w:t>met. You must also identify on line 12a</w:t>
      </w:r>
      <w:r w:rsidRPr="0086154B">
        <w:rPr>
          <w:spacing w:val="1"/>
        </w:rPr>
        <w:t xml:space="preserve"> </w:t>
      </w:r>
      <w:r w:rsidRPr="0086154B">
        <w:t>and/or line 13b the tax treaty country of</w:t>
      </w:r>
      <w:r w:rsidRPr="0086154B">
        <w:rPr>
          <w:spacing w:val="1"/>
        </w:rPr>
        <w:t xml:space="preserve"> </w:t>
      </w:r>
      <w:r w:rsidRPr="0086154B">
        <w:t xml:space="preserve">which you were a </w:t>
      </w:r>
      <w:r w:rsidRPr="0086154B">
        <w:lastRenderedPageBreak/>
        <w:t>resident at the time of,</w:t>
      </w:r>
      <w:r w:rsidRPr="0086154B">
        <w:rPr>
          <w:spacing w:val="1"/>
        </w:rPr>
        <w:t xml:space="preserve"> </w:t>
      </w:r>
      <w:bookmarkStart w:id="38" w:name="Line_12c"/>
      <w:bookmarkEnd w:id="38"/>
      <w:r w:rsidRPr="0086154B">
        <w:t>or immediately before, your entry into the</w:t>
      </w:r>
      <w:r w:rsidRPr="0086154B">
        <w:rPr>
          <w:spacing w:val="-47"/>
        </w:rPr>
        <w:t xml:space="preserve"> </w:t>
      </w:r>
      <w:r w:rsidRPr="0086154B">
        <w:t>United</w:t>
      </w:r>
      <w:r w:rsidRPr="0086154B">
        <w:rPr>
          <w:spacing w:val="-8"/>
        </w:rPr>
        <w:t xml:space="preserve"> </w:t>
      </w:r>
      <w:r w:rsidRPr="0086154B">
        <w:t>States.</w:t>
      </w:r>
    </w:p>
    <w:p w14:paraId="46D6ECFE" w14:textId="77777777" w:rsidR="0086154B" w:rsidRPr="0086154B" w:rsidRDefault="0086154B" w:rsidP="004673FD">
      <w:pPr>
        <w:pStyle w:val="Heading3"/>
      </w:pPr>
      <w:bookmarkStart w:id="39" w:name="Line_6"/>
      <w:bookmarkEnd w:id="39"/>
      <w:r w:rsidRPr="0086154B">
        <w:t>Line</w:t>
      </w:r>
      <w:r w:rsidRPr="0086154B">
        <w:rPr>
          <w:spacing w:val="-2"/>
        </w:rPr>
        <w:t xml:space="preserve"> </w:t>
      </w:r>
      <w:r w:rsidRPr="0086154B">
        <w:t>6</w:t>
      </w:r>
    </w:p>
    <w:p w14:paraId="3E4EA690" w14:textId="77777777" w:rsidR="0086154B" w:rsidRPr="0086154B" w:rsidRDefault="0086154B" w:rsidP="004673FD">
      <w:pPr>
        <w:pStyle w:val="Body"/>
      </w:pPr>
      <w:r w:rsidRPr="0086154B">
        <w:t>Enter your U.S. visa type. For example,</w:t>
      </w:r>
      <w:r w:rsidRPr="0086154B">
        <w:rPr>
          <w:spacing w:val="1"/>
        </w:rPr>
        <w:t xml:space="preserve"> </w:t>
      </w:r>
      <w:r w:rsidRPr="0086154B">
        <w:t>foreign students are usually granted an</w:t>
      </w:r>
      <w:r w:rsidRPr="0086154B">
        <w:rPr>
          <w:spacing w:val="1"/>
        </w:rPr>
        <w:t xml:space="preserve"> </w:t>
      </w:r>
      <w:r w:rsidRPr="0086154B">
        <w:t>“F-1” visa. Foreign professors, teachers,</w:t>
      </w:r>
      <w:r w:rsidRPr="0086154B">
        <w:rPr>
          <w:spacing w:val="1"/>
        </w:rPr>
        <w:t xml:space="preserve"> </w:t>
      </w:r>
      <w:bookmarkStart w:id="40" w:name="Line_12d"/>
      <w:bookmarkEnd w:id="40"/>
      <w:r w:rsidRPr="0086154B">
        <w:t>or</w:t>
      </w:r>
      <w:r w:rsidRPr="0086154B">
        <w:rPr>
          <w:spacing w:val="-11"/>
        </w:rPr>
        <w:t xml:space="preserve"> </w:t>
      </w:r>
      <w:r w:rsidRPr="0086154B">
        <w:t>researchers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10"/>
        </w:rPr>
        <w:t xml:space="preserve"> </w:t>
      </w:r>
      <w:r w:rsidRPr="0086154B">
        <w:t>usually</w:t>
      </w:r>
      <w:r w:rsidRPr="0086154B">
        <w:rPr>
          <w:spacing w:val="-11"/>
        </w:rPr>
        <w:t xml:space="preserve"> </w:t>
      </w:r>
      <w:r w:rsidRPr="0086154B">
        <w:t>granted</w:t>
      </w:r>
      <w:r w:rsidRPr="0086154B">
        <w:rPr>
          <w:spacing w:val="-11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“J-1”</w:t>
      </w:r>
      <w:r w:rsidRPr="0086154B">
        <w:rPr>
          <w:spacing w:val="-47"/>
        </w:rPr>
        <w:t xml:space="preserve"> </w:t>
      </w:r>
      <w:bookmarkStart w:id="41" w:name="Part_II"/>
      <w:bookmarkEnd w:id="41"/>
      <w:r w:rsidRPr="0086154B">
        <w:t>visa. Business/vocational trainees are</w:t>
      </w:r>
      <w:r w:rsidRPr="0086154B">
        <w:rPr>
          <w:spacing w:val="1"/>
        </w:rPr>
        <w:t xml:space="preserve"> </w:t>
      </w:r>
      <w:r w:rsidRPr="0086154B">
        <w:t>usually granted an “M-1” visa; however,</w:t>
      </w:r>
      <w:r w:rsidRPr="0086154B">
        <w:rPr>
          <w:spacing w:val="1"/>
        </w:rPr>
        <w:t xml:space="preserve"> </w:t>
      </w:r>
      <w:bookmarkStart w:id="42" w:name="Line_11a"/>
      <w:bookmarkEnd w:id="42"/>
      <w:r w:rsidRPr="0086154B">
        <w:t>some persons granted a “J-1” visa may</w:t>
      </w:r>
      <w:r w:rsidRPr="0086154B">
        <w:rPr>
          <w:spacing w:val="1"/>
        </w:rPr>
        <w:t xml:space="preserve"> </w:t>
      </w:r>
      <w:r w:rsidRPr="0086154B">
        <w:t>also be considered business/vocational</w:t>
      </w:r>
      <w:r w:rsidRPr="0086154B">
        <w:rPr>
          <w:spacing w:val="1"/>
        </w:rPr>
        <w:t xml:space="preserve"> </w:t>
      </w:r>
      <w:r w:rsidRPr="0086154B">
        <w:t>trainees (for example, a person admitted</w:t>
      </w:r>
      <w:r w:rsidRPr="0086154B">
        <w:rPr>
          <w:spacing w:val="-47"/>
        </w:rPr>
        <w:t xml:space="preserve"> </w:t>
      </w:r>
      <w:proofErr w:type="gramStart"/>
      <w:r w:rsidRPr="0086154B">
        <w:t>to complete</w:t>
      </w:r>
      <w:proofErr w:type="gramEnd"/>
      <w:r w:rsidRPr="0086154B">
        <w:t xml:space="preserve"> a postgraduate residency in</w:t>
      </w:r>
      <w:r w:rsidRPr="0086154B">
        <w:rPr>
          <w:spacing w:val="1"/>
        </w:rPr>
        <w:t xml:space="preserve"> </w:t>
      </w:r>
      <w:r w:rsidRPr="0086154B">
        <w:t>medicine).</w:t>
      </w:r>
    </w:p>
    <w:p w14:paraId="6A58B76E" w14:textId="77777777" w:rsidR="0086154B" w:rsidRPr="0086154B" w:rsidRDefault="0086154B" w:rsidP="004673FD">
      <w:pPr>
        <w:pStyle w:val="Body"/>
      </w:pPr>
      <w:r w:rsidRPr="0086154B">
        <w:t>If</w:t>
      </w:r>
      <w:r w:rsidRPr="0086154B">
        <w:rPr>
          <w:spacing w:val="-8"/>
        </w:rPr>
        <w:t xml:space="preserve"> </w:t>
      </w:r>
      <w:r w:rsidRPr="0086154B">
        <w:t>you</w:t>
      </w:r>
      <w:r w:rsidRPr="0086154B">
        <w:rPr>
          <w:spacing w:val="-8"/>
        </w:rPr>
        <w:t xml:space="preserve"> </w:t>
      </w:r>
      <w:r w:rsidRPr="0086154B">
        <w:t>do</w:t>
      </w:r>
      <w:r w:rsidRPr="0086154B">
        <w:rPr>
          <w:spacing w:val="-8"/>
        </w:rPr>
        <w:t xml:space="preserve"> </w:t>
      </w:r>
      <w:r w:rsidRPr="0086154B">
        <w:t>not</w:t>
      </w:r>
      <w:r w:rsidRPr="0086154B">
        <w:rPr>
          <w:spacing w:val="-7"/>
        </w:rPr>
        <w:t xml:space="preserve"> </w:t>
      </w:r>
      <w:r w:rsidRPr="0086154B">
        <w:t>have,</w:t>
      </w:r>
      <w:r w:rsidRPr="0086154B">
        <w:rPr>
          <w:spacing w:val="-7"/>
        </w:rPr>
        <w:t xml:space="preserve"> </w:t>
      </w:r>
      <w:r w:rsidRPr="0086154B">
        <w:t>or</w:t>
      </w:r>
      <w:r w:rsidRPr="0086154B">
        <w:rPr>
          <w:spacing w:val="-7"/>
        </w:rPr>
        <w:t xml:space="preserve"> </w:t>
      </w:r>
      <w:r w:rsidRPr="0086154B">
        <w:t>do</w:t>
      </w:r>
      <w:r w:rsidRPr="0086154B">
        <w:rPr>
          <w:spacing w:val="-8"/>
        </w:rPr>
        <w:t xml:space="preserve"> </w:t>
      </w:r>
      <w:r w:rsidRPr="0086154B">
        <w:t>not</w:t>
      </w:r>
      <w:r w:rsidRPr="0086154B">
        <w:rPr>
          <w:spacing w:val="-7"/>
        </w:rPr>
        <w:t xml:space="preserve"> </w:t>
      </w:r>
      <w:r w:rsidRPr="0086154B">
        <w:t>need,</w:t>
      </w:r>
      <w:r w:rsidRPr="0086154B">
        <w:rPr>
          <w:spacing w:val="-7"/>
        </w:rPr>
        <w:t xml:space="preserve"> </w:t>
      </w:r>
      <w:r w:rsidRPr="0086154B">
        <w:t>a</w:t>
      </w:r>
      <w:r w:rsidRPr="0086154B">
        <w:rPr>
          <w:spacing w:val="-47"/>
        </w:rPr>
        <w:t xml:space="preserve"> </w:t>
      </w:r>
      <w:r w:rsidRPr="0086154B">
        <w:t>visa,</w:t>
      </w:r>
      <w:r w:rsidRPr="0086154B">
        <w:rPr>
          <w:spacing w:val="-8"/>
        </w:rPr>
        <w:t xml:space="preserve"> </w:t>
      </w:r>
      <w:r w:rsidRPr="0086154B">
        <w:t>write</w:t>
      </w:r>
      <w:r w:rsidRPr="0086154B">
        <w:rPr>
          <w:spacing w:val="-7"/>
        </w:rPr>
        <w:t xml:space="preserve"> </w:t>
      </w:r>
      <w:r w:rsidRPr="0086154B">
        <w:t>“None.”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8"/>
        <w:gridCol w:w="6502"/>
      </w:tblGrid>
      <w:tr w:rsidR="004673FD" w14:paraId="339BA575" w14:textId="77777777" w:rsidTr="004673FD">
        <w:trPr>
          <w:trHeight w:val="2339"/>
        </w:trPr>
        <w:tc>
          <w:tcPr>
            <w:tcW w:w="2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EE659" w14:textId="30F16267" w:rsidR="004673FD" w:rsidRDefault="004673FD">
            <w:pPr>
              <w:pStyle w:val="Default"/>
              <w:widowControl/>
              <w:suppressAutoHyphens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 wp14:anchorId="7B3461F5" wp14:editId="2DBFC4E5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180975</wp:posOffset>
                  </wp:positionV>
                  <wp:extent cx="1078230" cy="1064260"/>
                  <wp:effectExtent l="0" t="0" r="7620" b="2540"/>
                  <wp:wrapTight wrapText="bothSides">
                    <wp:wrapPolygon edited="0">
                      <wp:start x="0" y="0"/>
                      <wp:lineTo x="0" y="21265"/>
                      <wp:lineTo x="21371" y="21265"/>
                      <wp:lineTo x="21371" y="0"/>
                      <wp:lineTo x="0" y="0"/>
                    </wp:wrapPolygon>
                  </wp:wrapTight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1064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F79F01" w14:textId="7E5F6852" w:rsidR="004673FD" w:rsidRPr="004673FD" w:rsidRDefault="004673FD" w:rsidP="004673FD">
            <w:pPr>
              <w:pStyle w:val="Bullets"/>
              <w:numPr>
                <w:ilvl w:val="0"/>
                <w:numId w:val="0"/>
              </w:numPr>
              <w:ind w:left="720"/>
              <w:rPr>
                <w:i/>
                <w:iCs/>
              </w:rPr>
            </w:pPr>
            <w:r w:rsidRPr="004673FD">
              <w:rPr>
                <w:i/>
                <w:iCs/>
              </w:rPr>
              <w:t>Spouses and dependents</w:t>
            </w:r>
            <w:r w:rsidRPr="004673FD">
              <w:rPr>
                <w:i/>
                <w:iCs/>
                <w:spacing w:val="1"/>
              </w:rPr>
              <w:t xml:space="preserve"> </w:t>
            </w:r>
            <w:r w:rsidRPr="004673FD">
              <w:rPr>
                <w:i/>
                <w:iCs/>
              </w:rPr>
              <w:t>admitted</w:t>
            </w:r>
            <w:r w:rsidRPr="004673FD">
              <w:rPr>
                <w:i/>
                <w:iCs/>
                <w:spacing w:val="-11"/>
              </w:rPr>
              <w:t xml:space="preserve"> </w:t>
            </w:r>
            <w:r w:rsidRPr="004673FD">
              <w:rPr>
                <w:i/>
                <w:iCs/>
              </w:rPr>
              <w:t>on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secondary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visas</w:t>
            </w:r>
            <w:r w:rsidRPr="004673FD">
              <w:rPr>
                <w:i/>
                <w:iCs/>
                <w:spacing w:val="-9"/>
              </w:rPr>
              <w:t xml:space="preserve"> </w:t>
            </w:r>
            <w:r w:rsidRPr="004673FD">
              <w:rPr>
                <w:i/>
                <w:iCs/>
              </w:rPr>
              <w:t>(for</w:t>
            </w:r>
            <w:r w:rsidRPr="004673FD">
              <w:rPr>
                <w:i/>
                <w:iCs/>
                <w:spacing w:val="-47"/>
              </w:rPr>
              <w:t xml:space="preserve"> </w:t>
            </w:r>
            <w:r w:rsidRPr="004673FD">
              <w:rPr>
                <w:i/>
                <w:iCs/>
              </w:rPr>
              <w:t>example,</w:t>
            </w:r>
            <w:r w:rsidRPr="004673FD">
              <w:rPr>
                <w:i/>
                <w:iCs/>
                <w:spacing w:val="-9"/>
              </w:rPr>
              <w:t xml:space="preserve"> </w:t>
            </w:r>
            <w:r w:rsidRPr="004673FD">
              <w:rPr>
                <w:i/>
                <w:iCs/>
              </w:rPr>
              <w:t>“F-2,”</w:t>
            </w:r>
            <w:r w:rsidRPr="004673FD">
              <w:rPr>
                <w:i/>
                <w:iCs/>
                <w:spacing w:val="-8"/>
              </w:rPr>
              <w:t xml:space="preserve"> </w:t>
            </w:r>
            <w:r w:rsidRPr="004673FD">
              <w:rPr>
                <w:i/>
                <w:iCs/>
              </w:rPr>
              <w:t>“J-2,”</w:t>
            </w:r>
            <w:r w:rsidRPr="004673FD">
              <w:rPr>
                <w:i/>
                <w:iCs/>
                <w:spacing w:val="-9"/>
              </w:rPr>
              <w:t xml:space="preserve"> </w:t>
            </w:r>
            <w:r w:rsidRPr="004673FD">
              <w:rPr>
                <w:i/>
                <w:iCs/>
              </w:rPr>
              <w:t>“H-4,”</w:t>
            </w:r>
            <w:r w:rsidRPr="004673FD">
              <w:rPr>
                <w:i/>
                <w:iCs/>
                <w:spacing w:val="-8"/>
              </w:rPr>
              <w:t xml:space="preserve"> </w:t>
            </w:r>
            <w:r w:rsidRPr="004673FD">
              <w:rPr>
                <w:i/>
                <w:iCs/>
              </w:rPr>
              <w:t>and</w:t>
            </w:r>
            <w:bookmarkStart w:id="43" w:name="Line_13b"/>
            <w:bookmarkEnd w:id="43"/>
            <w:r>
              <w:rPr>
                <w:i/>
                <w:iCs/>
              </w:rPr>
              <w:t xml:space="preserve"> </w:t>
            </w:r>
            <w:r w:rsidRPr="004673FD">
              <w:rPr>
                <w:i/>
                <w:iCs/>
              </w:rPr>
              <w:t>“O-3”</w:t>
            </w:r>
            <w:r w:rsidRPr="004673FD">
              <w:rPr>
                <w:i/>
                <w:iCs/>
                <w:spacing w:val="-11"/>
              </w:rPr>
              <w:t xml:space="preserve"> </w:t>
            </w:r>
            <w:r w:rsidRPr="004673FD">
              <w:rPr>
                <w:i/>
                <w:iCs/>
              </w:rPr>
              <w:t>visas)</w:t>
            </w:r>
            <w:r w:rsidRPr="004673FD">
              <w:rPr>
                <w:i/>
                <w:iCs/>
                <w:spacing w:val="-9"/>
              </w:rPr>
              <w:t xml:space="preserve"> </w:t>
            </w:r>
            <w:r w:rsidRPr="004673FD">
              <w:rPr>
                <w:i/>
                <w:iCs/>
              </w:rPr>
              <w:t>are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usually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not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eligible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to</w:t>
            </w:r>
            <w:r w:rsidRPr="004673FD">
              <w:rPr>
                <w:i/>
                <w:iCs/>
                <w:spacing w:val="-48"/>
              </w:rPr>
              <w:t xml:space="preserve"> </w:t>
            </w:r>
            <w:r w:rsidRPr="004673FD">
              <w:rPr>
                <w:i/>
                <w:iCs/>
              </w:rPr>
              <w:t>claim</w:t>
            </w:r>
            <w:r w:rsidRPr="004673FD">
              <w:rPr>
                <w:i/>
                <w:iCs/>
                <w:spacing w:val="-9"/>
              </w:rPr>
              <w:t xml:space="preserve"> </w:t>
            </w:r>
            <w:r w:rsidRPr="004673FD">
              <w:rPr>
                <w:i/>
                <w:iCs/>
              </w:rPr>
              <w:t>the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same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treaty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benefits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as</w:t>
            </w:r>
            <w:r w:rsidRPr="004673FD">
              <w:rPr>
                <w:i/>
                <w:iCs/>
                <w:spacing w:val="-10"/>
              </w:rPr>
              <w:t xml:space="preserve"> </w:t>
            </w:r>
            <w:r w:rsidRPr="004673FD">
              <w:rPr>
                <w:i/>
                <w:iCs/>
              </w:rPr>
              <w:t>the</w:t>
            </w:r>
            <w:r w:rsidRPr="004673FD">
              <w:rPr>
                <w:i/>
                <w:iCs/>
                <w:spacing w:val="1"/>
              </w:rPr>
              <w:t xml:space="preserve"> </w:t>
            </w:r>
            <w:r w:rsidRPr="004673FD">
              <w:rPr>
                <w:i/>
                <w:iCs/>
              </w:rPr>
              <w:t>primary</w:t>
            </w:r>
            <w:r w:rsidRPr="004673FD">
              <w:rPr>
                <w:i/>
                <w:iCs/>
                <w:spacing w:val="-8"/>
              </w:rPr>
              <w:t xml:space="preserve"> </w:t>
            </w:r>
            <w:r w:rsidRPr="004673FD">
              <w:rPr>
                <w:i/>
                <w:iCs/>
              </w:rPr>
              <w:t>visa</w:t>
            </w:r>
            <w:r w:rsidRPr="004673FD">
              <w:rPr>
                <w:i/>
                <w:iCs/>
                <w:spacing w:val="-6"/>
              </w:rPr>
              <w:t xml:space="preserve"> </w:t>
            </w:r>
            <w:r w:rsidRPr="004673FD">
              <w:rPr>
                <w:i/>
                <w:iCs/>
              </w:rPr>
              <w:t>holder.</w:t>
            </w:r>
          </w:p>
        </w:tc>
      </w:tr>
    </w:tbl>
    <w:p w14:paraId="5544A396" w14:textId="26108D57" w:rsidR="0086154B" w:rsidRPr="0086154B" w:rsidRDefault="0086154B" w:rsidP="004673FD">
      <w:pPr>
        <w:pStyle w:val="Heading3"/>
      </w:pPr>
      <w:r w:rsidRPr="0086154B">
        <w:lastRenderedPageBreak/>
        <w:t>Line</w:t>
      </w:r>
      <w:r w:rsidRPr="0086154B">
        <w:rPr>
          <w:spacing w:val="-2"/>
        </w:rPr>
        <w:t xml:space="preserve"> </w:t>
      </w:r>
      <w:r w:rsidRPr="0086154B">
        <w:t>8</w:t>
      </w:r>
    </w:p>
    <w:p w14:paraId="45449B4A" w14:textId="77777777" w:rsidR="0086154B" w:rsidRPr="0086154B" w:rsidRDefault="0086154B" w:rsidP="004673FD">
      <w:pPr>
        <w:pStyle w:val="Body"/>
      </w:pPr>
      <w:r w:rsidRPr="0086154B">
        <w:t>In</w:t>
      </w:r>
      <w:r w:rsidRPr="0086154B">
        <w:rPr>
          <w:spacing w:val="-11"/>
        </w:rPr>
        <w:t xml:space="preserve"> </w:t>
      </w:r>
      <w:r w:rsidRPr="0086154B">
        <w:t>most</w:t>
      </w:r>
      <w:r w:rsidRPr="0086154B">
        <w:rPr>
          <w:spacing w:val="-10"/>
        </w:rPr>
        <w:t xml:space="preserve"> </w:t>
      </w:r>
      <w:r w:rsidRPr="0086154B">
        <w:t>cases,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must</w:t>
      </w:r>
      <w:r w:rsidRPr="0086154B">
        <w:rPr>
          <w:spacing w:val="-11"/>
        </w:rPr>
        <w:t xml:space="preserve"> </w:t>
      </w:r>
      <w:r w:rsidRPr="0086154B">
        <w:t>enter</w:t>
      </w:r>
      <w:r w:rsidRPr="0086154B">
        <w:rPr>
          <w:spacing w:val="-10"/>
        </w:rPr>
        <w:t xml:space="preserve"> </w:t>
      </w:r>
      <w:r w:rsidRPr="0086154B">
        <w:t>your</w:t>
      </w:r>
      <w:r w:rsidRPr="0086154B">
        <w:rPr>
          <w:spacing w:val="-11"/>
        </w:rPr>
        <w:t xml:space="preserve"> </w:t>
      </w:r>
      <w:r w:rsidRPr="0086154B">
        <w:t>date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47"/>
        </w:rPr>
        <w:t xml:space="preserve"> </w:t>
      </w:r>
      <w:r w:rsidRPr="0086154B">
        <w:t>entry into the United States that relates to</w:t>
      </w:r>
      <w:r w:rsidRPr="0086154B">
        <w:rPr>
          <w:spacing w:val="-47"/>
        </w:rPr>
        <w:t xml:space="preserve"> </w:t>
      </w:r>
      <w:r w:rsidRPr="0086154B">
        <w:t>your current nonimmigrant status. For</w:t>
      </w:r>
      <w:r w:rsidRPr="0086154B">
        <w:rPr>
          <w:spacing w:val="1"/>
        </w:rPr>
        <w:t xml:space="preserve"> </w:t>
      </w:r>
      <w:r w:rsidRPr="0086154B">
        <w:t>example, enter the date of arrival shown</w:t>
      </w:r>
      <w:r w:rsidRPr="0086154B">
        <w:rPr>
          <w:spacing w:val="1"/>
        </w:rPr>
        <w:t xml:space="preserve"> </w:t>
      </w:r>
      <w:r w:rsidRPr="0086154B">
        <w:t>on your current Immigration Form I-94,</w:t>
      </w:r>
      <w:r w:rsidRPr="0086154B">
        <w:rPr>
          <w:spacing w:val="1"/>
        </w:rPr>
        <w:t xml:space="preserve"> </w:t>
      </w:r>
      <w:r w:rsidRPr="0086154B">
        <w:t>Arrival-Departure</w:t>
      </w:r>
      <w:r w:rsidRPr="0086154B">
        <w:rPr>
          <w:spacing w:val="-8"/>
        </w:rPr>
        <w:t xml:space="preserve"> </w:t>
      </w:r>
      <w:r w:rsidRPr="0086154B">
        <w:t>Record.</w:t>
      </w:r>
    </w:p>
    <w:p w14:paraId="74065200" w14:textId="77777777" w:rsidR="0086154B" w:rsidRPr="0086154B" w:rsidRDefault="0086154B" w:rsidP="004673FD">
      <w:pPr>
        <w:pStyle w:val="Body"/>
      </w:pPr>
      <w:r w:rsidRPr="0086154B">
        <w:rPr>
          <w:rFonts w:ascii="Arial"/>
          <w:b/>
        </w:rPr>
        <w:t>Exception.</w:t>
      </w:r>
      <w:r w:rsidRPr="0086154B">
        <w:rPr>
          <w:rFonts w:ascii="Arial"/>
          <w:b/>
          <w:spacing w:val="34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10"/>
        </w:rPr>
        <w:t xml:space="preserve"> </w:t>
      </w:r>
      <w:r w:rsidRPr="0086154B">
        <w:t>claiming</w:t>
      </w:r>
      <w:r w:rsidRPr="0086154B">
        <w:rPr>
          <w:spacing w:val="-8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47"/>
        </w:rPr>
        <w:t xml:space="preserve"> </w:t>
      </w:r>
      <w:r w:rsidRPr="0086154B">
        <w:t>benefit that is determined by reference to</w:t>
      </w:r>
      <w:r w:rsidRPr="0086154B">
        <w:rPr>
          <w:spacing w:val="1"/>
        </w:rPr>
        <w:t xml:space="preserve"> </w:t>
      </w:r>
      <w:r w:rsidRPr="0086154B">
        <w:t>more than one date of arrival, enter the</w:t>
      </w:r>
      <w:r w:rsidRPr="0086154B">
        <w:rPr>
          <w:spacing w:val="1"/>
        </w:rPr>
        <w:t xml:space="preserve"> </w:t>
      </w:r>
      <w:r w:rsidRPr="0086154B">
        <w:t>earlier date of arrival. For example, you</w:t>
      </w:r>
      <w:r w:rsidRPr="0086154B">
        <w:rPr>
          <w:spacing w:val="1"/>
        </w:rPr>
        <w:t xml:space="preserve"> </w:t>
      </w:r>
      <w:r w:rsidRPr="0086154B">
        <w:t>are currently claiming treaty benefits (as a</w:t>
      </w:r>
      <w:r w:rsidRPr="0086154B">
        <w:rPr>
          <w:spacing w:val="-47"/>
        </w:rPr>
        <w:t xml:space="preserve"> </w:t>
      </w:r>
      <w:r w:rsidRPr="0086154B">
        <w:t>teacher or a researcher) under Article 15</w:t>
      </w:r>
      <w:r w:rsidRPr="0086154B">
        <w:rPr>
          <w:spacing w:val="1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9"/>
        </w:rPr>
        <w:t xml:space="preserve"> </w:t>
      </w:r>
      <w:r w:rsidRPr="0086154B">
        <w:t>between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United</w:t>
      </w:r>
      <w:r w:rsidRPr="0086154B">
        <w:rPr>
          <w:spacing w:val="-9"/>
        </w:rPr>
        <w:t xml:space="preserve"> </w:t>
      </w:r>
      <w:r w:rsidRPr="0086154B">
        <w:t>States</w:t>
      </w:r>
      <w:r w:rsidRPr="0086154B">
        <w:rPr>
          <w:spacing w:val="-47"/>
        </w:rPr>
        <w:t xml:space="preserve"> </w:t>
      </w:r>
      <w:r w:rsidRPr="0086154B">
        <w:t>and Norway. You previously claimed</w:t>
      </w:r>
      <w:r w:rsidRPr="0086154B">
        <w:rPr>
          <w:spacing w:val="1"/>
        </w:rPr>
        <w:t xml:space="preserve"> </w:t>
      </w:r>
      <w:r w:rsidRPr="0086154B">
        <w:t>treaty benefits (as a student) under Article</w:t>
      </w:r>
      <w:r w:rsidRPr="0086154B">
        <w:rPr>
          <w:spacing w:val="-47"/>
        </w:rPr>
        <w:t xml:space="preserve"> </w:t>
      </w:r>
      <w:r w:rsidRPr="0086154B">
        <w:t>16, paragraph 1, of that treaty. Under</w:t>
      </w:r>
      <w:r w:rsidRPr="0086154B">
        <w:rPr>
          <w:spacing w:val="1"/>
        </w:rPr>
        <w:t xml:space="preserve"> </w:t>
      </w:r>
      <w:r w:rsidRPr="0086154B">
        <w:t>Article 16, paragraph 4, of that treaty, the</w:t>
      </w:r>
      <w:r w:rsidRPr="0086154B">
        <w:rPr>
          <w:spacing w:val="1"/>
        </w:rPr>
        <w:t xml:space="preserve"> </w:t>
      </w:r>
      <w:r w:rsidRPr="0086154B">
        <w:t>combination of exemptions under Articles</w:t>
      </w:r>
      <w:r w:rsidRPr="0086154B">
        <w:rPr>
          <w:spacing w:val="1"/>
        </w:rPr>
        <w:t xml:space="preserve"> </w:t>
      </w:r>
      <w:r w:rsidRPr="0086154B">
        <w:t>15 and 16, paragraph 1, cannot extend</w:t>
      </w:r>
      <w:r w:rsidRPr="0086154B">
        <w:rPr>
          <w:spacing w:val="1"/>
        </w:rPr>
        <w:t xml:space="preserve"> </w:t>
      </w:r>
      <w:r w:rsidRPr="0086154B">
        <w:t>beyond 5 tax years from the date you</w:t>
      </w:r>
      <w:r w:rsidRPr="0086154B">
        <w:rPr>
          <w:spacing w:val="1"/>
        </w:rPr>
        <w:t xml:space="preserve"> </w:t>
      </w:r>
      <w:r w:rsidRPr="0086154B">
        <w:t>entered the United States. If Article 16,</w:t>
      </w:r>
      <w:r w:rsidRPr="0086154B">
        <w:rPr>
          <w:spacing w:val="1"/>
        </w:rPr>
        <w:t xml:space="preserve"> </w:t>
      </w:r>
      <w:r w:rsidRPr="0086154B">
        <w:t>paragraph 4, of that treaty applies, enter</w:t>
      </w:r>
      <w:r w:rsidRPr="0086154B">
        <w:rPr>
          <w:spacing w:val="1"/>
        </w:rPr>
        <w:t xml:space="preserve"> </w:t>
      </w:r>
      <w:r w:rsidRPr="0086154B">
        <w:t>on line 8 the date you entered the United</w:t>
      </w:r>
      <w:r w:rsidRPr="0086154B">
        <w:rPr>
          <w:spacing w:val="1"/>
        </w:rPr>
        <w:t xml:space="preserve"> </w:t>
      </w:r>
      <w:r w:rsidRPr="0086154B">
        <w:t>States</w:t>
      </w:r>
      <w:r w:rsidRPr="0086154B">
        <w:rPr>
          <w:spacing w:val="-8"/>
        </w:rPr>
        <w:t xml:space="preserve"> </w:t>
      </w:r>
      <w:r w:rsidRPr="0086154B">
        <w:t>as</w:t>
      </w:r>
      <w:r w:rsidRPr="0086154B">
        <w:rPr>
          <w:spacing w:val="-7"/>
        </w:rPr>
        <w:t xml:space="preserve"> </w:t>
      </w:r>
      <w:r w:rsidRPr="0086154B">
        <w:t>a</w:t>
      </w:r>
      <w:r w:rsidRPr="0086154B">
        <w:rPr>
          <w:spacing w:val="-7"/>
        </w:rPr>
        <w:t xml:space="preserve"> </w:t>
      </w:r>
      <w:r w:rsidRPr="0086154B">
        <w:t>student.</w:t>
      </w:r>
    </w:p>
    <w:p w14:paraId="3184CE53" w14:textId="77777777" w:rsidR="0086154B" w:rsidRPr="0086154B" w:rsidRDefault="0086154B" w:rsidP="004673FD">
      <w:pPr>
        <w:pStyle w:val="Heading3"/>
      </w:pPr>
      <w:r w:rsidRPr="0086154B">
        <w:lastRenderedPageBreak/>
        <w:t>Line</w:t>
      </w:r>
      <w:r w:rsidRPr="0086154B">
        <w:rPr>
          <w:spacing w:val="-2"/>
        </w:rPr>
        <w:t xml:space="preserve"> </w:t>
      </w:r>
      <w:r w:rsidRPr="0086154B">
        <w:t>9a</w:t>
      </w:r>
    </w:p>
    <w:p w14:paraId="4EEC1799" w14:textId="77777777" w:rsidR="0086154B" w:rsidRPr="0086154B" w:rsidRDefault="0086154B" w:rsidP="004673FD">
      <w:pPr>
        <w:pStyle w:val="Body"/>
      </w:pPr>
      <w:r w:rsidRPr="0086154B">
        <w:rPr>
          <w:w w:val="95"/>
        </w:rPr>
        <w:t>Enter</w:t>
      </w:r>
      <w:r w:rsidRPr="0086154B">
        <w:rPr>
          <w:spacing w:val="24"/>
          <w:w w:val="95"/>
        </w:rPr>
        <w:t xml:space="preserve"> </w:t>
      </w:r>
      <w:r w:rsidRPr="0086154B">
        <w:rPr>
          <w:w w:val="95"/>
        </w:rPr>
        <w:t>your</w:t>
      </w:r>
      <w:r w:rsidRPr="0086154B">
        <w:rPr>
          <w:spacing w:val="24"/>
          <w:w w:val="95"/>
        </w:rPr>
        <w:t xml:space="preserve"> </w:t>
      </w:r>
      <w:r w:rsidRPr="0086154B">
        <w:rPr>
          <w:w w:val="95"/>
        </w:rPr>
        <w:t>current</w:t>
      </w:r>
      <w:r w:rsidRPr="0086154B">
        <w:rPr>
          <w:spacing w:val="27"/>
          <w:w w:val="95"/>
        </w:rPr>
        <w:t xml:space="preserve"> </w:t>
      </w:r>
      <w:r w:rsidRPr="0086154B">
        <w:rPr>
          <w:w w:val="95"/>
        </w:rPr>
        <w:t>nonimmigrant</w:t>
      </w:r>
      <w:r w:rsidRPr="0086154B">
        <w:rPr>
          <w:spacing w:val="26"/>
          <w:w w:val="95"/>
        </w:rPr>
        <w:t xml:space="preserve"> </w:t>
      </w:r>
      <w:r w:rsidRPr="0086154B">
        <w:rPr>
          <w:w w:val="95"/>
        </w:rPr>
        <w:t>status.</w:t>
      </w:r>
      <w:r w:rsidRPr="0086154B">
        <w:rPr>
          <w:spacing w:val="-45"/>
          <w:w w:val="95"/>
        </w:rPr>
        <w:t xml:space="preserve"> </w:t>
      </w:r>
      <w:r w:rsidRPr="0086154B">
        <w:t>For example, enter your current</w:t>
      </w:r>
      <w:r w:rsidRPr="0086154B">
        <w:rPr>
          <w:spacing w:val="1"/>
        </w:rPr>
        <w:t xml:space="preserve"> </w:t>
      </w:r>
      <w:r w:rsidRPr="0086154B">
        <w:t>nonimmigrant status shown on your</w:t>
      </w:r>
      <w:r w:rsidRPr="0086154B">
        <w:rPr>
          <w:spacing w:val="1"/>
        </w:rPr>
        <w:t xml:space="preserve"> </w:t>
      </w:r>
      <w:r w:rsidRPr="0086154B">
        <w:t>current</w:t>
      </w:r>
      <w:r w:rsidRPr="0086154B">
        <w:rPr>
          <w:spacing w:val="-7"/>
        </w:rPr>
        <w:t xml:space="preserve"> </w:t>
      </w:r>
      <w:r w:rsidRPr="0086154B">
        <w:t>Immigration</w:t>
      </w:r>
      <w:r w:rsidRPr="0086154B">
        <w:rPr>
          <w:spacing w:val="-8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I-94.</w:t>
      </w:r>
    </w:p>
    <w:p w14:paraId="5252336E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2"/>
        </w:rPr>
        <w:t xml:space="preserve"> </w:t>
      </w:r>
      <w:r w:rsidRPr="0086154B">
        <w:t>9b</w:t>
      </w:r>
    </w:p>
    <w:p w14:paraId="368BDD8D" w14:textId="77777777" w:rsidR="0086154B" w:rsidRPr="0086154B" w:rsidRDefault="0086154B" w:rsidP="004673FD">
      <w:pPr>
        <w:pStyle w:val="Body"/>
      </w:pPr>
      <w:r w:rsidRPr="0086154B">
        <w:t>Enter the date your current nonimmigrant</w:t>
      </w:r>
      <w:r w:rsidRPr="0086154B">
        <w:rPr>
          <w:spacing w:val="1"/>
        </w:rPr>
        <w:t xml:space="preserve"> </w:t>
      </w:r>
      <w:r w:rsidRPr="0086154B">
        <w:t>status</w:t>
      </w:r>
      <w:r w:rsidRPr="0086154B">
        <w:rPr>
          <w:spacing w:val="-13"/>
        </w:rPr>
        <w:t xml:space="preserve"> </w:t>
      </w:r>
      <w:r w:rsidRPr="0086154B">
        <w:t>expires.</w:t>
      </w:r>
      <w:r w:rsidRPr="0086154B">
        <w:rPr>
          <w:spacing w:val="-12"/>
        </w:rPr>
        <w:t xml:space="preserve"> </w:t>
      </w:r>
      <w:r w:rsidRPr="0086154B">
        <w:t>For</w:t>
      </w:r>
      <w:r w:rsidRPr="0086154B">
        <w:rPr>
          <w:spacing w:val="-11"/>
        </w:rPr>
        <w:t xml:space="preserve"> </w:t>
      </w:r>
      <w:r w:rsidRPr="0086154B">
        <w:t>example,</w:t>
      </w:r>
      <w:r w:rsidRPr="0086154B">
        <w:rPr>
          <w:spacing w:val="-12"/>
        </w:rPr>
        <w:t xml:space="preserve"> </w:t>
      </w:r>
      <w:r w:rsidRPr="0086154B">
        <w:t>you</w:t>
      </w:r>
      <w:r w:rsidRPr="0086154B">
        <w:rPr>
          <w:spacing w:val="-12"/>
        </w:rPr>
        <w:t xml:space="preserve"> </w:t>
      </w:r>
      <w:r w:rsidRPr="0086154B">
        <w:t>can</w:t>
      </w:r>
      <w:r w:rsidRPr="0086154B">
        <w:rPr>
          <w:spacing w:val="-11"/>
        </w:rPr>
        <w:t xml:space="preserve"> </w:t>
      </w:r>
      <w:r w:rsidRPr="0086154B">
        <w:t>enter</w:t>
      </w:r>
      <w:r w:rsidRPr="0086154B">
        <w:rPr>
          <w:spacing w:val="-47"/>
        </w:rPr>
        <w:t xml:space="preserve"> </w:t>
      </w:r>
      <w:r w:rsidRPr="0086154B">
        <w:t>the date of expiration shown on your</w:t>
      </w:r>
      <w:r w:rsidRPr="0086154B">
        <w:rPr>
          <w:spacing w:val="1"/>
        </w:rPr>
        <w:t xml:space="preserve"> </w:t>
      </w:r>
      <w:r w:rsidRPr="0086154B">
        <w:t>current Immigration Form I-94. Enter “DS”</w:t>
      </w:r>
      <w:r w:rsidRPr="0086154B">
        <w:rPr>
          <w:spacing w:val="-47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line</w:t>
      </w:r>
      <w:r w:rsidRPr="0086154B">
        <w:rPr>
          <w:spacing w:val="-9"/>
        </w:rPr>
        <w:t xml:space="preserve"> </w:t>
      </w:r>
      <w:r w:rsidRPr="0086154B">
        <w:t>9b</w:t>
      </w:r>
      <w:r w:rsidRPr="0086154B">
        <w:rPr>
          <w:spacing w:val="-9"/>
        </w:rPr>
        <w:t xml:space="preserve"> </w:t>
      </w:r>
      <w:r w:rsidRPr="0086154B">
        <w:t>if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date</w:t>
      </w:r>
      <w:r w:rsidRPr="0086154B">
        <w:rPr>
          <w:spacing w:val="-9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expiration</w:t>
      </w:r>
      <w:r w:rsidRPr="0086154B">
        <w:rPr>
          <w:spacing w:val="-9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based</w:t>
      </w:r>
      <w:r w:rsidRPr="0086154B">
        <w:rPr>
          <w:spacing w:val="1"/>
        </w:rPr>
        <w:t xml:space="preserve"> </w:t>
      </w:r>
      <w:r w:rsidRPr="0086154B">
        <w:t>on</w:t>
      </w:r>
      <w:r w:rsidRPr="0086154B">
        <w:rPr>
          <w:spacing w:val="-8"/>
        </w:rPr>
        <w:t xml:space="preserve"> </w:t>
      </w:r>
      <w:r w:rsidRPr="0086154B">
        <w:t>“duration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7"/>
        </w:rPr>
        <w:t xml:space="preserve"> </w:t>
      </w:r>
      <w:r w:rsidRPr="0086154B">
        <w:t>status.”</w:t>
      </w:r>
    </w:p>
    <w:p w14:paraId="2EBF34DA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1"/>
        </w:rPr>
        <w:t xml:space="preserve"> </w:t>
      </w:r>
      <w:r w:rsidRPr="0086154B">
        <w:t>10</w:t>
      </w:r>
    </w:p>
    <w:p w14:paraId="785B65BC" w14:textId="77777777" w:rsidR="0086154B" w:rsidRPr="0086154B" w:rsidRDefault="0086154B" w:rsidP="004673FD">
      <w:pPr>
        <w:pStyle w:val="Body"/>
      </w:pPr>
      <w:r w:rsidRPr="0086154B">
        <w:t>Nonresident alien students, trainees,</w:t>
      </w:r>
      <w:r w:rsidRPr="0086154B">
        <w:rPr>
          <w:spacing w:val="1"/>
        </w:rPr>
        <w:t xml:space="preserve"> </w:t>
      </w:r>
      <w:r w:rsidRPr="0086154B">
        <w:t>professors/teachers, and researchers</w:t>
      </w:r>
      <w:r w:rsidRPr="0086154B">
        <w:rPr>
          <w:spacing w:val="1"/>
        </w:rPr>
        <w:t xml:space="preserve"> </w:t>
      </w:r>
      <w:r w:rsidRPr="0086154B">
        <w:t>using Form 8233 to claim a tax treaty</w:t>
      </w:r>
      <w:r w:rsidRPr="0086154B">
        <w:rPr>
          <w:spacing w:val="1"/>
        </w:rPr>
        <w:t xml:space="preserve"> </w:t>
      </w:r>
      <w:r w:rsidRPr="0086154B">
        <w:t>withholding</w:t>
      </w:r>
      <w:r w:rsidRPr="0086154B">
        <w:rPr>
          <w:spacing w:val="-13"/>
        </w:rPr>
        <w:t xml:space="preserve"> </w:t>
      </w:r>
      <w:r w:rsidRPr="0086154B">
        <w:t>exemption</w:t>
      </w:r>
      <w:r w:rsidRPr="0086154B">
        <w:rPr>
          <w:spacing w:val="-12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compensation</w:t>
      </w:r>
      <w:r w:rsidRPr="0086154B">
        <w:rPr>
          <w:spacing w:val="-47"/>
        </w:rPr>
        <w:t xml:space="preserve"> </w:t>
      </w:r>
      <w:r w:rsidRPr="0086154B">
        <w:t>for personal services must attach a</w:t>
      </w:r>
      <w:r w:rsidRPr="0086154B">
        <w:rPr>
          <w:spacing w:val="1"/>
        </w:rPr>
        <w:t xml:space="preserve"> </w:t>
      </w:r>
      <w:r w:rsidRPr="0086154B">
        <w:t>statement</w:t>
      </w:r>
      <w:r w:rsidRPr="0086154B">
        <w:rPr>
          <w:spacing w:val="-11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9"/>
        </w:rPr>
        <w:t xml:space="preserve"> </w:t>
      </w:r>
      <w:r w:rsidRPr="0086154B">
        <w:t>8233.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format</w:t>
      </w:r>
      <w:r w:rsidRPr="0086154B">
        <w:rPr>
          <w:spacing w:val="-10"/>
        </w:rPr>
        <w:t xml:space="preserve"> </w:t>
      </w:r>
      <w:r w:rsidRPr="0086154B">
        <w:t>and</w:t>
      </w:r>
      <w:r w:rsidRPr="0086154B">
        <w:rPr>
          <w:spacing w:val="-47"/>
        </w:rPr>
        <w:t xml:space="preserve"> </w:t>
      </w:r>
      <w:r w:rsidRPr="0086154B">
        <w:t>contents of the required statements are</w:t>
      </w:r>
      <w:r w:rsidRPr="0086154B">
        <w:rPr>
          <w:spacing w:val="1"/>
        </w:rPr>
        <w:t xml:space="preserve"> </w:t>
      </w:r>
      <w:r w:rsidRPr="0086154B">
        <w:t>shown in Appendix A and Appendix B in</w:t>
      </w:r>
      <w:r w:rsidRPr="0086154B">
        <w:rPr>
          <w:spacing w:val="-47"/>
        </w:rPr>
        <w:t xml:space="preserve"> </w:t>
      </w:r>
      <w:hyperlink r:id="rId36">
        <w:r w:rsidRPr="0086154B">
          <w:rPr>
            <w:rFonts w:ascii="Arial"/>
            <w:i/>
            <w:u w:val="single" w:color="0055A1"/>
          </w:rPr>
          <w:t>Pub.</w:t>
        </w:r>
        <w:r w:rsidRPr="0086154B">
          <w:rPr>
            <w:rFonts w:ascii="Arial"/>
            <w:i/>
            <w:spacing w:val="-8"/>
            <w:u w:val="single" w:color="0055A1"/>
          </w:rPr>
          <w:t xml:space="preserve"> </w:t>
        </w:r>
        <w:r w:rsidRPr="0086154B">
          <w:rPr>
            <w:rFonts w:ascii="Arial"/>
            <w:i/>
            <w:u w:val="single" w:color="0055A1"/>
          </w:rPr>
          <w:t>519</w:t>
        </w:r>
      </w:hyperlink>
      <w:r w:rsidRPr="0086154B">
        <w:t>.</w:t>
      </w:r>
    </w:p>
    <w:p w14:paraId="655AD5A1" w14:textId="77777777" w:rsidR="0086154B" w:rsidRPr="0086154B" w:rsidRDefault="0086154B" w:rsidP="004673FD">
      <w:pPr>
        <w:pStyle w:val="Heading2"/>
      </w:pPr>
      <w:r w:rsidRPr="0086154B">
        <w:lastRenderedPageBreak/>
        <w:t>Part</w:t>
      </w:r>
      <w:r w:rsidRPr="0086154B">
        <w:rPr>
          <w:spacing w:val="9"/>
        </w:rPr>
        <w:t xml:space="preserve"> </w:t>
      </w:r>
      <w:r w:rsidRPr="0086154B">
        <w:t>II</w:t>
      </w:r>
    </w:p>
    <w:p w14:paraId="68C276E6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3"/>
        </w:rPr>
        <w:t xml:space="preserve"> </w:t>
      </w:r>
      <w:r w:rsidRPr="0086154B">
        <w:t>11a</w:t>
      </w:r>
    </w:p>
    <w:p w14:paraId="07584799" w14:textId="77777777" w:rsidR="0086154B" w:rsidRPr="0086154B" w:rsidRDefault="0086154B" w:rsidP="004673FD">
      <w:pPr>
        <w:pStyle w:val="Body"/>
      </w:pPr>
      <w:r w:rsidRPr="0086154B">
        <w:t>For compensation for independent</w:t>
      </w:r>
      <w:r w:rsidRPr="0086154B">
        <w:rPr>
          <w:spacing w:val="1"/>
        </w:rPr>
        <w:t xml:space="preserve"> </w:t>
      </w:r>
      <w:r w:rsidRPr="0086154B">
        <w:t>personal services, examples of</w:t>
      </w:r>
      <w:r w:rsidRPr="0086154B">
        <w:rPr>
          <w:spacing w:val="1"/>
        </w:rPr>
        <w:t xml:space="preserve"> </w:t>
      </w:r>
      <w:r w:rsidRPr="0086154B">
        <w:t>acceptable descriptions to enter on this</w:t>
      </w:r>
      <w:r w:rsidRPr="0086154B">
        <w:rPr>
          <w:spacing w:val="1"/>
        </w:rPr>
        <w:t xml:space="preserve"> </w:t>
      </w:r>
      <w:r w:rsidRPr="0086154B">
        <w:t>line</w:t>
      </w:r>
      <w:r w:rsidRPr="0086154B">
        <w:rPr>
          <w:spacing w:val="-9"/>
        </w:rPr>
        <w:t xml:space="preserve"> </w:t>
      </w:r>
      <w:r w:rsidRPr="0086154B">
        <w:t>include</w:t>
      </w:r>
      <w:r w:rsidRPr="0086154B">
        <w:rPr>
          <w:spacing w:val="-8"/>
        </w:rPr>
        <w:t xml:space="preserve"> </w:t>
      </w:r>
      <w:r w:rsidRPr="0086154B">
        <w:t>“consulting</w:t>
      </w:r>
      <w:r w:rsidRPr="0086154B">
        <w:rPr>
          <w:spacing w:val="-8"/>
        </w:rPr>
        <w:t xml:space="preserve"> </w:t>
      </w:r>
      <w:r w:rsidRPr="0086154B">
        <w:t>contract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design</w:t>
      </w:r>
      <w:r w:rsidRPr="0086154B">
        <w:rPr>
          <w:spacing w:val="-47"/>
        </w:rPr>
        <w:t xml:space="preserve"> </w:t>
      </w:r>
      <w:r w:rsidRPr="0086154B">
        <w:t>software” or “give three lectures at XYZ</w:t>
      </w:r>
      <w:r w:rsidRPr="0086154B">
        <w:rPr>
          <w:spacing w:val="1"/>
        </w:rPr>
        <w:t xml:space="preserve"> </w:t>
      </w:r>
      <w:r w:rsidRPr="0086154B">
        <w:t>University.”</w:t>
      </w:r>
    </w:p>
    <w:p w14:paraId="60BF7D97" w14:textId="77777777" w:rsidR="0086154B" w:rsidRPr="0086154B" w:rsidRDefault="0086154B" w:rsidP="004673FD">
      <w:pPr>
        <w:pStyle w:val="Body"/>
      </w:pPr>
      <w:r w:rsidRPr="0086154B">
        <w:t>For compensation for dependent</w:t>
      </w:r>
      <w:r w:rsidRPr="0086154B">
        <w:rPr>
          <w:spacing w:val="1"/>
        </w:rPr>
        <w:t xml:space="preserve"> </w:t>
      </w:r>
      <w:r w:rsidRPr="0086154B">
        <w:t>personal services, acceptable</w:t>
      </w:r>
      <w:r w:rsidRPr="0086154B">
        <w:rPr>
          <w:spacing w:val="1"/>
        </w:rPr>
        <w:t xml:space="preserve"> </w:t>
      </w:r>
      <w:r w:rsidRPr="0086154B">
        <w:t>descriptions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enter</w:t>
      </w:r>
      <w:r w:rsidRPr="0086154B">
        <w:rPr>
          <w:spacing w:val="-10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this</w:t>
      </w:r>
      <w:r w:rsidRPr="0086154B">
        <w:rPr>
          <w:spacing w:val="-10"/>
        </w:rPr>
        <w:t xml:space="preserve"> </w:t>
      </w:r>
      <w:r w:rsidRPr="0086154B">
        <w:t>line</w:t>
      </w:r>
      <w:r w:rsidRPr="0086154B">
        <w:rPr>
          <w:spacing w:val="-9"/>
        </w:rPr>
        <w:t xml:space="preserve"> </w:t>
      </w:r>
      <w:r w:rsidRPr="0086154B">
        <w:t>include</w:t>
      </w:r>
      <w:r w:rsidRPr="0086154B">
        <w:rPr>
          <w:spacing w:val="-47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following</w:t>
      </w:r>
      <w:r w:rsidRPr="0086154B">
        <w:rPr>
          <w:spacing w:val="-7"/>
        </w:rPr>
        <w:t xml:space="preserve"> </w:t>
      </w:r>
      <w:r w:rsidRPr="0086154B">
        <w:t>examples.</w:t>
      </w:r>
    </w:p>
    <w:p w14:paraId="0E745F58" w14:textId="671540EF" w:rsidR="0086154B" w:rsidRPr="0086154B" w:rsidRDefault="0086154B" w:rsidP="004673FD">
      <w:pPr>
        <w:pStyle w:val="Bullets"/>
        <w:ind w:left="1440" w:hanging="1080"/>
      </w:pPr>
      <w:r w:rsidRPr="004673FD">
        <w:rPr>
          <w:position w:val="1"/>
        </w:rPr>
        <w:t>A</w:t>
      </w:r>
      <w:r w:rsidRPr="004673FD">
        <w:rPr>
          <w:spacing w:val="-11"/>
          <w:position w:val="1"/>
        </w:rPr>
        <w:t xml:space="preserve"> </w:t>
      </w:r>
      <w:r w:rsidRPr="004673FD">
        <w:rPr>
          <w:position w:val="1"/>
        </w:rPr>
        <w:t>nonresident</w:t>
      </w:r>
      <w:r w:rsidRPr="004673FD">
        <w:rPr>
          <w:spacing w:val="-9"/>
          <w:position w:val="1"/>
        </w:rPr>
        <w:t xml:space="preserve"> </w:t>
      </w:r>
      <w:r w:rsidRPr="004673FD">
        <w:rPr>
          <w:position w:val="1"/>
        </w:rPr>
        <w:t>alien</w:t>
      </w:r>
      <w:r w:rsidRPr="004673FD">
        <w:rPr>
          <w:spacing w:val="-10"/>
          <w:position w:val="1"/>
        </w:rPr>
        <w:t xml:space="preserve"> </w:t>
      </w:r>
      <w:r w:rsidRPr="004673FD">
        <w:rPr>
          <w:position w:val="1"/>
        </w:rPr>
        <w:t>student</w:t>
      </w:r>
      <w:r w:rsidRPr="004673FD">
        <w:rPr>
          <w:spacing w:val="-10"/>
          <w:position w:val="1"/>
        </w:rPr>
        <w:t xml:space="preserve"> </w:t>
      </w:r>
      <w:r w:rsidRPr="004673FD">
        <w:rPr>
          <w:position w:val="1"/>
        </w:rPr>
        <w:t>can</w:t>
      </w:r>
      <w:r w:rsidRPr="004673FD">
        <w:rPr>
          <w:spacing w:val="-10"/>
          <w:position w:val="1"/>
        </w:rPr>
        <w:t xml:space="preserve"> </w:t>
      </w:r>
      <w:r w:rsidRPr="004673FD">
        <w:rPr>
          <w:position w:val="1"/>
        </w:rPr>
        <w:t>enter</w:t>
      </w:r>
      <w:r w:rsidRPr="004673FD">
        <w:rPr>
          <w:spacing w:val="-47"/>
          <w:position w:val="1"/>
        </w:rPr>
        <w:t xml:space="preserve"> </w:t>
      </w:r>
      <w:r w:rsidRPr="0086154B">
        <w:t>“part-time</w:t>
      </w:r>
      <w:r w:rsidRPr="004673FD">
        <w:rPr>
          <w:spacing w:val="-11"/>
        </w:rPr>
        <w:t xml:space="preserve"> </w:t>
      </w:r>
      <w:r w:rsidRPr="0086154B">
        <w:t>library</w:t>
      </w:r>
      <w:r w:rsidRPr="004673FD">
        <w:rPr>
          <w:spacing w:val="-11"/>
        </w:rPr>
        <w:t xml:space="preserve"> </w:t>
      </w:r>
      <w:r w:rsidRPr="0086154B">
        <w:t>assistant,”</w:t>
      </w:r>
      <w:r w:rsidRPr="004673FD">
        <w:rPr>
          <w:spacing w:val="-11"/>
        </w:rPr>
        <w:t xml:space="preserve"> </w:t>
      </w:r>
      <w:r w:rsidRPr="0086154B">
        <w:t>“part-time</w:t>
      </w:r>
      <w:r w:rsidR="004673FD">
        <w:t xml:space="preserve"> </w:t>
      </w:r>
      <w:r w:rsidRPr="004673FD">
        <w:rPr>
          <w:spacing w:val="-1"/>
        </w:rPr>
        <w:t>on-campus</w:t>
      </w:r>
      <w:r w:rsidRPr="004673FD">
        <w:rPr>
          <w:spacing w:val="-12"/>
        </w:rPr>
        <w:t xml:space="preserve"> </w:t>
      </w:r>
      <w:r w:rsidRPr="0086154B">
        <w:t>restaurant</w:t>
      </w:r>
      <w:r w:rsidRPr="004673FD">
        <w:rPr>
          <w:spacing w:val="-10"/>
        </w:rPr>
        <w:t xml:space="preserve"> </w:t>
      </w:r>
      <w:r w:rsidRPr="0086154B">
        <w:t>worker,”</w:t>
      </w:r>
      <w:r w:rsidRPr="004673FD">
        <w:rPr>
          <w:spacing w:val="-11"/>
        </w:rPr>
        <w:t xml:space="preserve"> </w:t>
      </w:r>
      <w:r w:rsidRPr="0086154B">
        <w:t>or</w:t>
      </w:r>
      <w:r w:rsidR="004673FD">
        <w:t xml:space="preserve"> </w:t>
      </w:r>
      <w:r w:rsidRPr="0086154B">
        <w:t>“teaching one chemistry course per</w:t>
      </w:r>
      <w:r w:rsidRPr="004673FD">
        <w:rPr>
          <w:spacing w:val="1"/>
        </w:rPr>
        <w:t xml:space="preserve"> </w:t>
      </w:r>
      <w:r w:rsidRPr="004673FD">
        <w:rPr>
          <w:spacing w:val="-1"/>
        </w:rPr>
        <w:t>semester</w:t>
      </w:r>
      <w:r w:rsidRPr="004673FD">
        <w:rPr>
          <w:spacing w:val="-11"/>
        </w:rPr>
        <w:t xml:space="preserve"> </w:t>
      </w:r>
      <w:r w:rsidRPr="0086154B">
        <w:t>to</w:t>
      </w:r>
      <w:r w:rsidRPr="004673FD">
        <w:rPr>
          <w:spacing w:val="-11"/>
        </w:rPr>
        <w:t xml:space="preserve"> </w:t>
      </w:r>
      <w:r w:rsidRPr="0086154B">
        <w:t>undergraduate</w:t>
      </w:r>
      <w:r w:rsidRPr="004673FD">
        <w:rPr>
          <w:spacing w:val="-11"/>
        </w:rPr>
        <w:t xml:space="preserve"> </w:t>
      </w:r>
      <w:r w:rsidRPr="0086154B">
        <w:t>students.”</w:t>
      </w:r>
    </w:p>
    <w:p w14:paraId="217A6C4B" w14:textId="77777777" w:rsidR="0086154B" w:rsidRPr="0086154B" w:rsidRDefault="0086154B" w:rsidP="004673FD">
      <w:pPr>
        <w:pStyle w:val="Bullets"/>
        <w:ind w:left="1440" w:hanging="1080"/>
      </w:pPr>
      <w:r w:rsidRPr="0086154B">
        <w:rPr>
          <w:position w:val="1"/>
        </w:rPr>
        <w:t>A nonresident alien professor or</w:t>
      </w:r>
      <w:r w:rsidRPr="0086154B">
        <w:rPr>
          <w:spacing w:val="-47"/>
          <w:position w:val="1"/>
        </w:rPr>
        <w:t xml:space="preserve"> </w:t>
      </w:r>
      <w:r w:rsidRPr="0086154B">
        <w:t>teacher</w:t>
      </w:r>
      <w:r w:rsidRPr="0086154B">
        <w:rPr>
          <w:spacing w:val="-10"/>
        </w:rPr>
        <w:t xml:space="preserve"> </w:t>
      </w:r>
      <w:r w:rsidRPr="0086154B">
        <w:t>can</w:t>
      </w:r>
      <w:r w:rsidRPr="0086154B">
        <w:rPr>
          <w:spacing w:val="-8"/>
        </w:rPr>
        <w:t xml:space="preserve"> </w:t>
      </w:r>
      <w:r w:rsidRPr="0086154B">
        <w:t>enter</w:t>
      </w:r>
      <w:r w:rsidRPr="0086154B">
        <w:rPr>
          <w:spacing w:val="-9"/>
        </w:rPr>
        <w:t xml:space="preserve"> </w:t>
      </w:r>
      <w:r w:rsidRPr="0086154B">
        <w:t>“teaching</w:t>
      </w:r>
      <w:r w:rsidRPr="0086154B">
        <w:rPr>
          <w:spacing w:val="-9"/>
        </w:rPr>
        <w:t xml:space="preserve"> </w:t>
      </w:r>
      <w:r w:rsidRPr="0086154B">
        <w:t>at</w:t>
      </w:r>
      <w:r w:rsidRPr="0086154B">
        <w:rPr>
          <w:spacing w:val="-9"/>
        </w:rPr>
        <w:t xml:space="preserve"> </w:t>
      </w:r>
      <w:r w:rsidRPr="0086154B">
        <w:t>ABC</w:t>
      </w:r>
      <w:r w:rsidRPr="0086154B">
        <w:rPr>
          <w:spacing w:val="-47"/>
        </w:rPr>
        <w:t xml:space="preserve"> </w:t>
      </w:r>
      <w:r w:rsidRPr="0086154B">
        <w:t>University.”</w:t>
      </w:r>
    </w:p>
    <w:p w14:paraId="70992AFF" w14:textId="77777777" w:rsidR="0086154B" w:rsidRPr="0086154B" w:rsidRDefault="0086154B" w:rsidP="004673FD">
      <w:pPr>
        <w:pStyle w:val="Bullets"/>
        <w:ind w:left="1440" w:hanging="1080"/>
      </w:pPr>
      <w:r w:rsidRPr="0086154B">
        <w:rPr>
          <w:position w:val="1"/>
        </w:rPr>
        <w:t>A nonresident alien researcher can</w:t>
      </w:r>
      <w:r w:rsidRPr="0086154B">
        <w:rPr>
          <w:spacing w:val="1"/>
          <w:position w:val="1"/>
        </w:rPr>
        <w:t xml:space="preserve"> </w:t>
      </w:r>
      <w:r w:rsidRPr="0086154B">
        <w:t>enter</w:t>
      </w:r>
      <w:r w:rsidRPr="0086154B">
        <w:rPr>
          <w:spacing w:val="-10"/>
        </w:rPr>
        <w:t xml:space="preserve"> </w:t>
      </w:r>
      <w:r w:rsidRPr="0086154B">
        <w:t>“research</w:t>
      </w:r>
      <w:r w:rsidRPr="0086154B">
        <w:rPr>
          <w:spacing w:val="-10"/>
        </w:rPr>
        <w:t xml:space="preserve"> </w:t>
      </w:r>
      <w:r w:rsidRPr="0086154B">
        <w:t>at</w:t>
      </w:r>
      <w:r w:rsidRPr="0086154B">
        <w:rPr>
          <w:spacing w:val="-10"/>
        </w:rPr>
        <w:t xml:space="preserve"> </w:t>
      </w:r>
      <w:r w:rsidRPr="0086154B">
        <w:t>ABC</w:t>
      </w:r>
      <w:r w:rsidRPr="0086154B">
        <w:rPr>
          <w:spacing w:val="-10"/>
        </w:rPr>
        <w:t xml:space="preserve"> </w:t>
      </w:r>
      <w:r w:rsidRPr="0086154B">
        <w:t>University's</w:t>
      </w:r>
      <w:r w:rsidRPr="0086154B">
        <w:rPr>
          <w:spacing w:val="-10"/>
        </w:rPr>
        <w:t xml:space="preserve"> </w:t>
      </w:r>
      <w:r w:rsidRPr="0086154B">
        <w:t>school</w:t>
      </w:r>
      <w:r w:rsidRPr="0086154B">
        <w:rPr>
          <w:spacing w:val="-47"/>
        </w:rPr>
        <w:t xml:space="preserve"> </w:t>
      </w:r>
      <w:r w:rsidRPr="0086154B">
        <w:t>for</w:t>
      </w:r>
      <w:r w:rsidRPr="0086154B">
        <w:rPr>
          <w:spacing w:val="-8"/>
        </w:rPr>
        <w:t xml:space="preserve"> </w:t>
      </w:r>
      <w:r w:rsidRPr="0086154B">
        <w:t>liquid</w:t>
      </w:r>
      <w:r w:rsidRPr="0086154B">
        <w:rPr>
          <w:spacing w:val="-7"/>
        </w:rPr>
        <w:t xml:space="preserve"> </w:t>
      </w:r>
      <w:r w:rsidRPr="0086154B">
        <w:t>crystal</w:t>
      </w:r>
      <w:r w:rsidRPr="0086154B">
        <w:rPr>
          <w:spacing w:val="-6"/>
        </w:rPr>
        <w:t xml:space="preserve"> </w:t>
      </w:r>
      <w:r w:rsidRPr="0086154B">
        <w:t>research.”</w:t>
      </w:r>
    </w:p>
    <w:p w14:paraId="66D0BBB7" w14:textId="0075E2FF" w:rsidR="0086154B" w:rsidRPr="0086154B" w:rsidRDefault="0086154B" w:rsidP="004673FD">
      <w:pPr>
        <w:pStyle w:val="Bullets"/>
        <w:ind w:left="1440" w:hanging="1080"/>
      </w:pPr>
      <w:r w:rsidRPr="004673FD">
        <w:rPr>
          <w:spacing w:val="-1"/>
          <w:position w:val="1"/>
        </w:rPr>
        <w:lastRenderedPageBreak/>
        <w:t>A</w:t>
      </w:r>
      <w:r w:rsidRPr="004673FD">
        <w:rPr>
          <w:spacing w:val="-10"/>
          <w:position w:val="1"/>
        </w:rPr>
        <w:t xml:space="preserve"> </w:t>
      </w:r>
      <w:r w:rsidRPr="004673FD">
        <w:rPr>
          <w:spacing w:val="-1"/>
          <w:position w:val="1"/>
        </w:rPr>
        <w:t>nonresident</w:t>
      </w:r>
      <w:r w:rsidRPr="004673FD">
        <w:rPr>
          <w:spacing w:val="-9"/>
          <w:position w:val="1"/>
        </w:rPr>
        <w:t xml:space="preserve"> </w:t>
      </w:r>
      <w:r w:rsidRPr="004673FD">
        <w:rPr>
          <w:position w:val="1"/>
        </w:rPr>
        <w:t>alien</w:t>
      </w:r>
      <w:r w:rsidRPr="004673FD">
        <w:rPr>
          <w:spacing w:val="-10"/>
          <w:position w:val="1"/>
        </w:rPr>
        <w:t xml:space="preserve"> </w:t>
      </w:r>
      <w:r w:rsidRPr="004673FD">
        <w:rPr>
          <w:position w:val="1"/>
        </w:rPr>
        <w:t>business/vocational</w:t>
      </w:r>
      <w:r w:rsidRPr="004673FD">
        <w:rPr>
          <w:spacing w:val="-48"/>
          <w:position w:val="1"/>
        </w:rPr>
        <w:t xml:space="preserve"> </w:t>
      </w:r>
      <w:r w:rsidRPr="0086154B">
        <w:t>trainee</w:t>
      </w:r>
      <w:r w:rsidRPr="004673FD">
        <w:rPr>
          <w:spacing w:val="-11"/>
        </w:rPr>
        <w:t xml:space="preserve"> </w:t>
      </w:r>
      <w:r w:rsidRPr="0086154B">
        <w:t>can</w:t>
      </w:r>
      <w:r w:rsidRPr="004673FD">
        <w:rPr>
          <w:spacing w:val="-9"/>
        </w:rPr>
        <w:t xml:space="preserve"> </w:t>
      </w:r>
      <w:r w:rsidRPr="0086154B">
        <w:t>enter</w:t>
      </w:r>
      <w:r w:rsidRPr="004673FD">
        <w:rPr>
          <w:spacing w:val="-11"/>
        </w:rPr>
        <w:t xml:space="preserve"> </w:t>
      </w:r>
      <w:r w:rsidRPr="0086154B">
        <w:t>“neurosurgical</w:t>
      </w:r>
      <w:r w:rsidRPr="004673FD">
        <w:rPr>
          <w:spacing w:val="-10"/>
        </w:rPr>
        <w:t xml:space="preserve"> </w:t>
      </w:r>
      <w:r w:rsidRPr="0086154B">
        <w:t>residency</w:t>
      </w:r>
      <w:r w:rsidRPr="004673FD">
        <w:rPr>
          <w:spacing w:val="-48"/>
        </w:rPr>
        <w:t xml:space="preserve"> </w:t>
      </w:r>
      <w:r w:rsidRPr="0086154B">
        <w:t>at</w:t>
      </w:r>
      <w:r w:rsidRPr="004673FD">
        <w:rPr>
          <w:spacing w:val="-11"/>
        </w:rPr>
        <w:t xml:space="preserve"> </w:t>
      </w:r>
      <w:r w:rsidRPr="0086154B">
        <w:t>ABC</w:t>
      </w:r>
      <w:r w:rsidRPr="004673FD">
        <w:rPr>
          <w:spacing w:val="-10"/>
        </w:rPr>
        <w:t xml:space="preserve"> </w:t>
      </w:r>
      <w:r w:rsidRPr="0086154B">
        <w:t>Hospital”</w:t>
      </w:r>
      <w:r w:rsidRPr="004673FD">
        <w:rPr>
          <w:spacing w:val="-10"/>
        </w:rPr>
        <w:t xml:space="preserve"> </w:t>
      </w:r>
      <w:r w:rsidRPr="0086154B">
        <w:t>or</w:t>
      </w:r>
      <w:r w:rsidRPr="004673FD">
        <w:rPr>
          <w:spacing w:val="-10"/>
        </w:rPr>
        <w:t xml:space="preserve"> </w:t>
      </w:r>
      <w:r w:rsidRPr="0086154B">
        <w:t>“one-year</w:t>
      </w:r>
      <w:r w:rsidRPr="004673FD">
        <w:rPr>
          <w:spacing w:val="-10"/>
        </w:rPr>
        <w:t xml:space="preserve"> </w:t>
      </w:r>
      <w:r w:rsidRPr="0086154B">
        <w:t>internship</w:t>
      </w:r>
      <w:r w:rsidRPr="004673FD">
        <w:rPr>
          <w:spacing w:val="-11"/>
        </w:rPr>
        <w:t xml:space="preserve"> </w:t>
      </w:r>
      <w:r w:rsidRPr="0086154B">
        <w:t>in</w:t>
      </w:r>
      <w:r w:rsidRPr="004673FD">
        <w:rPr>
          <w:spacing w:val="-47"/>
        </w:rPr>
        <w:t xml:space="preserve"> </w:t>
      </w:r>
      <w:r w:rsidRPr="0086154B">
        <w:t>hydraulic</w:t>
      </w:r>
      <w:r w:rsidRPr="004673FD">
        <w:rPr>
          <w:spacing w:val="-7"/>
        </w:rPr>
        <w:t xml:space="preserve"> </w:t>
      </w:r>
      <w:r w:rsidRPr="0086154B">
        <w:t>engineering</w:t>
      </w:r>
      <w:r w:rsidRPr="004673FD">
        <w:rPr>
          <w:spacing w:val="-8"/>
        </w:rPr>
        <w:t xml:space="preserve"> </w:t>
      </w:r>
      <w:r w:rsidRPr="0086154B">
        <w:t>at</w:t>
      </w:r>
      <w:r w:rsidRPr="004673FD">
        <w:rPr>
          <w:spacing w:val="-8"/>
        </w:rPr>
        <w:t xml:space="preserve"> </w:t>
      </w:r>
      <w:r w:rsidRPr="0086154B">
        <w:t>XYZ</w:t>
      </w:r>
      <w:r w:rsidR="004673FD">
        <w:t xml:space="preserve"> </w:t>
      </w:r>
      <w:r w:rsidRPr="0086154B">
        <w:t>Corporation.”</w:t>
      </w:r>
    </w:p>
    <w:p w14:paraId="70BE4E6B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1"/>
        </w:rPr>
        <w:t xml:space="preserve"> </w:t>
      </w:r>
      <w:r w:rsidRPr="0086154B">
        <w:t>11b</w:t>
      </w:r>
    </w:p>
    <w:p w14:paraId="4FD35123" w14:textId="77777777" w:rsidR="0086154B" w:rsidRPr="0086154B" w:rsidRDefault="0086154B" w:rsidP="004673FD">
      <w:pPr>
        <w:pStyle w:val="Body"/>
      </w:pPr>
      <w:r w:rsidRPr="0086154B">
        <w:t>Enter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total</w:t>
      </w:r>
      <w:r w:rsidRPr="0086154B">
        <w:rPr>
          <w:spacing w:val="-10"/>
        </w:rPr>
        <w:t xml:space="preserve"> </w:t>
      </w:r>
      <w:r w:rsidRPr="0086154B">
        <w:t>amount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compensation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47"/>
        </w:rPr>
        <w:t xml:space="preserve"> </w:t>
      </w:r>
      <w:r w:rsidRPr="0086154B">
        <w:t>personal services you will receive from</w:t>
      </w:r>
      <w:r w:rsidRPr="0086154B">
        <w:rPr>
          <w:spacing w:val="1"/>
        </w:rPr>
        <w:t xml:space="preserve"> </w:t>
      </w:r>
      <w:r w:rsidRPr="0086154B">
        <w:t>this withholding agent during the tax year.</w:t>
      </w:r>
      <w:r w:rsidRPr="0086154B">
        <w:rPr>
          <w:spacing w:val="-47"/>
        </w:rPr>
        <w:t xml:space="preserve"> </w:t>
      </w:r>
      <w:r w:rsidRPr="0086154B">
        <w:t>Enter an estimated amount if you do not</w:t>
      </w:r>
      <w:r w:rsidRPr="0086154B">
        <w:rPr>
          <w:spacing w:val="1"/>
        </w:rPr>
        <w:t xml:space="preserve"> </w:t>
      </w:r>
      <w:r w:rsidRPr="0086154B">
        <w:t>know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7"/>
        </w:rPr>
        <w:t xml:space="preserve"> </w:t>
      </w:r>
      <w:r w:rsidRPr="0086154B">
        <w:t>exact</w:t>
      </w:r>
      <w:r w:rsidRPr="0086154B">
        <w:rPr>
          <w:spacing w:val="-8"/>
        </w:rPr>
        <w:t xml:space="preserve"> </w:t>
      </w:r>
      <w:r w:rsidRPr="0086154B">
        <w:t>amount.</w:t>
      </w:r>
    </w:p>
    <w:p w14:paraId="78DC85B3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1"/>
        </w:rPr>
        <w:t xml:space="preserve"> </w:t>
      </w:r>
      <w:r w:rsidRPr="0086154B">
        <w:t>12a</w:t>
      </w:r>
    </w:p>
    <w:p w14:paraId="3F022A00" w14:textId="77777777" w:rsidR="0086154B" w:rsidRPr="0086154B" w:rsidRDefault="0086154B" w:rsidP="004673FD">
      <w:pPr>
        <w:pStyle w:val="Body"/>
      </w:pPr>
      <w:r w:rsidRPr="0086154B">
        <w:t>Enter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specific</w:t>
      </w:r>
      <w:r w:rsidRPr="0086154B">
        <w:rPr>
          <w:spacing w:val="-9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which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basing your claim for exemption from</w:t>
      </w:r>
      <w:r w:rsidRPr="0086154B">
        <w:rPr>
          <w:spacing w:val="1"/>
        </w:rPr>
        <w:t xml:space="preserve"> </w:t>
      </w:r>
      <w:r w:rsidRPr="0086154B">
        <w:rPr>
          <w:w w:val="95"/>
        </w:rPr>
        <w:t>withholding</w:t>
      </w:r>
      <w:r w:rsidRPr="0086154B">
        <w:rPr>
          <w:spacing w:val="29"/>
          <w:w w:val="95"/>
        </w:rPr>
        <w:t xml:space="preserve"> </w:t>
      </w:r>
      <w:r w:rsidRPr="0086154B">
        <w:rPr>
          <w:w w:val="95"/>
        </w:rPr>
        <w:t>(for</w:t>
      </w:r>
      <w:r w:rsidRPr="0086154B">
        <w:rPr>
          <w:spacing w:val="30"/>
          <w:w w:val="95"/>
        </w:rPr>
        <w:t xml:space="preserve"> </w:t>
      </w:r>
      <w:r w:rsidRPr="0086154B">
        <w:rPr>
          <w:w w:val="95"/>
        </w:rPr>
        <w:t>example,</w:t>
      </w:r>
      <w:r w:rsidRPr="0086154B">
        <w:rPr>
          <w:spacing w:val="30"/>
          <w:w w:val="95"/>
        </w:rPr>
        <w:t xml:space="preserve"> </w:t>
      </w:r>
      <w:r w:rsidRPr="0086154B">
        <w:rPr>
          <w:w w:val="95"/>
        </w:rPr>
        <w:t>“U.S.–Germany</w:t>
      </w:r>
      <w:r w:rsidRPr="0086154B">
        <w:rPr>
          <w:spacing w:val="-45"/>
          <w:w w:val="95"/>
        </w:rPr>
        <w:t xml:space="preserve"> </w:t>
      </w:r>
      <w:r w:rsidRPr="0086154B">
        <w:t>tax</w:t>
      </w:r>
      <w:r w:rsidRPr="0086154B">
        <w:rPr>
          <w:spacing w:val="-11"/>
        </w:rPr>
        <w:t xml:space="preserve"> </w:t>
      </w:r>
      <w:r w:rsidRPr="0086154B">
        <w:t>treaty”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“U.S.–Belgium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treaty”).</w:t>
      </w:r>
    </w:p>
    <w:p w14:paraId="51121326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1"/>
        </w:rPr>
        <w:t xml:space="preserve"> </w:t>
      </w:r>
      <w:r w:rsidRPr="0086154B">
        <w:t>12b</w:t>
      </w:r>
    </w:p>
    <w:p w14:paraId="3D7567C8" w14:textId="77777777" w:rsidR="0086154B" w:rsidRPr="0086154B" w:rsidRDefault="0086154B" w:rsidP="004673FD">
      <w:pPr>
        <w:pStyle w:val="Body"/>
      </w:pPr>
      <w:r w:rsidRPr="0086154B">
        <w:t>Enter the specific article of the treaty</w:t>
      </w:r>
      <w:r w:rsidRPr="0086154B">
        <w:rPr>
          <w:spacing w:val="1"/>
        </w:rPr>
        <w:t xml:space="preserve"> </w:t>
      </w:r>
      <w:r w:rsidRPr="0086154B">
        <w:t>identified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line</w:t>
      </w:r>
      <w:r w:rsidRPr="0086154B">
        <w:rPr>
          <w:spacing w:val="-11"/>
        </w:rPr>
        <w:t xml:space="preserve"> </w:t>
      </w:r>
      <w:r w:rsidRPr="0086154B">
        <w:t>12a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which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basing your claim for exemption from</w:t>
      </w:r>
      <w:r w:rsidRPr="0086154B">
        <w:rPr>
          <w:spacing w:val="1"/>
        </w:rPr>
        <w:t xml:space="preserve"> </w:t>
      </w:r>
      <w:r w:rsidRPr="0086154B">
        <w:t>withholding (for example, “Article 14,</w:t>
      </w:r>
      <w:r w:rsidRPr="0086154B">
        <w:rPr>
          <w:spacing w:val="1"/>
        </w:rPr>
        <w:t xml:space="preserve"> </w:t>
      </w:r>
      <w:r w:rsidRPr="0086154B">
        <w:t>paragraph 2,” or “Article 7 (business</w:t>
      </w:r>
      <w:r w:rsidRPr="0086154B">
        <w:rPr>
          <w:spacing w:val="1"/>
        </w:rPr>
        <w:t xml:space="preserve"> </w:t>
      </w:r>
      <w:r w:rsidRPr="0086154B">
        <w:t>profits)”).</w:t>
      </w:r>
    </w:p>
    <w:p w14:paraId="5C1B285D" w14:textId="77777777" w:rsidR="0086154B" w:rsidRPr="0086154B" w:rsidRDefault="0086154B" w:rsidP="004673FD">
      <w:pPr>
        <w:pStyle w:val="Body"/>
      </w:pPr>
      <w:r w:rsidRPr="0086154B">
        <w:lastRenderedPageBreak/>
        <w:t>If you are a resident of a country that</w:t>
      </w:r>
      <w:r w:rsidRPr="0086154B">
        <w:rPr>
          <w:spacing w:val="1"/>
        </w:rPr>
        <w:t xml:space="preserve"> </w:t>
      </w:r>
      <w:r w:rsidRPr="0086154B">
        <w:t>has a services permanent establishment</w:t>
      </w:r>
      <w:r w:rsidRPr="0086154B">
        <w:rPr>
          <w:spacing w:val="1"/>
        </w:rPr>
        <w:t xml:space="preserve"> </w:t>
      </w:r>
      <w:r w:rsidRPr="0086154B">
        <w:t>provision</w:t>
      </w:r>
      <w:r w:rsidRPr="0086154B">
        <w:rPr>
          <w:spacing w:val="-10"/>
        </w:rPr>
        <w:t xml:space="preserve"> </w:t>
      </w:r>
      <w:r w:rsidRPr="0086154B">
        <w:t>in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(for</w:t>
      </w:r>
      <w:r w:rsidRPr="0086154B">
        <w:rPr>
          <w:spacing w:val="-9"/>
        </w:rPr>
        <w:t xml:space="preserve"> </w:t>
      </w:r>
      <w:r w:rsidRPr="0086154B">
        <w:t>example,</w:t>
      </w:r>
      <w:r w:rsidRPr="0086154B">
        <w:rPr>
          <w:spacing w:val="-10"/>
        </w:rPr>
        <w:t xml:space="preserve"> </w:t>
      </w:r>
      <w:r w:rsidRPr="0086154B">
        <w:t>Article</w:t>
      </w:r>
      <w:r w:rsidRPr="0086154B">
        <w:rPr>
          <w:spacing w:val="-47"/>
        </w:rPr>
        <w:t xml:space="preserve"> </w:t>
      </w:r>
      <w:r w:rsidRPr="0086154B">
        <w:t>5, paragraph 9, of the United States–</w:t>
      </w:r>
      <w:r w:rsidRPr="0086154B">
        <w:rPr>
          <w:spacing w:val="1"/>
        </w:rPr>
        <w:t xml:space="preserve"> </w:t>
      </w:r>
      <w:r w:rsidRPr="0086154B">
        <w:t>Canada</w:t>
      </w:r>
      <w:r w:rsidRPr="0086154B">
        <w:rPr>
          <w:spacing w:val="-10"/>
        </w:rPr>
        <w:t xml:space="preserve"> </w:t>
      </w:r>
      <w:r w:rsidRPr="0086154B">
        <w:t>treaty)</w:t>
      </w:r>
      <w:r w:rsidRPr="0086154B">
        <w:rPr>
          <w:spacing w:val="-10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9"/>
        </w:rPr>
        <w:t xml:space="preserve"> </w:t>
      </w:r>
      <w:r w:rsidRPr="0086154B">
        <w:t>claiming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be</w:t>
      </w:r>
      <w:r w:rsidRPr="0086154B">
        <w:rPr>
          <w:spacing w:val="-47"/>
        </w:rPr>
        <w:t xml:space="preserve"> </w:t>
      </w:r>
      <w:r w:rsidRPr="0086154B">
        <w:t>exempt</w:t>
      </w:r>
      <w:r w:rsidRPr="0086154B">
        <w:rPr>
          <w:spacing w:val="-12"/>
        </w:rPr>
        <w:t xml:space="preserve"> </w:t>
      </w:r>
      <w:r w:rsidRPr="0086154B">
        <w:t>from</w:t>
      </w:r>
      <w:r w:rsidRPr="0086154B">
        <w:rPr>
          <w:spacing w:val="-11"/>
        </w:rPr>
        <w:t xml:space="preserve"> </w:t>
      </w:r>
      <w:r w:rsidRPr="0086154B">
        <w:t>withholding</w:t>
      </w:r>
      <w:r w:rsidRPr="0086154B">
        <w:rPr>
          <w:spacing w:val="-11"/>
        </w:rPr>
        <w:t xml:space="preserve"> </w:t>
      </w:r>
      <w:r w:rsidRPr="0086154B">
        <w:t>because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not performing services for more than the</w:t>
      </w:r>
      <w:r w:rsidRPr="0086154B">
        <w:rPr>
          <w:spacing w:val="-47"/>
        </w:rPr>
        <w:t xml:space="preserve"> </w:t>
      </w:r>
      <w:r w:rsidRPr="0086154B">
        <w:t>specified period under that provision,</w:t>
      </w:r>
      <w:r w:rsidRPr="0086154B">
        <w:rPr>
          <w:spacing w:val="1"/>
        </w:rPr>
        <w:t xml:space="preserve"> </w:t>
      </w:r>
      <w:r w:rsidRPr="0086154B">
        <w:t>enter</w:t>
      </w:r>
      <w:r w:rsidRPr="0086154B">
        <w:rPr>
          <w:spacing w:val="-8"/>
        </w:rPr>
        <w:t xml:space="preserve"> </w:t>
      </w:r>
      <w:r w:rsidRPr="0086154B">
        <w:t>that</w:t>
      </w:r>
      <w:r w:rsidRPr="0086154B">
        <w:rPr>
          <w:spacing w:val="-7"/>
        </w:rPr>
        <w:t xml:space="preserve"> </w:t>
      </w:r>
      <w:r w:rsidRPr="0086154B">
        <w:t>treaty</w:t>
      </w:r>
      <w:r w:rsidRPr="0086154B">
        <w:rPr>
          <w:spacing w:val="-8"/>
        </w:rPr>
        <w:t xml:space="preserve"> </w:t>
      </w:r>
      <w:r w:rsidRPr="0086154B">
        <w:t>provision.</w:t>
      </w:r>
    </w:p>
    <w:p w14:paraId="18E86748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2"/>
        </w:rPr>
        <w:t xml:space="preserve"> </w:t>
      </w:r>
      <w:r w:rsidRPr="0086154B">
        <w:t>12c</w:t>
      </w:r>
    </w:p>
    <w:p w14:paraId="26CEF36C" w14:textId="77777777" w:rsidR="0086154B" w:rsidRPr="0086154B" w:rsidRDefault="0086154B" w:rsidP="004673FD">
      <w:pPr>
        <w:pStyle w:val="Body"/>
      </w:pPr>
      <w:r w:rsidRPr="0086154B">
        <w:t>If all income received for the services</w:t>
      </w:r>
      <w:r w:rsidRPr="0086154B">
        <w:rPr>
          <w:spacing w:val="1"/>
        </w:rPr>
        <w:t xml:space="preserve"> </w:t>
      </w:r>
      <w:r w:rsidRPr="0086154B">
        <w:t>performed to which this Form 8233</w:t>
      </w:r>
      <w:r w:rsidRPr="0086154B">
        <w:rPr>
          <w:spacing w:val="1"/>
        </w:rPr>
        <w:t xml:space="preserve"> </w:t>
      </w:r>
      <w:r w:rsidRPr="0086154B">
        <w:t>applies</w:t>
      </w:r>
      <w:r w:rsidRPr="0086154B">
        <w:rPr>
          <w:spacing w:val="-11"/>
        </w:rPr>
        <w:t xml:space="preserve"> </w:t>
      </w:r>
      <w:r w:rsidRPr="0086154B">
        <w:t>is</w:t>
      </w:r>
      <w:r w:rsidRPr="0086154B">
        <w:rPr>
          <w:spacing w:val="-10"/>
        </w:rPr>
        <w:t xml:space="preserve"> </w:t>
      </w:r>
      <w:r w:rsidRPr="0086154B">
        <w:t>exempt,</w:t>
      </w:r>
      <w:r w:rsidRPr="0086154B">
        <w:rPr>
          <w:spacing w:val="-10"/>
        </w:rPr>
        <w:t xml:space="preserve"> </w:t>
      </w:r>
      <w:r w:rsidRPr="0086154B">
        <w:t>write</w:t>
      </w:r>
      <w:r w:rsidRPr="0086154B">
        <w:rPr>
          <w:spacing w:val="-11"/>
        </w:rPr>
        <w:t xml:space="preserve"> </w:t>
      </w:r>
      <w:r w:rsidRPr="0086154B">
        <w:t>“All.”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0"/>
        </w:rPr>
        <w:t xml:space="preserve"> </w:t>
      </w:r>
      <w:r w:rsidRPr="0086154B">
        <w:t>only</w:t>
      </w:r>
      <w:r w:rsidRPr="0086154B">
        <w:rPr>
          <w:spacing w:val="-11"/>
        </w:rPr>
        <w:t xml:space="preserve"> </w:t>
      </w:r>
      <w:r w:rsidRPr="0086154B">
        <w:t>part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47"/>
        </w:rPr>
        <w:t xml:space="preserve"> </w:t>
      </w:r>
      <w:r w:rsidRPr="0086154B">
        <w:t>exempt,</w:t>
      </w:r>
      <w:r w:rsidRPr="0086154B">
        <w:rPr>
          <w:spacing w:val="-12"/>
        </w:rPr>
        <w:t xml:space="preserve"> </w:t>
      </w:r>
      <w:r w:rsidRPr="0086154B">
        <w:t>enter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2"/>
        </w:rPr>
        <w:t xml:space="preserve"> </w:t>
      </w:r>
      <w:r w:rsidRPr="0086154B">
        <w:t>exact</w:t>
      </w:r>
      <w:r w:rsidRPr="0086154B">
        <w:rPr>
          <w:spacing w:val="-11"/>
        </w:rPr>
        <w:t xml:space="preserve"> </w:t>
      </w:r>
      <w:r w:rsidRPr="0086154B">
        <w:t>dollar</w:t>
      </w:r>
      <w:r w:rsidRPr="0086154B">
        <w:rPr>
          <w:spacing w:val="-11"/>
        </w:rPr>
        <w:t xml:space="preserve"> </w:t>
      </w:r>
      <w:r w:rsidRPr="0086154B">
        <w:t>amount</w:t>
      </w:r>
      <w:r w:rsidRPr="0086154B">
        <w:rPr>
          <w:spacing w:val="-12"/>
        </w:rPr>
        <w:t xml:space="preserve"> </w:t>
      </w:r>
      <w:r w:rsidRPr="0086154B">
        <w:t>that</w:t>
      </w:r>
      <w:r w:rsidRPr="0086154B">
        <w:rPr>
          <w:spacing w:val="-47"/>
        </w:rPr>
        <w:t xml:space="preserve"> </w:t>
      </w:r>
      <w:r w:rsidRPr="0086154B">
        <w:t>is</w:t>
      </w:r>
      <w:r w:rsidRPr="0086154B">
        <w:rPr>
          <w:spacing w:val="-8"/>
        </w:rPr>
        <w:t xml:space="preserve"> </w:t>
      </w:r>
      <w:r w:rsidRPr="0086154B">
        <w:t>exempt</w:t>
      </w:r>
      <w:r w:rsidRPr="0086154B">
        <w:rPr>
          <w:spacing w:val="-8"/>
        </w:rPr>
        <w:t xml:space="preserve"> </w:t>
      </w:r>
      <w:r w:rsidRPr="0086154B">
        <w:t>from</w:t>
      </w:r>
      <w:r w:rsidRPr="0086154B">
        <w:rPr>
          <w:spacing w:val="-7"/>
        </w:rPr>
        <w:t xml:space="preserve"> </w:t>
      </w:r>
      <w:r w:rsidRPr="0086154B">
        <w:t>withholding.</w:t>
      </w:r>
    </w:p>
    <w:p w14:paraId="6C5D4DE6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-1"/>
        </w:rPr>
        <w:t xml:space="preserve"> </w:t>
      </w:r>
      <w:r w:rsidRPr="0086154B">
        <w:t>12d</w:t>
      </w:r>
    </w:p>
    <w:p w14:paraId="52825E53" w14:textId="77777777" w:rsidR="0086154B" w:rsidRPr="0086154B" w:rsidRDefault="0086154B" w:rsidP="004673FD">
      <w:pPr>
        <w:pStyle w:val="Body"/>
      </w:pPr>
      <w:r w:rsidRPr="0086154B">
        <w:t>If you are claiming a benefit under either</w:t>
      </w:r>
      <w:r w:rsidRPr="0086154B">
        <w:rPr>
          <w:spacing w:val="1"/>
        </w:rPr>
        <w:t xml:space="preserve"> </w:t>
      </w:r>
      <w:r w:rsidRPr="0086154B">
        <w:t>the income from employment/dependent</w:t>
      </w:r>
      <w:r w:rsidRPr="0086154B">
        <w:rPr>
          <w:spacing w:val="1"/>
        </w:rPr>
        <w:t xml:space="preserve"> </w:t>
      </w:r>
      <w:r w:rsidRPr="0086154B">
        <w:t>personal services article or the income</w:t>
      </w:r>
      <w:r w:rsidRPr="0086154B">
        <w:rPr>
          <w:spacing w:val="1"/>
        </w:rPr>
        <w:t xml:space="preserve"> </w:t>
      </w:r>
      <w:r w:rsidRPr="0086154B">
        <w:t>from independent services/business</w:t>
      </w:r>
      <w:r w:rsidRPr="0086154B">
        <w:rPr>
          <w:spacing w:val="1"/>
        </w:rPr>
        <w:t xml:space="preserve"> </w:t>
      </w:r>
      <w:r w:rsidRPr="0086154B">
        <w:t>profits article of the treaty, you must be a</w:t>
      </w:r>
      <w:r w:rsidRPr="0086154B">
        <w:rPr>
          <w:spacing w:val="-47"/>
        </w:rPr>
        <w:t xml:space="preserve"> </w:t>
      </w:r>
      <w:r w:rsidRPr="0086154B">
        <w:t>resident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treaty</w:t>
      </w:r>
      <w:r w:rsidRPr="0086154B">
        <w:rPr>
          <w:spacing w:val="-9"/>
        </w:rPr>
        <w:t xml:space="preserve"> </w:t>
      </w:r>
      <w:r w:rsidRPr="0086154B">
        <w:t>country.</w:t>
      </w:r>
      <w:r w:rsidRPr="0086154B">
        <w:rPr>
          <w:spacing w:val="-8"/>
        </w:rPr>
        <w:t xml:space="preserve"> </w:t>
      </w:r>
      <w:r w:rsidRPr="0086154B">
        <w:t>However,</w:t>
      </w:r>
      <w:r w:rsidRPr="0086154B">
        <w:rPr>
          <w:spacing w:val="-8"/>
        </w:rPr>
        <w:t xml:space="preserve"> </w:t>
      </w:r>
      <w:r w:rsidRPr="0086154B">
        <w:t>if</w:t>
      </w:r>
      <w:r w:rsidRPr="0086154B">
        <w:rPr>
          <w:spacing w:val="-47"/>
        </w:rPr>
        <w:t xml:space="preserve"> </w:t>
      </w:r>
      <w:r w:rsidRPr="0086154B">
        <w:t>you are claiming a benefit under the</w:t>
      </w:r>
      <w:r w:rsidRPr="0086154B">
        <w:rPr>
          <w:spacing w:val="1"/>
        </w:rPr>
        <w:t xml:space="preserve"> </w:t>
      </w:r>
      <w:r w:rsidRPr="0086154B">
        <w:t>student/trainee or teacher/researcher</w:t>
      </w:r>
      <w:r w:rsidRPr="0086154B">
        <w:rPr>
          <w:spacing w:val="1"/>
        </w:rPr>
        <w:t xml:space="preserve"> </w:t>
      </w:r>
      <w:r w:rsidRPr="0086154B">
        <w:t>article</w:t>
      </w:r>
      <w:r w:rsidRPr="0086154B">
        <w:rPr>
          <w:spacing w:val="-12"/>
        </w:rPr>
        <w:t xml:space="preserve"> </w:t>
      </w:r>
      <w:r w:rsidRPr="0086154B">
        <w:t>of</w:t>
      </w:r>
      <w:r w:rsidRPr="0086154B">
        <w:rPr>
          <w:spacing w:val="-11"/>
        </w:rPr>
        <w:t xml:space="preserve"> </w:t>
      </w:r>
      <w:r w:rsidRPr="0086154B">
        <w:t>a</w:t>
      </w:r>
      <w:r w:rsidRPr="0086154B">
        <w:rPr>
          <w:spacing w:val="-12"/>
        </w:rPr>
        <w:t xml:space="preserve"> </w:t>
      </w:r>
      <w:r w:rsidRPr="0086154B">
        <w:t>treaty,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lastRenderedPageBreak/>
        <w:t>generally</w:t>
      </w:r>
      <w:r w:rsidRPr="0086154B">
        <w:rPr>
          <w:spacing w:val="-12"/>
        </w:rPr>
        <w:t xml:space="preserve"> </w:t>
      </w:r>
      <w:r w:rsidRPr="0086154B">
        <w:t>only</w:t>
      </w:r>
      <w:r w:rsidRPr="0086154B">
        <w:rPr>
          <w:spacing w:val="-11"/>
        </w:rPr>
        <w:t xml:space="preserve"> </w:t>
      </w:r>
      <w:r w:rsidRPr="0086154B">
        <w:t>need</w:t>
      </w:r>
      <w:r w:rsidRPr="0086154B">
        <w:rPr>
          <w:spacing w:val="-47"/>
        </w:rPr>
        <w:t xml:space="preserve"> </w:t>
      </w:r>
      <w:r w:rsidRPr="0086154B">
        <w:t>to have been a resident of the treaty</w:t>
      </w:r>
      <w:r w:rsidRPr="0086154B">
        <w:rPr>
          <w:spacing w:val="1"/>
        </w:rPr>
        <w:t xml:space="preserve"> </w:t>
      </w:r>
      <w:r w:rsidRPr="0086154B">
        <w:t>country at the time of, or immediately</w:t>
      </w:r>
      <w:r w:rsidRPr="0086154B">
        <w:rPr>
          <w:spacing w:val="1"/>
        </w:rPr>
        <w:t xml:space="preserve"> </w:t>
      </w:r>
      <w:r w:rsidRPr="0086154B">
        <w:t>before,</w:t>
      </w:r>
      <w:r w:rsidRPr="0086154B">
        <w:rPr>
          <w:spacing w:val="-11"/>
        </w:rPr>
        <w:t xml:space="preserve"> </w:t>
      </w:r>
      <w:r w:rsidRPr="0086154B">
        <w:t>your</w:t>
      </w:r>
      <w:r w:rsidRPr="0086154B">
        <w:rPr>
          <w:spacing w:val="-10"/>
        </w:rPr>
        <w:t xml:space="preserve"> </w:t>
      </w:r>
      <w:r w:rsidRPr="0086154B">
        <w:t>entry</w:t>
      </w:r>
      <w:r w:rsidRPr="0086154B">
        <w:rPr>
          <w:spacing w:val="-10"/>
        </w:rPr>
        <w:t xml:space="preserve"> </w:t>
      </w:r>
      <w:r w:rsidRPr="0086154B">
        <w:t>into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United</w:t>
      </w:r>
      <w:r w:rsidRPr="0086154B">
        <w:rPr>
          <w:spacing w:val="-10"/>
        </w:rPr>
        <w:t xml:space="preserve"> </w:t>
      </w:r>
      <w:r w:rsidRPr="0086154B">
        <w:t>States.</w:t>
      </w:r>
    </w:p>
    <w:p w14:paraId="6E697409" w14:textId="77777777" w:rsidR="0086154B" w:rsidRPr="0086154B" w:rsidRDefault="0086154B" w:rsidP="004673FD">
      <w:pPr>
        <w:pStyle w:val="Heading3"/>
      </w:pPr>
      <w:r w:rsidRPr="0086154B">
        <w:t>Line</w:t>
      </w:r>
      <w:r w:rsidRPr="0086154B">
        <w:rPr>
          <w:spacing w:val="2"/>
        </w:rPr>
        <w:t xml:space="preserve"> </w:t>
      </w:r>
      <w:r w:rsidRPr="0086154B">
        <w:t>13b</w:t>
      </w:r>
    </w:p>
    <w:p w14:paraId="5E956DF6" w14:textId="77777777" w:rsidR="0086154B" w:rsidRPr="0086154B" w:rsidRDefault="0086154B" w:rsidP="004673FD">
      <w:pPr>
        <w:pStyle w:val="Body"/>
      </w:pPr>
      <w:r w:rsidRPr="0086154B">
        <w:t>Enter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specific</w:t>
      </w:r>
      <w:r w:rsidRPr="0086154B">
        <w:rPr>
          <w:spacing w:val="-9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on</w:t>
      </w:r>
      <w:r w:rsidRPr="0086154B">
        <w:rPr>
          <w:spacing w:val="-9"/>
        </w:rPr>
        <w:t xml:space="preserve"> </w:t>
      </w:r>
      <w:r w:rsidRPr="0086154B">
        <w:t>which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basing your claim for exemption from</w:t>
      </w:r>
      <w:r w:rsidRPr="0086154B">
        <w:rPr>
          <w:spacing w:val="1"/>
        </w:rPr>
        <w:t xml:space="preserve"> </w:t>
      </w:r>
      <w:r w:rsidRPr="0086154B">
        <w:rPr>
          <w:w w:val="95"/>
        </w:rPr>
        <w:t>withholding</w:t>
      </w:r>
      <w:r w:rsidRPr="0086154B">
        <w:rPr>
          <w:spacing w:val="30"/>
          <w:w w:val="95"/>
        </w:rPr>
        <w:t xml:space="preserve"> </w:t>
      </w:r>
      <w:r w:rsidRPr="0086154B">
        <w:rPr>
          <w:w w:val="95"/>
        </w:rPr>
        <w:t>(for</w:t>
      </w:r>
      <w:r w:rsidRPr="0086154B">
        <w:rPr>
          <w:spacing w:val="30"/>
          <w:w w:val="95"/>
        </w:rPr>
        <w:t xml:space="preserve"> </w:t>
      </w:r>
      <w:r w:rsidRPr="0086154B">
        <w:rPr>
          <w:w w:val="95"/>
        </w:rPr>
        <w:t>example,</w:t>
      </w:r>
      <w:r w:rsidRPr="0086154B">
        <w:rPr>
          <w:spacing w:val="30"/>
          <w:w w:val="95"/>
        </w:rPr>
        <w:t xml:space="preserve"> </w:t>
      </w:r>
      <w:r w:rsidRPr="0086154B">
        <w:rPr>
          <w:w w:val="95"/>
        </w:rPr>
        <w:t>“U.S.–Germany</w:t>
      </w:r>
      <w:r w:rsidRPr="0086154B">
        <w:rPr>
          <w:spacing w:val="-45"/>
          <w:w w:val="95"/>
        </w:rPr>
        <w:t xml:space="preserve"> </w:t>
      </w:r>
      <w:r w:rsidRPr="0086154B">
        <w:t>tax</w:t>
      </w:r>
      <w:r w:rsidRPr="0086154B">
        <w:rPr>
          <w:spacing w:val="-8"/>
        </w:rPr>
        <w:t xml:space="preserve"> </w:t>
      </w:r>
      <w:r w:rsidRPr="0086154B">
        <w:t>treaty”).</w:t>
      </w:r>
    </w:p>
    <w:p w14:paraId="462DC683" w14:textId="77777777" w:rsidR="0086154B" w:rsidRPr="0086154B" w:rsidRDefault="0086154B" w:rsidP="004673FD">
      <w:pPr>
        <w:pStyle w:val="Heading3"/>
      </w:pPr>
      <w:bookmarkStart w:id="44" w:name="Line_13c"/>
      <w:bookmarkEnd w:id="44"/>
      <w:r w:rsidRPr="0086154B">
        <w:t>Line 13c</w:t>
      </w:r>
    </w:p>
    <w:p w14:paraId="65255CFD" w14:textId="77777777" w:rsidR="0086154B" w:rsidRPr="0086154B" w:rsidRDefault="0086154B" w:rsidP="004673FD">
      <w:pPr>
        <w:pStyle w:val="Body"/>
      </w:pPr>
      <w:r w:rsidRPr="0086154B">
        <w:t>Enter the specific article of the treaty</w:t>
      </w:r>
      <w:r w:rsidRPr="0086154B">
        <w:rPr>
          <w:spacing w:val="1"/>
        </w:rPr>
        <w:t xml:space="preserve"> </w:t>
      </w:r>
      <w:r w:rsidRPr="0086154B">
        <w:t>identified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1"/>
        </w:rPr>
        <w:t xml:space="preserve"> </w:t>
      </w:r>
      <w:r w:rsidRPr="0086154B">
        <w:t>line</w:t>
      </w:r>
      <w:r w:rsidRPr="0086154B">
        <w:rPr>
          <w:spacing w:val="-10"/>
        </w:rPr>
        <w:t xml:space="preserve"> </w:t>
      </w:r>
      <w:r w:rsidRPr="0086154B">
        <w:t>13b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r w:rsidRPr="0086154B">
        <w:t>which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47"/>
        </w:rPr>
        <w:t xml:space="preserve"> </w:t>
      </w:r>
      <w:r w:rsidRPr="0086154B">
        <w:t>basing your claim for exemption from</w:t>
      </w:r>
      <w:r w:rsidRPr="0086154B">
        <w:rPr>
          <w:spacing w:val="1"/>
        </w:rPr>
        <w:t xml:space="preserve"> </w:t>
      </w:r>
      <w:r w:rsidRPr="0086154B">
        <w:t>withholding (for example, “Article 20,</w:t>
      </w:r>
      <w:r w:rsidRPr="0086154B">
        <w:rPr>
          <w:spacing w:val="1"/>
        </w:rPr>
        <w:t xml:space="preserve"> </w:t>
      </w:r>
      <w:r w:rsidRPr="0086154B">
        <w:t>paragraph</w:t>
      </w:r>
      <w:r w:rsidRPr="0086154B">
        <w:rPr>
          <w:spacing w:val="-8"/>
        </w:rPr>
        <w:t xml:space="preserve"> </w:t>
      </w:r>
      <w:r w:rsidRPr="0086154B">
        <w:t>3”).</w:t>
      </w:r>
    </w:p>
    <w:p w14:paraId="656D4819" w14:textId="77777777" w:rsidR="0086154B" w:rsidRPr="0086154B" w:rsidRDefault="0086154B" w:rsidP="004673FD">
      <w:pPr>
        <w:pStyle w:val="Heading3"/>
      </w:pPr>
      <w:bookmarkStart w:id="45" w:name="Line_14"/>
      <w:bookmarkEnd w:id="45"/>
      <w:r w:rsidRPr="0086154B">
        <w:t>Line</w:t>
      </w:r>
      <w:r w:rsidRPr="0086154B">
        <w:rPr>
          <w:spacing w:val="1"/>
        </w:rPr>
        <w:t xml:space="preserve"> </w:t>
      </w:r>
      <w:r w:rsidRPr="0086154B">
        <w:t>14</w:t>
      </w:r>
    </w:p>
    <w:p w14:paraId="2C73E064" w14:textId="77777777" w:rsidR="0086154B" w:rsidRPr="0086154B" w:rsidRDefault="0086154B" w:rsidP="004673FD">
      <w:pPr>
        <w:pStyle w:val="Body"/>
      </w:pPr>
      <w:r w:rsidRPr="0086154B">
        <w:t>Provide sufficient facts to justify the</w:t>
      </w:r>
      <w:r w:rsidRPr="0086154B">
        <w:rPr>
          <w:spacing w:val="1"/>
        </w:rPr>
        <w:t xml:space="preserve"> </w:t>
      </w:r>
      <w:r w:rsidRPr="0086154B">
        <w:t>exemption from withholding claimed on</w:t>
      </w:r>
      <w:r w:rsidRPr="0086154B">
        <w:rPr>
          <w:spacing w:val="1"/>
        </w:rPr>
        <w:t xml:space="preserve"> </w:t>
      </w:r>
      <w:r w:rsidRPr="0086154B">
        <w:t>line</w:t>
      </w:r>
      <w:r w:rsidRPr="0086154B">
        <w:rPr>
          <w:spacing w:val="-10"/>
        </w:rPr>
        <w:t xml:space="preserve"> </w:t>
      </w:r>
      <w:r w:rsidRPr="0086154B">
        <w:t>12</w:t>
      </w:r>
      <w:r w:rsidRPr="0086154B">
        <w:rPr>
          <w:spacing w:val="-10"/>
        </w:rPr>
        <w:t xml:space="preserve"> </w:t>
      </w:r>
      <w:r w:rsidRPr="0086154B">
        <w:t>and/or</w:t>
      </w:r>
      <w:r w:rsidRPr="0086154B">
        <w:rPr>
          <w:spacing w:val="-9"/>
        </w:rPr>
        <w:t xml:space="preserve"> </w:t>
      </w:r>
      <w:r w:rsidRPr="0086154B">
        <w:t>line</w:t>
      </w:r>
      <w:r w:rsidRPr="0086154B">
        <w:rPr>
          <w:spacing w:val="-10"/>
        </w:rPr>
        <w:t xml:space="preserve"> </w:t>
      </w:r>
      <w:r w:rsidRPr="0086154B">
        <w:t>13.</w:t>
      </w:r>
      <w:r w:rsidRPr="0086154B">
        <w:rPr>
          <w:spacing w:val="-10"/>
        </w:rPr>
        <w:t xml:space="preserve"> </w:t>
      </w:r>
      <w:r w:rsidRPr="0086154B">
        <w:t>Be</w:t>
      </w:r>
      <w:r w:rsidRPr="0086154B">
        <w:rPr>
          <w:spacing w:val="-9"/>
        </w:rPr>
        <w:t xml:space="preserve"> </w:t>
      </w:r>
      <w:r w:rsidRPr="0086154B">
        <w:t>sure</w:t>
      </w:r>
      <w:r w:rsidRPr="0086154B">
        <w:rPr>
          <w:spacing w:val="-10"/>
        </w:rPr>
        <w:t xml:space="preserve"> </w:t>
      </w:r>
      <w:r w:rsidRPr="0086154B">
        <w:t>you</w:t>
      </w:r>
      <w:r w:rsidRPr="0086154B">
        <w:rPr>
          <w:spacing w:val="-9"/>
        </w:rPr>
        <w:t xml:space="preserve"> </w:t>
      </w:r>
      <w:r w:rsidRPr="0086154B">
        <w:t>provide</w:t>
      </w:r>
      <w:r w:rsidRPr="0086154B">
        <w:rPr>
          <w:spacing w:val="-47"/>
        </w:rPr>
        <w:t xml:space="preserve"> </w:t>
      </w:r>
      <w:r w:rsidRPr="0086154B">
        <w:t>enough details to allow the IRS to</w:t>
      </w:r>
      <w:r w:rsidRPr="0086154B">
        <w:rPr>
          <w:spacing w:val="1"/>
        </w:rPr>
        <w:t xml:space="preserve"> </w:t>
      </w:r>
      <w:r w:rsidRPr="0086154B">
        <w:t>determine the tax treaty benefit you are</w:t>
      </w:r>
      <w:r w:rsidRPr="0086154B">
        <w:rPr>
          <w:spacing w:val="1"/>
        </w:rPr>
        <w:t xml:space="preserve"> </w:t>
      </w:r>
      <w:r w:rsidRPr="0086154B">
        <w:t>claiming.</w:t>
      </w:r>
    </w:p>
    <w:p w14:paraId="74743916" w14:textId="77777777" w:rsidR="0086154B" w:rsidRPr="0086154B" w:rsidRDefault="0086154B" w:rsidP="004673FD">
      <w:pPr>
        <w:pStyle w:val="Heading2"/>
      </w:pPr>
      <w:bookmarkStart w:id="46" w:name="Part_IV"/>
      <w:bookmarkEnd w:id="46"/>
      <w:r w:rsidRPr="0086154B">
        <w:lastRenderedPageBreak/>
        <w:t>Part IV</w:t>
      </w:r>
    </w:p>
    <w:p w14:paraId="29BEFC40" w14:textId="77777777" w:rsidR="0086154B" w:rsidRPr="0086154B" w:rsidRDefault="0086154B" w:rsidP="004673FD">
      <w:pPr>
        <w:pStyle w:val="Heading3"/>
      </w:pPr>
      <w:bookmarkStart w:id="47" w:name="Withholding_Agent's_Responsibilities"/>
      <w:bookmarkEnd w:id="47"/>
      <w:r w:rsidRPr="0086154B">
        <w:t>Withholding Agent's</w:t>
      </w:r>
      <w:r w:rsidRPr="0086154B">
        <w:rPr>
          <w:spacing w:val="-59"/>
        </w:rPr>
        <w:t xml:space="preserve"> </w:t>
      </w:r>
      <w:r w:rsidRPr="0086154B">
        <w:t>Responsibilities</w:t>
      </w:r>
    </w:p>
    <w:p w14:paraId="1EDFF573" w14:textId="77777777" w:rsidR="0086154B" w:rsidRPr="0086154B" w:rsidRDefault="0086154B" w:rsidP="004673FD">
      <w:pPr>
        <w:pStyle w:val="Body"/>
      </w:pPr>
      <w:r w:rsidRPr="0086154B">
        <w:t>When the nonresident alien individual</w:t>
      </w:r>
      <w:r w:rsidRPr="0086154B">
        <w:rPr>
          <w:spacing w:val="1"/>
        </w:rPr>
        <w:t xml:space="preserve"> </w:t>
      </w:r>
      <w:r w:rsidRPr="0086154B">
        <w:t>gives you Form 8233, review it to see if</w:t>
      </w:r>
      <w:r w:rsidRPr="0086154B">
        <w:rPr>
          <w:spacing w:val="1"/>
        </w:rPr>
        <w:t xml:space="preserve"> </w:t>
      </w:r>
      <w:r w:rsidRPr="0086154B">
        <w:t>you</w:t>
      </w:r>
      <w:r w:rsidRPr="0086154B">
        <w:rPr>
          <w:spacing w:val="-10"/>
        </w:rPr>
        <w:t xml:space="preserve"> </w:t>
      </w:r>
      <w:r w:rsidRPr="0086154B">
        <w:t>are</w:t>
      </w:r>
      <w:r w:rsidRPr="0086154B">
        <w:rPr>
          <w:spacing w:val="-10"/>
        </w:rPr>
        <w:t xml:space="preserve"> </w:t>
      </w:r>
      <w:r w:rsidRPr="0086154B">
        <w:t>satisfied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exemption</w:t>
      </w:r>
      <w:r w:rsidRPr="0086154B">
        <w:rPr>
          <w:spacing w:val="-10"/>
        </w:rPr>
        <w:t xml:space="preserve"> </w:t>
      </w:r>
      <w:r w:rsidRPr="0086154B">
        <w:t>from</w:t>
      </w:r>
      <w:r w:rsidRPr="0086154B">
        <w:rPr>
          <w:spacing w:val="1"/>
        </w:rPr>
        <w:t xml:space="preserve"> </w:t>
      </w:r>
      <w:r w:rsidRPr="0086154B">
        <w:t>withholding is warranted. If you are</w:t>
      </w:r>
      <w:r w:rsidRPr="0086154B">
        <w:rPr>
          <w:spacing w:val="1"/>
        </w:rPr>
        <w:t xml:space="preserve"> </w:t>
      </w:r>
      <w:r w:rsidRPr="0086154B">
        <w:t>satisfied, based on the facts presented,</w:t>
      </w:r>
      <w:r w:rsidRPr="0086154B">
        <w:rPr>
          <w:spacing w:val="1"/>
        </w:rPr>
        <w:t xml:space="preserve"> </w:t>
      </w:r>
      <w:r w:rsidRPr="0086154B">
        <w:t>complete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sign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certification</w:t>
      </w:r>
      <w:r w:rsidRPr="0086154B">
        <w:rPr>
          <w:spacing w:val="-8"/>
        </w:rPr>
        <w:t xml:space="preserve"> </w:t>
      </w:r>
      <w:r w:rsidRPr="0086154B">
        <w:t>in</w:t>
      </w:r>
      <w:r w:rsidRPr="0086154B">
        <w:rPr>
          <w:spacing w:val="-9"/>
        </w:rPr>
        <w:t xml:space="preserve"> </w:t>
      </w:r>
      <w:r w:rsidRPr="0086154B">
        <w:t>Part</w:t>
      </w:r>
      <w:r w:rsidRPr="0086154B">
        <w:rPr>
          <w:spacing w:val="-47"/>
        </w:rPr>
        <w:t xml:space="preserve"> </w:t>
      </w:r>
      <w:r w:rsidRPr="0086154B">
        <w:t>IV.</w:t>
      </w:r>
    </w:p>
    <w:p w14:paraId="10D7FA39" w14:textId="77777777" w:rsidR="0086154B" w:rsidRPr="0086154B" w:rsidRDefault="0086154B" w:rsidP="004673FD">
      <w:pPr>
        <w:pStyle w:val="Body"/>
      </w:pPr>
      <w:r w:rsidRPr="0086154B">
        <w:t>You will need three copies of the</w:t>
      </w:r>
      <w:r w:rsidRPr="0086154B">
        <w:rPr>
          <w:spacing w:val="1"/>
        </w:rPr>
        <w:t xml:space="preserve"> </w:t>
      </w:r>
      <w:r w:rsidRPr="0086154B">
        <w:t>completed</w:t>
      </w:r>
      <w:r w:rsidRPr="0086154B">
        <w:rPr>
          <w:spacing w:val="-7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8233.</w:t>
      </w:r>
      <w:r w:rsidRPr="0086154B">
        <w:rPr>
          <w:spacing w:val="-8"/>
        </w:rPr>
        <w:t xml:space="preserve"> </w:t>
      </w:r>
      <w:r w:rsidRPr="0086154B">
        <w:t>Each</w:t>
      </w:r>
      <w:r w:rsidRPr="0086154B">
        <w:rPr>
          <w:spacing w:val="-8"/>
        </w:rPr>
        <w:t xml:space="preserve"> </w:t>
      </w:r>
      <w:r w:rsidRPr="0086154B">
        <w:t>copy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Form</w:t>
      </w:r>
      <w:r w:rsidRPr="0086154B">
        <w:rPr>
          <w:spacing w:val="-47"/>
        </w:rPr>
        <w:t xml:space="preserve"> </w:t>
      </w:r>
      <w:r w:rsidRPr="0086154B">
        <w:t>8233 must include any attachments</w:t>
      </w:r>
      <w:r w:rsidRPr="0086154B">
        <w:rPr>
          <w:spacing w:val="1"/>
        </w:rPr>
        <w:t xml:space="preserve"> </w:t>
      </w:r>
      <w:r w:rsidRPr="0086154B">
        <w:t>submitted by the nonresident alien</w:t>
      </w:r>
      <w:r w:rsidRPr="0086154B">
        <w:rPr>
          <w:spacing w:val="1"/>
        </w:rPr>
        <w:t xml:space="preserve"> </w:t>
      </w:r>
      <w:r w:rsidRPr="0086154B">
        <w:t>individual.</w:t>
      </w:r>
      <w:r w:rsidRPr="0086154B">
        <w:rPr>
          <w:spacing w:val="-9"/>
        </w:rPr>
        <w:t xml:space="preserve"> </w:t>
      </w:r>
      <w:r w:rsidRPr="0086154B">
        <w:t>Give</w:t>
      </w:r>
      <w:r w:rsidRPr="0086154B">
        <w:rPr>
          <w:spacing w:val="-8"/>
        </w:rPr>
        <w:t xml:space="preserve"> </w:t>
      </w:r>
      <w:r w:rsidRPr="0086154B">
        <w:t>one</w:t>
      </w:r>
      <w:r w:rsidRPr="0086154B">
        <w:rPr>
          <w:spacing w:val="-9"/>
        </w:rPr>
        <w:t xml:space="preserve"> </w:t>
      </w:r>
      <w:r w:rsidRPr="0086154B">
        <w:t>copy</w:t>
      </w:r>
      <w:r w:rsidRPr="0086154B">
        <w:rPr>
          <w:spacing w:val="-7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completed</w:t>
      </w:r>
      <w:r w:rsidRPr="0086154B">
        <w:rPr>
          <w:spacing w:val="-47"/>
        </w:rPr>
        <w:t xml:space="preserve"> </w:t>
      </w:r>
      <w:r w:rsidRPr="0086154B">
        <w:t>Form 8233 to the nonresident alien</w:t>
      </w:r>
      <w:r w:rsidRPr="0086154B">
        <w:rPr>
          <w:spacing w:val="1"/>
        </w:rPr>
        <w:t xml:space="preserve"> </w:t>
      </w:r>
      <w:r w:rsidRPr="0086154B">
        <w:t>individual. Keep a copy for your records.</w:t>
      </w:r>
      <w:r w:rsidRPr="0086154B">
        <w:rPr>
          <w:spacing w:val="1"/>
        </w:rPr>
        <w:t xml:space="preserve"> </w:t>
      </w:r>
      <w:r w:rsidRPr="0086154B">
        <w:t>Within</w:t>
      </w:r>
      <w:r w:rsidRPr="0086154B">
        <w:rPr>
          <w:spacing w:val="-10"/>
        </w:rPr>
        <w:t xml:space="preserve"> </w:t>
      </w:r>
      <w:r w:rsidRPr="0086154B">
        <w:t>5</w:t>
      </w:r>
      <w:r w:rsidRPr="0086154B">
        <w:rPr>
          <w:spacing w:val="-9"/>
        </w:rPr>
        <w:t xml:space="preserve"> </w:t>
      </w:r>
      <w:r w:rsidRPr="0086154B">
        <w:t>days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your</w:t>
      </w:r>
      <w:r w:rsidRPr="0086154B">
        <w:rPr>
          <w:spacing w:val="-10"/>
        </w:rPr>
        <w:t xml:space="preserve"> </w:t>
      </w:r>
      <w:r w:rsidRPr="0086154B">
        <w:t>acceptance,</w:t>
      </w:r>
      <w:r w:rsidRPr="0086154B">
        <w:rPr>
          <w:spacing w:val="-9"/>
        </w:rPr>
        <w:t xml:space="preserve"> </w:t>
      </w:r>
      <w:r w:rsidRPr="0086154B">
        <w:t>forward</w:t>
      </w:r>
      <w:r w:rsidRPr="0086154B">
        <w:rPr>
          <w:spacing w:val="1"/>
        </w:rPr>
        <w:t xml:space="preserve"> </w:t>
      </w:r>
      <w:r w:rsidRPr="0086154B">
        <w:t>one</w:t>
      </w:r>
      <w:r w:rsidRPr="0086154B">
        <w:rPr>
          <w:spacing w:val="-7"/>
        </w:rPr>
        <w:t xml:space="preserve"> </w:t>
      </w:r>
      <w:r w:rsidRPr="0086154B">
        <w:t>copy</w:t>
      </w:r>
      <w:r w:rsidRPr="0086154B">
        <w:rPr>
          <w:spacing w:val="-6"/>
        </w:rPr>
        <w:t xml:space="preserve"> </w:t>
      </w:r>
      <w:r w:rsidRPr="0086154B">
        <w:t>to:</w:t>
      </w:r>
    </w:p>
    <w:p w14:paraId="48A70E16" w14:textId="75D00BED" w:rsidR="0086154B" w:rsidRPr="0086154B" w:rsidRDefault="0086154B" w:rsidP="00844395">
      <w:pPr>
        <w:pStyle w:val="Bullets"/>
        <w:numPr>
          <w:ilvl w:val="0"/>
          <w:numId w:val="0"/>
        </w:numPr>
        <w:spacing w:before="0" w:after="0"/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58"/>
        <w:gridCol w:w="6492"/>
      </w:tblGrid>
      <w:tr w:rsidR="00844395" w:rsidRPr="0017695F" w14:paraId="7434EF34" w14:textId="77777777" w:rsidTr="00844395">
        <w:trPr>
          <w:trHeight w:val="2780"/>
        </w:trPr>
        <w:tc>
          <w:tcPr>
            <w:tcW w:w="2858" w:type="dxa"/>
          </w:tcPr>
          <w:p w14:paraId="12D35BC0" w14:textId="77777777" w:rsidR="00844395" w:rsidRDefault="00844395" w:rsidP="008C15B3">
            <w:pPr>
              <w:pStyle w:val="Body"/>
            </w:pPr>
          </w:p>
          <w:p w14:paraId="51737F75" w14:textId="77777777" w:rsidR="00844395" w:rsidRPr="0017695F" w:rsidRDefault="00844395" w:rsidP="008C15B3">
            <w:pPr>
              <w:pStyle w:val="Body"/>
            </w:pPr>
            <w:r w:rsidRPr="00B550AE">
              <w:rPr>
                <w:rFonts w:cs="Helvetica"/>
                <w:b/>
                <w:noProof/>
              </w:rPr>
              <w:drawing>
                <wp:inline distT="0" distB="0" distL="0" distR="0" wp14:anchorId="2DC98D03" wp14:editId="28336DF4">
                  <wp:extent cx="829546" cy="829546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160" cy="83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2" w:type="dxa"/>
            <w:vAlign w:val="center"/>
          </w:tcPr>
          <w:p w14:paraId="49667FEE" w14:textId="77777777" w:rsidR="00844395" w:rsidRPr="00844395" w:rsidRDefault="00844395" w:rsidP="00844395">
            <w:pPr>
              <w:pStyle w:val="Bullets"/>
              <w:numPr>
                <w:ilvl w:val="0"/>
                <w:numId w:val="0"/>
              </w:numPr>
              <w:ind w:left="720"/>
              <w:rPr>
                <w:sz w:val="36"/>
                <w:szCs w:val="36"/>
              </w:rPr>
            </w:pPr>
            <w:r w:rsidRPr="00844395">
              <w:rPr>
                <w:sz w:val="36"/>
                <w:szCs w:val="36"/>
              </w:rPr>
              <w:t xml:space="preserve">Department of the Treasury </w:t>
            </w:r>
          </w:p>
          <w:p w14:paraId="7C46989C" w14:textId="77777777" w:rsidR="00844395" w:rsidRPr="00844395" w:rsidRDefault="00844395" w:rsidP="00844395">
            <w:pPr>
              <w:pStyle w:val="Bullets"/>
              <w:numPr>
                <w:ilvl w:val="0"/>
                <w:numId w:val="0"/>
              </w:numPr>
              <w:ind w:left="720"/>
              <w:rPr>
                <w:sz w:val="36"/>
                <w:szCs w:val="36"/>
              </w:rPr>
            </w:pPr>
            <w:r w:rsidRPr="00844395">
              <w:rPr>
                <w:sz w:val="36"/>
                <w:szCs w:val="36"/>
              </w:rPr>
              <w:t xml:space="preserve">Internal Revenue Service </w:t>
            </w:r>
            <w:bookmarkStart w:id="48" w:name="Signature"/>
            <w:bookmarkEnd w:id="48"/>
          </w:p>
          <w:p w14:paraId="56ED99DF" w14:textId="3B599FFE" w:rsidR="00844395" w:rsidRPr="0017695F" w:rsidRDefault="00844395" w:rsidP="00844395">
            <w:pPr>
              <w:pStyle w:val="Bullets"/>
              <w:numPr>
                <w:ilvl w:val="0"/>
                <w:numId w:val="0"/>
              </w:numPr>
              <w:ind w:left="720"/>
              <w:rPr>
                <w:sz w:val="44"/>
              </w:rPr>
            </w:pPr>
            <w:r w:rsidRPr="00844395">
              <w:rPr>
                <w:sz w:val="36"/>
                <w:szCs w:val="36"/>
              </w:rPr>
              <w:t>Philadelphia, PA 19255-0725</w:t>
            </w:r>
          </w:p>
        </w:tc>
      </w:tr>
    </w:tbl>
    <w:p w14:paraId="3701EAAA" w14:textId="77777777" w:rsidR="00844395" w:rsidRDefault="00844395" w:rsidP="0086154B">
      <w:pPr>
        <w:pStyle w:val="BodyText"/>
        <w:spacing w:line="276" w:lineRule="auto"/>
        <w:ind w:left="755" w:right="212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7"/>
        <w:gridCol w:w="6503"/>
      </w:tblGrid>
      <w:tr w:rsidR="00844395" w:rsidRPr="0017695F" w14:paraId="16C93EF7" w14:textId="77777777" w:rsidTr="008C15B3">
        <w:trPr>
          <w:trHeight w:val="2780"/>
        </w:trPr>
        <w:tc>
          <w:tcPr>
            <w:tcW w:w="2898" w:type="dxa"/>
          </w:tcPr>
          <w:p w14:paraId="6BABE1CA" w14:textId="77777777" w:rsidR="00844395" w:rsidRDefault="00844395" w:rsidP="008C15B3">
            <w:pPr>
              <w:pStyle w:val="Body"/>
            </w:pPr>
          </w:p>
          <w:p w14:paraId="3C01E597" w14:textId="77777777" w:rsidR="00844395" w:rsidRPr="0017695F" w:rsidRDefault="00844395" w:rsidP="008C15B3">
            <w:pPr>
              <w:pStyle w:val="Body"/>
            </w:pPr>
            <w:r w:rsidRPr="000B1F42">
              <w:drawing>
                <wp:inline distT="0" distB="0" distL="0" distR="0" wp14:anchorId="41813A0F" wp14:editId="159D315C">
                  <wp:extent cx="891690" cy="882547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377" cy="890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8" w:type="dxa"/>
            <w:vAlign w:val="center"/>
          </w:tcPr>
          <w:p w14:paraId="0CD4B486" w14:textId="77777777" w:rsidR="00844395" w:rsidRPr="0086154B" w:rsidRDefault="00844395" w:rsidP="00844395">
            <w:pPr>
              <w:pStyle w:val="Bullets"/>
              <w:numPr>
                <w:ilvl w:val="0"/>
                <w:numId w:val="0"/>
              </w:numPr>
              <w:ind w:left="720"/>
            </w:pPr>
            <w:r w:rsidRPr="0086154B">
              <w:t xml:space="preserve">You can also fax </w:t>
            </w:r>
            <w:proofErr w:type="gramStart"/>
            <w:r w:rsidRPr="0086154B">
              <w:t>Form</w:t>
            </w:r>
            <w:proofErr w:type="gramEnd"/>
            <w:r w:rsidRPr="0086154B">
              <w:t xml:space="preserve"> 8233 to</w:t>
            </w:r>
            <w:r w:rsidRPr="0086154B">
              <w:rPr>
                <w:spacing w:val="1"/>
              </w:rPr>
              <w:t xml:space="preserve"> </w:t>
            </w:r>
            <w:r w:rsidRPr="0086154B">
              <w:t>877-824-9781</w:t>
            </w:r>
            <w:r w:rsidRPr="0086154B">
              <w:rPr>
                <w:spacing w:val="-10"/>
              </w:rPr>
              <w:t xml:space="preserve"> </w:t>
            </w:r>
            <w:r w:rsidRPr="0086154B">
              <w:t>or</w:t>
            </w:r>
            <w:r w:rsidRPr="0086154B">
              <w:rPr>
                <w:spacing w:val="-10"/>
              </w:rPr>
              <w:t xml:space="preserve"> </w:t>
            </w:r>
            <w:r w:rsidRPr="0086154B">
              <w:t>267-466-1365.</w:t>
            </w:r>
          </w:p>
          <w:p w14:paraId="2FD19837" w14:textId="28C08AC9" w:rsidR="00844395" w:rsidRPr="00844395" w:rsidRDefault="00844395" w:rsidP="00844395">
            <w:pPr>
              <w:pStyle w:val="Bullets"/>
              <w:numPr>
                <w:ilvl w:val="0"/>
                <w:numId w:val="0"/>
              </w:numPr>
              <w:ind w:left="720"/>
            </w:pPr>
            <w:r w:rsidRPr="0086154B">
              <w:t>You</w:t>
            </w:r>
            <w:r w:rsidRPr="0086154B">
              <w:rPr>
                <w:spacing w:val="-10"/>
              </w:rPr>
              <w:t xml:space="preserve"> </w:t>
            </w:r>
            <w:r w:rsidRPr="0086154B">
              <w:t>are</w:t>
            </w:r>
            <w:r w:rsidRPr="0086154B">
              <w:rPr>
                <w:spacing w:val="-10"/>
              </w:rPr>
              <w:t xml:space="preserve"> </w:t>
            </w:r>
            <w:r w:rsidRPr="0086154B">
              <w:t>limited</w:t>
            </w:r>
            <w:r w:rsidRPr="0086154B">
              <w:rPr>
                <w:spacing w:val="-10"/>
              </w:rPr>
              <w:t xml:space="preserve"> </w:t>
            </w:r>
            <w:r w:rsidRPr="0086154B">
              <w:t>to</w:t>
            </w:r>
            <w:r w:rsidRPr="0086154B">
              <w:rPr>
                <w:spacing w:val="-10"/>
              </w:rPr>
              <w:t xml:space="preserve"> </w:t>
            </w:r>
            <w:r w:rsidRPr="0086154B">
              <w:t>100</w:t>
            </w:r>
            <w:r w:rsidRPr="0086154B">
              <w:rPr>
                <w:spacing w:val="-10"/>
              </w:rPr>
              <w:t xml:space="preserve"> </w:t>
            </w:r>
            <w:r w:rsidRPr="0086154B">
              <w:t>pages</w:t>
            </w:r>
            <w:r w:rsidRPr="0086154B">
              <w:rPr>
                <w:spacing w:val="-11"/>
              </w:rPr>
              <w:t xml:space="preserve"> </w:t>
            </w:r>
            <w:r w:rsidRPr="0086154B">
              <w:t>at</w:t>
            </w:r>
            <w:r w:rsidRPr="0086154B">
              <w:rPr>
                <w:spacing w:val="-47"/>
              </w:rPr>
              <w:t xml:space="preserve"> </w:t>
            </w:r>
            <w:r w:rsidRPr="0086154B">
              <w:t>one</w:t>
            </w:r>
            <w:r w:rsidRPr="0086154B">
              <w:rPr>
                <w:spacing w:val="-8"/>
              </w:rPr>
              <w:t xml:space="preserve"> </w:t>
            </w:r>
            <w:r w:rsidRPr="0086154B">
              <w:t>time.</w:t>
            </w:r>
          </w:p>
        </w:tc>
      </w:tr>
    </w:tbl>
    <w:p w14:paraId="7403DFBC" w14:textId="77777777" w:rsidR="0086154B" w:rsidRPr="0086154B" w:rsidRDefault="0086154B" w:rsidP="00844395">
      <w:pPr>
        <w:pStyle w:val="Body"/>
      </w:pPr>
      <w:bookmarkStart w:id="49" w:name="Privacy_Act_and_Paperwork_Reduction_Act_"/>
      <w:bookmarkEnd w:id="49"/>
      <w:r w:rsidRPr="0086154B">
        <w:t>The exemption from withholding is</w:t>
      </w:r>
      <w:r w:rsidRPr="0086154B">
        <w:rPr>
          <w:spacing w:val="1"/>
        </w:rPr>
        <w:t xml:space="preserve"> </w:t>
      </w:r>
      <w:r w:rsidRPr="0086154B">
        <w:t>effective</w:t>
      </w:r>
      <w:r w:rsidRPr="0086154B">
        <w:rPr>
          <w:spacing w:val="-11"/>
        </w:rPr>
        <w:t xml:space="preserve"> </w:t>
      </w:r>
      <w:r w:rsidRPr="0086154B">
        <w:t>for</w:t>
      </w:r>
      <w:r w:rsidRPr="0086154B">
        <w:rPr>
          <w:spacing w:val="-10"/>
        </w:rPr>
        <w:t xml:space="preserve"> </w:t>
      </w:r>
      <w:r w:rsidRPr="0086154B">
        <w:t>payments</w:t>
      </w:r>
      <w:r w:rsidRPr="0086154B">
        <w:rPr>
          <w:spacing w:val="-10"/>
        </w:rPr>
        <w:t xml:space="preserve"> </w:t>
      </w:r>
      <w:r w:rsidRPr="0086154B">
        <w:t>made</w:t>
      </w:r>
      <w:r w:rsidRPr="0086154B">
        <w:rPr>
          <w:spacing w:val="-10"/>
        </w:rPr>
        <w:t xml:space="preserve"> </w:t>
      </w:r>
      <w:r w:rsidRPr="0086154B">
        <w:t>retroactive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47"/>
        </w:rPr>
        <w:t xml:space="preserve"> </w:t>
      </w:r>
      <w:r w:rsidRPr="0086154B">
        <w:t>the date of the first payment covered by</w:t>
      </w:r>
      <w:r w:rsidRPr="0086154B">
        <w:rPr>
          <w:spacing w:val="1"/>
        </w:rPr>
        <w:t xml:space="preserve"> </w:t>
      </w:r>
      <w:r w:rsidRPr="0086154B">
        <w:t>Form 8233, even though you must wait at</w:t>
      </w:r>
      <w:r w:rsidRPr="0086154B">
        <w:rPr>
          <w:spacing w:val="-47"/>
        </w:rPr>
        <w:t xml:space="preserve"> </w:t>
      </w:r>
      <w:r w:rsidRPr="0086154B">
        <w:t>least 10 days after you have properly</w:t>
      </w:r>
      <w:r w:rsidRPr="0086154B">
        <w:rPr>
          <w:spacing w:val="1"/>
        </w:rPr>
        <w:t xml:space="preserve"> </w:t>
      </w:r>
      <w:r w:rsidRPr="0086154B">
        <w:t>mailed Form 8233 to the IRS to see</w:t>
      </w:r>
      <w:r w:rsidRPr="0086154B">
        <w:rPr>
          <w:spacing w:val="1"/>
        </w:rPr>
        <w:t xml:space="preserve"> </w:t>
      </w:r>
      <w:r w:rsidRPr="0086154B">
        <w:t>whether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IRS</w:t>
      </w:r>
      <w:r w:rsidRPr="0086154B">
        <w:rPr>
          <w:spacing w:val="-10"/>
        </w:rPr>
        <w:t xml:space="preserve"> </w:t>
      </w:r>
      <w:r w:rsidRPr="0086154B">
        <w:t>has</w:t>
      </w:r>
      <w:r w:rsidRPr="0086154B">
        <w:rPr>
          <w:spacing w:val="-10"/>
        </w:rPr>
        <w:t xml:space="preserve"> </w:t>
      </w:r>
      <w:r w:rsidRPr="0086154B">
        <w:t>any</w:t>
      </w:r>
      <w:r w:rsidRPr="0086154B">
        <w:rPr>
          <w:spacing w:val="-10"/>
        </w:rPr>
        <w:t xml:space="preserve"> </w:t>
      </w:r>
      <w:r w:rsidRPr="0086154B">
        <w:t>objections</w:t>
      </w:r>
      <w:r w:rsidRPr="0086154B">
        <w:rPr>
          <w:spacing w:val="-11"/>
        </w:rPr>
        <w:t xml:space="preserve"> </w:t>
      </w:r>
      <w:r w:rsidRPr="0086154B">
        <w:t>to</w:t>
      </w:r>
      <w:r w:rsidRPr="0086154B">
        <w:rPr>
          <w:spacing w:val="-11"/>
        </w:rPr>
        <w:t xml:space="preserve"> </w:t>
      </w:r>
      <w:r w:rsidRPr="0086154B">
        <w:t>the</w:t>
      </w:r>
      <w:r w:rsidRPr="0086154B">
        <w:rPr>
          <w:spacing w:val="1"/>
        </w:rPr>
        <w:t xml:space="preserve"> </w:t>
      </w:r>
      <w:r w:rsidRPr="0086154B">
        <w:t>Form</w:t>
      </w:r>
      <w:r w:rsidRPr="0086154B">
        <w:rPr>
          <w:spacing w:val="-7"/>
        </w:rPr>
        <w:t xml:space="preserve"> </w:t>
      </w:r>
      <w:r w:rsidRPr="0086154B">
        <w:t>8233.</w:t>
      </w:r>
    </w:p>
    <w:p w14:paraId="53AB2336" w14:textId="77777777" w:rsidR="0086154B" w:rsidRPr="0086154B" w:rsidRDefault="0086154B" w:rsidP="00844395">
      <w:pPr>
        <w:pStyle w:val="Body"/>
      </w:pPr>
      <w:r w:rsidRPr="0086154B">
        <w:t>You must not accept Form 8233, and</w:t>
      </w:r>
      <w:r w:rsidRPr="0086154B">
        <w:rPr>
          <w:spacing w:val="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must</w:t>
      </w:r>
      <w:r w:rsidRPr="0086154B">
        <w:rPr>
          <w:spacing w:val="-11"/>
        </w:rPr>
        <w:t xml:space="preserve"> </w:t>
      </w:r>
      <w:r w:rsidRPr="0086154B">
        <w:t>withhold,</w:t>
      </w:r>
      <w:r w:rsidRPr="0086154B">
        <w:rPr>
          <w:spacing w:val="-10"/>
        </w:rPr>
        <w:t xml:space="preserve"> </w:t>
      </w:r>
      <w:r w:rsidRPr="0086154B">
        <w:t>if</w:t>
      </w:r>
      <w:r w:rsidRPr="0086154B">
        <w:rPr>
          <w:spacing w:val="-11"/>
        </w:rPr>
        <w:t xml:space="preserve"> </w:t>
      </w:r>
      <w:r w:rsidRPr="0086154B">
        <w:t>either</w:t>
      </w:r>
      <w:r w:rsidRPr="0086154B">
        <w:rPr>
          <w:spacing w:val="-11"/>
        </w:rPr>
        <w:t xml:space="preserve"> </w:t>
      </w:r>
      <w:r w:rsidRPr="0086154B">
        <w:t>of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1"/>
        </w:rPr>
        <w:t xml:space="preserve"> </w:t>
      </w:r>
      <w:r w:rsidRPr="0086154B">
        <w:t>following</w:t>
      </w:r>
      <w:r w:rsidRPr="0086154B">
        <w:rPr>
          <w:spacing w:val="-47"/>
        </w:rPr>
        <w:t xml:space="preserve"> </w:t>
      </w:r>
      <w:r w:rsidRPr="0086154B">
        <w:t>applies.</w:t>
      </w:r>
    </w:p>
    <w:p w14:paraId="7C08FABB" w14:textId="332EF74D" w:rsidR="00844395" w:rsidRPr="0086154B" w:rsidRDefault="0086154B" w:rsidP="00844395">
      <w:pPr>
        <w:pStyle w:val="Bullets"/>
      </w:pPr>
      <w:r w:rsidRPr="0086154B">
        <w:t>You</w:t>
      </w:r>
      <w:r w:rsidRPr="0086154B">
        <w:rPr>
          <w:spacing w:val="-9"/>
        </w:rPr>
        <w:t xml:space="preserve"> </w:t>
      </w:r>
      <w:r w:rsidRPr="0086154B">
        <w:t>know,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have</w:t>
      </w:r>
      <w:r w:rsidRPr="0086154B">
        <w:rPr>
          <w:spacing w:val="-7"/>
        </w:rPr>
        <w:t xml:space="preserve"> </w:t>
      </w:r>
      <w:r w:rsidRPr="0086154B">
        <w:t>reason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know,</w:t>
      </w:r>
      <w:r w:rsidRPr="0086154B">
        <w:rPr>
          <w:spacing w:val="-8"/>
        </w:rPr>
        <w:t xml:space="preserve"> </w:t>
      </w:r>
      <w:r w:rsidRPr="0086154B">
        <w:t>that</w:t>
      </w:r>
      <w:r w:rsidR="00844395" w:rsidRPr="00844395">
        <w:t xml:space="preserve"> </w:t>
      </w:r>
      <w:r w:rsidR="00844395" w:rsidRPr="0086154B">
        <w:t>any</w:t>
      </w:r>
      <w:r w:rsidR="00844395" w:rsidRPr="0086154B">
        <w:rPr>
          <w:spacing w:val="-10"/>
        </w:rPr>
        <w:t xml:space="preserve"> </w:t>
      </w:r>
      <w:r w:rsidR="00844395" w:rsidRPr="0086154B">
        <w:t>of</w:t>
      </w:r>
      <w:r w:rsidR="00844395" w:rsidRPr="0086154B">
        <w:rPr>
          <w:spacing w:val="-9"/>
        </w:rPr>
        <w:t xml:space="preserve"> </w:t>
      </w:r>
      <w:r w:rsidR="00844395" w:rsidRPr="0086154B">
        <w:t>the</w:t>
      </w:r>
      <w:r w:rsidR="00844395" w:rsidRPr="0086154B">
        <w:rPr>
          <w:spacing w:val="-9"/>
        </w:rPr>
        <w:t xml:space="preserve"> </w:t>
      </w:r>
      <w:r w:rsidR="00844395" w:rsidRPr="0086154B">
        <w:t>facts</w:t>
      </w:r>
      <w:r w:rsidR="00844395" w:rsidRPr="0086154B">
        <w:rPr>
          <w:spacing w:val="-9"/>
        </w:rPr>
        <w:t xml:space="preserve"> </w:t>
      </w:r>
      <w:r w:rsidR="00844395" w:rsidRPr="0086154B">
        <w:t>or</w:t>
      </w:r>
      <w:r w:rsidR="00844395" w:rsidRPr="0086154B">
        <w:rPr>
          <w:spacing w:val="-10"/>
        </w:rPr>
        <w:t xml:space="preserve"> </w:t>
      </w:r>
      <w:r w:rsidR="00844395" w:rsidRPr="0086154B">
        <w:t>statements</w:t>
      </w:r>
      <w:r w:rsidR="00844395" w:rsidRPr="0086154B">
        <w:rPr>
          <w:spacing w:val="-9"/>
        </w:rPr>
        <w:t xml:space="preserve"> </w:t>
      </w:r>
      <w:r w:rsidR="00844395" w:rsidRPr="0086154B">
        <w:t>on</w:t>
      </w:r>
      <w:r w:rsidR="00844395" w:rsidRPr="0086154B">
        <w:rPr>
          <w:spacing w:val="-9"/>
        </w:rPr>
        <w:t xml:space="preserve"> </w:t>
      </w:r>
      <w:r w:rsidR="00844395" w:rsidRPr="0086154B">
        <w:t>Form</w:t>
      </w:r>
      <w:r w:rsidR="00844395" w:rsidRPr="0086154B">
        <w:rPr>
          <w:spacing w:val="-47"/>
        </w:rPr>
        <w:t xml:space="preserve"> </w:t>
      </w:r>
      <w:r w:rsidR="00844395" w:rsidRPr="0086154B">
        <w:t>8233</w:t>
      </w:r>
      <w:r w:rsidR="00844395" w:rsidRPr="0086154B">
        <w:rPr>
          <w:spacing w:val="-8"/>
        </w:rPr>
        <w:t xml:space="preserve"> </w:t>
      </w:r>
      <w:r w:rsidR="00844395" w:rsidRPr="0086154B">
        <w:t>may</w:t>
      </w:r>
      <w:r w:rsidR="00844395" w:rsidRPr="0086154B">
        <w:rPr>
          <w:spacing w:val="-7"/>
        </w:rPr>
        <w:t xml:space="preserve"> </w:t>
      </w:r>
      <w:r w:rsidR="00844395" w:rsidRPr="0086154B">
        <w:t>be</w:t>
      </w:r>
      <w:r w:rsidR="00844395" w:rsidRPr="0086154B">
        <w:rPr>
          <w:spacing w:val="-7"/>
        </w:rPr>
        <w:t xml:space="preserve"> </w:t>
      </w:r>
      <w:r w:rsidR="00844395" w:rsidRPr="0086154B">
        <w:t>false.</w:t>
      </w:r>
    </w:p>
    <w:p w14:paraId="34B5622D" w14:textId="248FA356" w:rsidR="0086154B" w:rsidRPr="0086154B" w:rsidRDefault="00844395" w:rsidP="00E55BFE">
      <w:pPr>
        <w:pStyle w:val="Bullets"/>
      </w:pPr>
      <w:r w:rsidRPr="00844395">
        <w:rPr>
          <w:position w:val="1"/>
        </w:rPr>
        <w:t>You</w:t>
      </w:r>
      <w:r w:rsidRPr="00844395">
        <w:rPr>
          <w:spacing w:val="-9"/>
          <w:position w:val="1"/>
        </w:rPr>
        <w:t xml:space="preserve"> </w:t>
      </w:r>
      <w:r w:rsidRPr="00844395">
        <w:rPr>
          <w:position w:val="1"/>
        </w:rPr>
        <w:t>know,</w:t>
      </w:r>
      <w:r w:rsidRPr="00844395">
        <w:rPr>
          <w:spacing w:val="-9"/>
          <w:position w:val="1"/>
        </w:rPr>
        <w:t xml:space="preserve"> </w:t>
      </w:r>
      <w:r w:rsidRPr="00844395">
        <w:rPr>
          <w:position w:val="1"/>
        </w:rPr>
        <w:t>or</w:t>
      </w:r>
      <w:r w:rsidRPr="00844395">
        <w:rPr>
          <w:spacing w:val="-9"/>
          <w:position w:val="1"/>
        </w:rPr>
        <w:t xml:space="preserve"> </w:t>
      </w:r>
      <w:r w:rsidRPr="00844395">
        <w:rPr>
          <w:position w:val="1"/>
        </w:rPr>
        <w:t>have</w:t>
      </w:r>
      <w:r w:rsidRPr="00844395">
        <w:rPr>
          <w:spacing w:val="-8"/>
          <w:position w:val="1"/>
        </w:rPr>
        <w:t xml:space="preserve"> </w:t>
      </w:r>
      <w:r w:rsidRPr="00844395">
        <w:rPr>
          <w:position w:val="1"/>
        </w:rPr>
        <w:t>reason</w:t>
      </w:r>
      <w:r w:rsidRPr="00844395">
        <w:rPr>
          <w:spacing w:val="-8"/>
          <w:position w:val="1"/>
        </w:rPr>
        <w:t xml:space="preserve"> </w:t>
      </w:r>
      <w:r w:rsidRPr="00844395">
        <w:rPr>
          <w:position w:val="1"/>
        </w:rPr>
        <w:t>to</w:t>
      </w:r>
      <w:r w:rsidRPr="00844395">
        <w:rPr>
          <w:spacing w:val="-9"/>
          <w:position w:val="1"/>
        </w:rPr>
        <w:t xml:space="preserve"> </w:t>
      </w:r>
      <w:r w:rsidRPr="00844395">
        <w:rPr>
          <w:position w:val="1"/>
        </w:rPr>
        <w:t>know,</w:t>
      </w:r>
      <w:r w:rsidRPr="00844395">
        <w:rPr>
          <w:spacing w:val="-9"/>
          <w:position w:val="1"/>
        </w:rPr>
        <w:t xml:space="preserve"> </w:t>
      </w:r>
      <w:r w:rsidRPr="00844395">
        <w:rPr>
          <w:position w:val="1"/>
        </w:rPr>
        <w:t>that</w:t>
      </w:r>
      <w:r w:rsidRPr="00844395">
        <w:rPr>
          <w:spacing w:val="-47"/>
          <w:position w:val="1"/>
        </w:rPr>
        <w:t xml:space="preserve"> </w:t>
      </w:r>
      <w:r w:rsidRPr="0086154B">
        <w:t>the</w:t>
      </w:r>
      <w:r w:rsidRPr="00844395">
        <w:rPr>
          <w:spacing w:val="-10"/>
        </w:rPr>
        <w:t xml:space="preserve"> </w:t>
      </w:r>
      <w:r w:rsidRPr="0086154B">
        <w:t>nonresident</w:t>
      </w:r>
      <w:r w:rsidRPr="00844395">
        <w:rPr>
          <w:spacing w:val="-8"/>
        </w:rPr>
        <w:t xml:space="preserve"> </w:t>
      </w:r>
      <w:r w:rsidRPr="0086154B">
        <w:t>alien's</w:t>
      </w:r>
      <w:r w:rsidRPr="00844395">
        <w:rPr>
          <w:spacing w:val="-9"/>
        </w:rPr>
        <w:t xml:space="preserve"> </w:t>
      </w:r>
      <w:r w:rsidRPr="0086154B">
        <w:t>eligibility</w:t>
      </w:r>
      <w:r w:rsidRPr="00844395">
        <w:rPr>
          <w:spacing w:val="-9"/>
        </w:rPr>
        <w:t xml:space="preserve"> </w:t>
      </w:r>
      <w:r w:rsidRPr="0086154B">
        <w:t>for</w:t>
      </w:r>
      <w:r w:rsidRPr="00844395">
        <w:rPr>
          <w:spacing w:val="-9"/>
        </w:rPr>
        <w:t xml:space="preserve"> </w:t>
      </w:r>
      <w:r w:rsidRPr="0086154B">
        <w:t>the</w:t>
      </w:r>
      <w:r>
        <w:t xml:space="preserve"> </w:t>
      </w:r>
      <w:r w:rsidR="0086154B" w:rsidRPr="0086154B">
        <w:t>exemption from withholding cannot be</w:t>
      </w:r>
      <w:r w:rsidR="0086154B" w:rsidRPr="00844395">
        <w:rPr>
          <w:spacing w:val="1"/>
        </w:rPr>
        <w:t xml:space="preserve"> </w:t>
      </w:r>
      <w:r w:rsidR="0086154B" w:rsidRPr="0086154B">
        <w:t>readily</w:t>
      </w:r>
      <w:r w:rsidR="0086154B" w:rsidRPr="00844395">
        <w:rPr>
          <w:spacing w:val="-9"/>
        </w:rPr>
        <w:t xml:space="preserve"> </w:t>
      </w:r>
      <w:r w:rsidR="0086154B" w:rsidRPr="0086154B">
        <w:t>determined</w:t>
      </w:r>
      <w:r w:rsidR="0086154B" w:rsidRPr="00844395">
        <w:rPr>
          <w:spacing w:val="-10"/>
        </w:rPr>
        <w:t xml:space="preserve"> </w:t>
      </w:r>
      <w:r w:rsidR="0086154B" w:rsidRPr="0086154B">
        <w:t>(for</w:t>
      </w:r>
      <w:r w:rsidR="0086154B" w:rsidRPr="00844395">
        <w:rPr>
          <w:spacing w:val="-9"/>
        </w:rPr>
        <w:t xml:space="preserve"> </w:t>
      </w:r>
      <w:r w:rsidR="0086154B" w:rsidRPr="0086154B">
        <w:t>example,</w:t>
      </w:r>
      <w:r w:rsidR="0086154B" w:rsidRPr="00844395">
        <w:rPr>
          <w:spacing w:val="-10"/>
        </w:rPr>
        <w:t xml:space="preserve"> </w:t>
      </w:r>
      <w:r w:rsidR="0086154B" w:rsidRPr="0086154B">
        <w:t>you</w:t>
      </w:r>
      <w:r w:rsidR="0086154B" w:rsidRPr="00844395">
        <w:rPr>
          <w:spacing w:val="-9"/>
        </w:rPr>
        <w:t xml:space="preserve"> </w:t>
      </w:r>
      <w:r w:rsidR="0086154B" w:rsidRPr="0086154B">
        <w:t>know</w:t>
      </w:r>
      <w:r w:rsidR="0086154B" w:rsidRPr="00844395">
        <w:rPr>
          <w:spacing w:val="-47"/>
        </w:rPr>
        <w:t xml:space="preserve"> </w:t>
      </w:r>
      <w:r w:rsidR="0086154B" w:rsidRPr="0086154B">
        <w:t xml:space="preserve">the nonresident alien has a fixed </w:t>
      </w:r>
      <w:r w:rsidR="0086154B" w:rsidRPr="0086154B">
        <w:lastRenderedPageBreak/>
        <w:t>base or</w:t>
      </w:r>
      <w:r w:rsidR="0086154B" w:rsidRPr="00844395">
        <w:rPr>
          <w:spacing w:val="1"/>
        </w:rPr>
        <w:t xml:space="preserve"> </w:t>
      </w:r>
      <w:r w:rsidR="0086154B" w:rsidRPr="0086154B">
        <w:t>permanent establishment in the United</w:t>
      </w:r>
      <w:r w:rsidR="0086154B" w:rsidRPr="00844395">
        <w:rPr>
          <w:spacing w:val="1"/>
        </w:rPr>
        <w:t xml:space="preserve"> </w:t>
      </w:r>
      <w:r w:rsidR="0086154B" w:rsidRPr="0086154B">
        <w:t>States).</w:t>
      </w:r>
    </w:p>
    <w:p w14:paraId="2D8431BD" w14:textId="77777777" w:rsidR="0086154B" w:rsidRPr="0086154B" w:rsidRDefault="0086154B" w:rsidP="00844395">
      <w:pPr>
        <w:pStyle w:val="Body"/>
      </w:pPr>
      <w:r w:rsidRPr="0086154B">
        <w:t>If you accept Form 8233 and later find</w:t>
      </w:r>
      <w:r w:rsidRPr="0086154B">
        <w:rPr>
          <w:spacing w:val="1"/>
        </w:rPr>
        <w:t xml:space="preserve"> </w:t>
      </w:r>
      <w:r w:rsidRPr="0086154B">
        <w:t>that either of the situations described</w:t>
      </w:r>
      <w:r w:rsidRPr="0086154B">
        <w:rPr>
          <w:spacing w:val="1"/>
        </w:rPr>
        <w:t xml:space="preserve"> </w:t>
      </w:r>
      <w:r w:rsidRPr="0086154B">
        <w:t>above applies, you must promptly notify</w:t>
      </w:r>
      <w:r w:rsidRPr="0086154B">
        <w:rPr>
          <w:spacing w:val="1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IRS</w:t>
      </w:r>
      <w:r w:rsidRPr="0086154B">
        <w:rPr>
          <w:spacing w:val="-9"/>
        </w:rPr>
        <w:t xml:space="preserve"> </w:t>
      </w:r>
      <w:r w:rsidRPr="0086154B">
        <w:t>(by</w:t>
      </w:r>
      <w:r w:rsidRPr="0086154B">
        <w:rPr>
          <w:spacing w:val="-9"/>
        </w:rPr>
        <w:t xml:space="preserve"> </w:t>
      </w:r>
      <w:r w:rsidRPr="0086154B">
        <w:t>writing</w:t>
      </w:r>
      <w:r w:rsidRPr="0086154B">
        <w:rPr>
          <w:spacing w:val="-9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address</w:t>
      </w:r>
      <w:r w:rsidRPr="0086154B">
        <w:rPr>
          <w:spacing w:val="-9"/>
        </w:rPr>
        <w:t xml:space="preserve"> </w:t>
      </w:r>
      <w:r w:rsidRPr="0086154B">
        <w:t>provided</w:t>
      </w:r>
      <w:r w:rsidRPr="0086154B">
        <w:rPr>
          <w:spacing w:val="-47"/>
        </w:rPr>
        <w:t xml:space="preserve"> </w:t>
      </w:r>
      <w:r w:rsidRPr="0086154B">
        <w:t>earlier)</w:t>
      </w:r>
      <w:r w:rsidRPr="0086154B">
        <w:rPr>
          <w:spacing w:val="-12"/>
        </w:rPr>
        <w:t xml:space="preserve"> </w:t>
      </w:r>
      <w:r w:rsidRPr="0086154B">
        <w:t>and</w:t>
      </w:r>
      <w:r w:rsidRPr="0086154B">
        <w:rPr>
          <w:spacing w:val="-12"/>
        </w:rPr>
        <w:t xml:space="preserve"> </w:t>
      </w:r>
      <w:r w:rsidRPr="0086154B">
        <w:t>you</w:t>
      </w:r>
      <w:r w:rsidRPr="0086154B">
        <w:rPr>
          <w:spacing w:val="-12"/>
        </w:rPr>
        <w:t xml:space="preserve"> </w:t>
      </w:r>
      <w:r w:rsidRPr="0086154B">
        <w:t>must</w:t>
      </w:r>
      <w:r w:rsidRPr="0086154B">
        <w:rPr>
          <w:spacing w:val="-11"/>
        </w:rPr>
        <w:t xml:space="preserve"> </w:t>
      </w:r>
      <w:r w:rsidRPr="0086154B">
        <w:t>begin</w:t>
      </w:r>
      <w:r w:rsidRPr="0086154B">
        <w:rPr>
          <w:spacing w:val="-12"/>
        </w:rPr>
        <w:t xml:space="preserve"> </w:t>
      </w:r>
      <w:r w:rsidRPr="0086154B">
        <w:t>withholding</w:t>
      </w:r>
      <w:r w:rsidRPr="0086154B">
        <w:rPr>
          <w:spacing w:val="-12"/>
        </w:rPr>
        <w:t xml:space="preserve"> </w:t>
      </w:r>
      <w:r w:rsidRPr="0086154B">
        <w:t>on</w:t>
      </w:r>
      <w:r w:rsidRPr="0086154B">
        <w:rPr>
          <w:spacing w:val="-47"/>
        </w:rPr>
        <w:t xml:space="preserve"> </w:t>
      </w:r>
      <w:r w:rsidRPr="0086154B">
        <w:t>any amounts not yet paid. Also, if you are</w:t>
      </w:r>
      <w:r w:rsidRPr="0086154B">
        <w:rPr>
          <w:spacing w:val="1"/>
        </w:rPr>
        <w:t xml:space="preserve"> </w:t>
      </w:r>
      <w:r w:rsidRPr="0086154B">
        <w:t>notified by the IRS that the nonresident</w:t>
      </w:r>
      <w:r w:rsidRPr="0086154B">
        <w:rPr>
          <w:spacing w:val="1"/>
        </w:rPr>
        <w:t xml:space="preserve"> </w:t>
      </w:r>
      <w:r w:rsidRPr="0086154B">
        <w:t>alien's eligibility for the exemption from</w:t>
      </w:r>
      <w:r w:rsidRPr="0086154B">
        <w:rPr>
          <w:spacing w:val="1"/>
        </w:rPr>
        <w:t xml:space="preserve"> </w:t>
      </w:r>
      <w:r w:rsidRPr="0086154B">
        <w:t>withholding is in doubt or that the</w:t>
      </w:r>
      <w:r w:rsidRPr="0086154B">
        <w:rPr>
          <w:spacing w:val="1"/>
        </w:rPr>
        <w:t xml:space="preserve"> </w:t>
      </w:r>
      <w:r w:rsidRPr="0086154B">
        <w:t>nonresident alien is not eligible for</w:t>
      </w:r>
      <w:r w:rsidRPr="0086154B">
        <w:rPr>
          <w:spacing w:val="1"/>
        </w:rPr>
        <w:t xml:space="preserve"> </w:t>
      </w:r>
      <w:r w:rsidRPr="0086154B">
        <w:t>exemption from withholding, you must</w:t>
      </w:r>
      <w:r w:rsidRPr="0086154B">
        <w:rPr>
          <w:spacing w:val="1"/>
        </w:rPr>
        <w:t xml:space="preserve"> </w:t>
      </w:r>
      <w:r w:rsidRPr="0086154B">
        <w:t>begin withholding immediately. See</w:t>
      </w:r>
      <w:r w:rsidRPr="0086154B">
        <w:rPr>
          <w:spacing w:val="1"/>
        </w:rPr>
        <w:t xml:space="preserve"> </w:t>
      </w:r>
      <w:r w:rsidRPr="0086154B">
        <w:t>Regulations section 1.1441-4(b)(2)(iii) for</w:t>
      </w:r>
      <w:r w:rsidRPr="0086154B">
        <w:rPr>
          <w:spacing w:val="1"/>
        </w:rPr>
        <w:t xml:space="preserve"> </w:t>
      </w:r>
      <w:r w:rsidRPr="0086154B">
        <w:t>examples</w:t>
      </w:r>
      <w:r w:rsidRPr="0086154B">
        <w:rPr>
          <w:spacing w:val="-9"/>
        </w:rPr>
        <w:t xml:space="preserve"> </w:t>
      </w:r>
      <w:r w:rsidRPr="0086154B">
        <w:t>illustrating</w:t>
      </w:r>
      <w:r w:rsidRPr="0086154B">
        <w:rPr>
          <w:spacing w:val="-8"/>
        </w:rPr>
        <w:t xml:space="preserve"> </w:t>
      </w:r>
      <w:r w:rsidRPr="0086154B">
        <w:t>these</w:t>
      </w:r>
      <w:r w:rsidRPr="0086154B">
        <w:rPr>
          <w:spacing w:val="-9"/>
        </w:rPr>
        <w:t xml:space="preserve"> </w:t>
      </w:r>
      <w:r w:rsidRPr="0086154B">
        <w:t>rules.</w:t>
      </w:r>
    </w:p>
    <w:p w14:paraId="4374EDE3" w14:textId="77777777" w:rsidR="0086154B" w:rsidRPr="0086154B" w:rsidRDefault="0086154B" w:rsidP="00844395">
      <w:pPr>
        <w:pStyle w:val="Body"/>
      </w:pPr>
      <w:r w:rsidRPr="0086154B">
        <w:t>If</w:t>
      </w:r>
      <w:r w:rsidRPr="0086154B">
        <w:rPr>
          <w:spacing w:val="-11"/>
        </w:rPr>
        <w:t xml:space="preserve"> </w:t>
      </w:r>
      <w:r w:rsidRPr="0086154B">
        <w:t>you</w:t>
      </w:r>
      <w:r w:rsidRPr="0086154B">
        <w:rPr>
          <w:spacing w:val="-11"/>
        </w:rPr>
        <w:t xml:space="preserve"> </w:t>
      </w:r>
      <w:r w:rsidRPr="0086154B">
        <w:t>submit</w:t>
      </w:r>
      <w:r w:rsidRPr="0086154B">
        <w:rPr>
          <w:spacing w:val="-11"/>
        </w:rPr>
        <w:t xml:space="preserve"> </w:t>
      </w:r>
      <w:r w:rsidRPr="0086154B">
        <w:t>an</w:t>
      </w:r>
      <w:r w:rsidRPr="0086154B">
        <w:rPr>
          <w:spacing w:val="-11"/>
        </w:rPr>
        <w:t xml:space="preserve"> </w:t>
      </w:r>
      <w:r w:rsidRPr="0086154B">
        <w:t>incorrect</w:t>
      </w:r>
      <w:r w:rsidRPr="0086154B">
        <w:rPr>
          <w:spacing w:val="-11"/>
        </w:rPr>
        <w:t xml:space="preserve"> </w:t>
      </w:r>
      <w:r w:rsidRPr="0086154B">
        <w:t>Form</w:t>
      </w:r>
      <w:r w:rsidRPr="0086154B">
        <w:rPr>
          <w:spacing w:val="-10"/>
        </w:rPr>
        <w:t xml:space="preserve"> </w:t>
      </w:r>
      <w:r w:rsidRPr="0086154B">
        <w:t>8233,</w:t>
      </w:r>
      <w:r w:rsidRPr="0086154B">
        <w:rPr>
          <w:spacing w:val="-47"/>
        </w:rPr>
        <w:t xml:space="preserve"> </w:t>
      </w:r>
      <w:r w:rsidRPr="0086154B">
        <w:t>the IRS will notify you that the form</w:t>
      </w:r>
      <w:r w:rsidRPr="0086154B">
        <w:rPr>
          <w:spacing w:val="1"/>
        </w:rPr>
        <w:t xml:space="preserve"> </w:t>
      </w:r>
      <w:r w:rsidRPr="0086154B">
        <w:t>submitted</w:t>
      </w:r>
      <w:r w:rsidRPr="0086154B">
        <w:rPr>
          <w:spacing w:val="-10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8"/>
        </w:rPr>
        <w:t xml:space="preserve"> </w:t>
      </w:r>
      <w:r w:rsidRPr="0086154B">
        <w:t>acceptable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-47"/>
        </w:rPr>
        <w:t xml:space="preserve"> </w:t>
      </w:r>
      <w:r w:rsidRPr="0086154B">
        <w:t>must</w:t>
      </w:r>
      <w:r w:rsidRPr="0086154B">
        <w:rPr>
          <w:spacing w:val="-10"/>
        </w:rPr>
        <w:t xml:space="preserve"> </w:t>
      </w:r>
      <w:r w:rsidRPr="0086154B">
        <w:t>begin</w:t>
      </w:r>
      <w:r w:rsidRPr="0086154B">
        <w:rPr>
          <w:spacing w:val="-10"/>
        </w:rPr>
        <w:t xml:space="preserve"> </w:t>
      </w:r>
      <w:r w:rsidRPr="0086154B">
        <w:t>withholding</w:t>
      </w:r>
      <w:r w:rsidRPr="0086154B">
        <w:rPr>
          <w:spacing w:val="-9"/>
        </w:rPr>
        <w:t xml:space="preserve"> </w:t>
      </w:r>
      <w:r w:rsidRPr="0086154B">
        <w:t>immediately.</w:t>
      </w:r>
    </w:p>
    <w:p w14:paraId="77D6E937" w14:textId="77777777" w:rsidR="0086154B" w:rsidRPr="0086154B" w:rsidRDefault="0086154B" w:rsidP="00844395">
      <w:pPr>
        <w:pStyle w:val="Body"/>
      </w:pPr>
      <w:r w:rsidRPr="0086154B">
        <w:t>Examples</w:t>
      </w:r>
      <w:r w:rsidRPr="0086154B">
        <w:rPr>
          <w:spacing w:val="-12"/>
        </w:rPr>
        <w:t xml:space="preserve"> </w:t>
      </w:r>
      <w:r w:rsidRPr="0086154B">
        <w:t>of</w:t>
      </w:r>
      <w:r w:rsidRPr="0086154B">
        <w:rPr>
          <w:spacing w:val="-11"/>
        </w:rPr>
        <w:t xml:space="preserve"> </w:t>
      </w:r>
      <w:r w:rsidRPr="0086154B">
        <w:t>incorrect</w:t>
      </w:r>
      <w:r w:rsidRPr="0086154B">
        <w:rPr>
          <w:spacing w:val="-12"/>
        </w:rPr>
        <w:t xml:space="preserve"> </w:t>
      </w:r>
      <w:r w:rsidRPr="0086154B">
        <w:t>Forms</w:t>
      </w:r>
      <w:r w:rsidRPr="0086154B">
        <w:rPr>
          <w:spacing w:val="-10"/>
        </w:rPr>
        <w:t xml:space="preserve"> </w:t>
      </w:r>
      <w:r w:rsidRPr="0086154B">
        <w:t>8233</w:t>
      </w:r>
      <w:r w:rsidRPr="0086154B">
        <w:rPr>
          <w:spacing w:val="-47"/>
        </w:rPr>
        <w:t xml:space="preserve"> </w:t>
      </w:r>
      <w:r w:rsidRPr="0086154B">
        <w:t>include:</w:t>
      </w:r>
    </w:p>
    <w:p w14:paraId="0ABDD553" w14:textId="77777777" w:rsidR="0086154B" w:rsidRPr="0086154B" w:rsidRDefault="0086154B" w:rsidP="00844395">
      <w:pPr>
        <w:pStyle w:val="Bullets"/>
      </w:pPr>
      <w:r w:rsidRPr="0086154B">
        <w:rPr>
          <w:position w:val="1"/>
        </w:rPr>
        <w:t>Any</w:t>
      </w:r>
      <w:r w:rsidRPr="0086154B">
        <w:rPr>
          <w:spacing w:val="-10"/>
          <w:position w:val="1"/>
        </w:rPr>
        <w:t xml:space="preserve"> </w:t>
      </w:r>
      <w:r w:rsidRPr="0086154B">
        <w:rPr>
          <w:position w:val="1"/>
        </w:rPr>
        <w:t>Form</w:t>
      </w:r>
      <w:r w:rsidRPr="0086154B">
        <w:rPr>
          <w:spacing w:val="-8"/>
          <w:position w:val="1"/>
        </w:rPr>
        <w:t xml:space="preserve"> </w:t>
      </w:r>
      <w:r w:rsidRPr="0086154B">
        <w:rPr>
          <w:position w:val="1"/>
        </w:rPr>
        <w:t>8233</w:t>
      </w:r>
      <w:r w:rsidRPr="0086154B">
        <w:rPr>
          <w:spacing w:val="-10"/>
          <w:position w:val="1"/>
        </w:rPr>
        <w:t xml:space="preserve"> </w:t>
      </w:r>
      <w:r w:rsidRPr="0086154B">
        <w:rPr>
          <w:position w:val="1"/>
        </w:rPr>
        <w:t>that</w:t>
      </w:r>
      <w:r w:rsidRPr="0086154B">
        <w:rPr>
          <w:spacing w:val="-9"/>
          <w:position w:val="1"/>
        </w:rPr>
        <w:t xml:space="preserve"> </w:t>
      </w:r>
      <w:r w:rsidRPr="0086154B">
        <w:rPr>
          <w:position w:val="1"/>
        </w:rPr>
        <w:t>claims</w:t>
      </w:r>
      <w:r w:rsidRPr="0086154B">
        <w:rPr>
          <w:spacing w:val="-8"/>
          <w:position w:val="1"/>
        </w:rPr>
        <w:t xml:space="preserve"> </w:t>
      </w:r>
      <w:r w:rsidRPr="0086154B">
        <w:rPr>
          <w:position w:val="1"/>
        </w:rPr>
        <w:t>a</w:t>
      </w:r>
      <w:r w:rsidRPr="0086154B">
        <w:rPr>
          <w:spacing w:val="-10"/>
          <w:position w:val="1"/>
        </w:rPr>
        <w:t xml:space="preserve"> </w:t>
      </w:r>
      <w:r w:rsidRPr="0086154B">
        <w:rPr>
          <w:position w:val="1"/>
        </w:rPr>
        <w:t>tax</w:t>
      </w:r>
      <w:r w:rsidRPr="0086154B">
        <w:rPr>
          <w:spacing w:val="-9"/>
          <w:position w:val="1"/>
        </w:rPr>
        <w:t xml:space="preserve"> </w:t>
      </w:r>
      <w:r w:rsidRPr="0086154B">
        <w:rPr>
          <w:position w:val="1"/>
        </w:rPr>
        <w:t>treaty</w:t>
      </w:r>
      <w:r w:rsidRPr="0086154B">
        <w:rPr>
          <w:spacing w:val="-48"/>
          <w:position w:val="1"/>
        </w:rPr>
        <w:t xml:space="preserve"> </w:t>
      </w:r>
      <w:r w:rsidRPr="0086154B">
        <w:t>benefit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does</w:t>
      </w:r>
      <w:r w:rsidRPr="0086154B">
        <w:rPr>
          <w:spacing w:val="-9"/>
        </w:rPr>
        <w:t xml:space="preserve"> </w:t>
      </w:r>
      <w:r w:rsidRPr="0086154B">
        <w:t>not</w:t>
      </w:r>
      <w:r w:rsidRPr="0086154B">
        <w:rPr>
          <w:spacing w:val="-8"/>
        </w:rPr>
        <w:t xml:space="preserve"> </w:t>
      </w:r>
      <w:r w:rsidRPr="0086154B">
        <w:t>exist</w:t>
      </w:r>
      <w:r w:rsidRPr="0086154B">
        <w:rPr>
          <w:spacing w:val="-10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obviously</w:t>
      </w:r>
      <w:r w:rsidRPr="0086154B">
        <w:rPr>
          <w:spacing w:val="1"/>
        </w:rPr>
        <w:t xml:space="preserve"> </w:t>
      </w:r>
      <w:r w:rsidRPr="0086154B">
        <w:t>false,</w:t>
      </w:r>
      <w:r w:rsidRPr="0086154B">
        <w:rPr>
          <w:spacing w:val="-8"/>
        </w:rPr>
        <w:t xml:space="preserve"> </w:t>
      </w:r>
      <w:r w:rsidRPr="0086154B">
        <w:t>and</w:t>
      </w:r>
    </w:p>
    <w:p w14:paraId="2FAD8BD3" w14:textId="77777777" w:rsidR="0086154B" w:rsidRPr="0086154B" w:rsidRDefault="0086154B" w:rsidP="00844395">
      <w:pPr>
        <w:pStyle w:val="Bullets"/>
      </w:pPr>
      <w:r w:rsidRPr="0086154B">
        <w:rPr>
          <w:position w:val="1"/>
        </w:rPr>
        <w:lastRenderedPageBreak/>
        <w:t>Any Form 8233 that has not been</w:t>
      </w:r>
      <w:r w:rsidRPr="0086154B">
        <w:rPr>
          <w:spacing w:val="1"/>
          <w:position w:val="1"/>
        </w:rPr>
        <w:t xml:space="preserve"> </w:t>
      </w:r>
      <w:r w:rsidRPr="0086154B">
        <w:t>completed in sufficient detail to allow</w:t>
      </w:r>
      <w:r w:rsidRPr="0086154B">
        <w:rPr>
          <w:spacing w:val="1"/>
        </w:rPr>
        <w:t xml:space="preserve"> </w:t>
      </w:r>
      <w:r w:rsidRPr="0086154B">
        <w:t>determination</w:t>
      </w:r>
      <w:r w:rsidRPr="0086154B">
        <w:rPr>
          <w:spacing w:val="-9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correctness</w:t>
      </w:r>
      <w:r w:rsidRPr="0086154B">
        <w:rPr>
          <w:spacing w:val="-8"/>
        </w:rPr>
        <w:t xml:space="preserve"> </w:t>
      </w:r>
      <w:r w:rsidRPr="0086154B">
        <w:t>of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47"/>
        </w:rPr>
        <w:t xml:space="preserve"> </w:t>
      </w:r>
      <w:r w:rsidRPr="0086154B">
        <w:t>treaty</w:t>
      </w:r>
      <w:r w:rsidRPr="0086154B">
        <w:rPr>
          <w:spacing w:val="-8"/>
        </w:rPr>
        <w:t xml:space="preserve"> </w:t>
      </w:r>
      <w:r w:rsidRPr="0086154B">
        <w:t>benefit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8"/>
        </w:rPr>
        <w:t xml:space="preserve"> </w:t>
      </w:r>
      <w:r w:rsidRPr="0086154B">
        <w:t>exemption</w:t>
      </w:r>
      <w:r w:rsidRPr="0086154B">
        <w:rPr>
          <w:spacing w:val="-8"/>
        </w:rPr>
        <w:t xml:space="preserve"> </w:t>
      </w:r>
      <w:r w:rsidRPr="0086154B">
        <w:t>claimed.</w:t>
      </w:r>
    </w:p>
    <w:p w14:paraId="2FD9D9BF" w14:textId="77777777" w:rsidR="0086154B" w:rsidRPr="0086154B" w:rsidRDefault="0086154B" w:rsidP="00844395">
      <w:pPr>
        <w:pStyle w:val="Body"/>
      </w:pPr>
      <w:r w:rsidRPr="0086154B">
        <w:t>If the IRS rejects Form 8233, you</w:t>
      </w:r>
      <w:r w:rsidRPr="0086154B">
        <w:rPr>
          <w:spacing w:val="1"/>
        </w:rPr>
        <w:t xml:space="preserve"> </w:t>
      </w:r>
      <w:r w:rsidRPr="0086154B">
        <w:t>should</w:t>
      </w:r>
      <w:r w:rsidRPr="0086154B">
        <w:rPr>
          <w:spacing w:val="-10"/>
        </w:rPr>
        <w:t xml:space="preserve"> </w:t>
      </w:r>
      <w:r w:rsidRPr="0086154B">
        <w:t>notify</w:t>
      </w:r>
      <w:r w:rsidRPr="0086154B">
        <w:rPr>
          <w:spacing w:val="-8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individual</w:t>
      </w:r>
      <w:r w:rsidRPr="0086154B">
        <w:rPr>
          <w:spacing w:val="-9"/>
        </w:rPr>
        <w:t xml:space="preserve"> </w:t>
      </w:r>
      <w:r w:rsidRPr="0086154B">
        <w:t>who</w:t>
      </w:r>
      <w:r w:rsidRPr="0086154B">
        <w:rPr>
          <w:spacing w:val="-10"/>
        </w:rPr>
        <w:t xml:space="preserve"> </w:t>
      </w:r>
      <w:r w:rsidRPr="0086154B">
        <w:t>submitted</w:t>
      </w:r>
      <w:r w:rsidRPr="0086154B">
        <w:rPr>
          <w:spacing w:val="-47"/>
        </w:rPr>
        <w:t xml:space="preserve"> </w:t>
      </w:r>
      <w:r w:rsidRPr="0086154B">
        <w:t>it and allow the individual to submit a</w:t>
      </w:r>
      <w:r w:rsidRPr="0086154B">
        <w:rPr>
          <w:spacing w:val="1"/>
        </w:rPr>
        <w:t xml:space="preserve"> </w:t>
      </w:r>
      <w:r w:rsidRPr="0086154B">
        <w:t>revised form if the individual still believes</w:t>
      </w:r>
      <w:r w:rsidRPr="0086154B">
        <w:rPr>
          <w:spacing w:val="-47"/>
        </w:rPr>
        <w:t xml:space="preserve"> </w:t>
      </w:r>
      <w:r w:rsidRPr="0086154B">
        <w:t>he</w:t>
      </w:r>
      <w:r w:rsidRPr="0086154B">
        <w:rPr>
          <w:spacing w:val="-8"/>
        </w:rPr>
        <w:t xml:space="preserve"> </w:t>
      </w:r>
      <w:r w:rsidRPr="0086154B">
        <w:t>or</w:t>
      </w:r>
      <w:r w:rsidRPr="0086154B">
        <w:rPr>
          <w:spacing w:val="-9"/>
        </w:rPr>
        <w:t xml:space="preserve"> </w:t>
      </w:r>
      <w:r w:rsidRPr="0086154B">
        <w:t>she</w:t>
      </w:r>
      <w:r w:rsidRPr="0086154B">
        <w:rPr>
          <w:spacing w:val="-8"/>
        </w:rPr>
        <w:t xml:space="preserve"> </w:t>
      </w:r>
      <w:r w:rsidRPr="0086154B">
        <w:t>is</w:t>
      </w:r>
      <w:r w:rsidRPr="0086154B">
        <w:rPr>
          <w:spacing w:val="-9"/>
        </w:rPr>
        <w:t xml:space="preserve"> </w:t>
      </w:r>
      <w:r w:rsidRPr="0086154B">
        <w:t>entitled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8"/>
        </w:rPr>
        <w:t xml:space="preserve"> </w:t>
      </w:r>
      <w:r w:rsidRPr="0086154B">
        <w:t>exemption.</w:t>
      </w:r>
    </w:p>
    <w:p w14:paraId="538341C9" w14:textId="77777777" w:rsidR="0086154B" w:rsidRPr="0086154B" w:rsidRDefault="0086154B" w:rsidP="00844395">
      <w:pPr>
        <w:pStyle w:val="Heading3"/>
      </w:pPr>
      <w:r w:rsidRPr="0086154B">
        <w:t>Signature</w:t>
      </w:r>
    </w:p>
    <w:p w14:paraId="6D7FAE35" w14:textId="77777777" w:rsidR="0086154B" w:rsidRPr="0086154B" w:rsidRDefault="0086154B" w:rsidP="00844395">
      <w:pPr>
        <w:pStyle w:val="Body"/>
      </w:pPr>
      <w:r w:rsidRPr="0086154B">
        <w:t>You or your authorized agent must sign</w:t>
      </w:r>
      <w:r w:rsidRPr="0086154B">
        <w:rPr>
          <w:spacing w:val="1"/>
        </w:rPr>
        <w:t xml:space="preserve"> </w:t>
      </w:r>
      <w:r w:rsidRPr="0086154B">
        <w:t>and date Form 8233. See Regulations</w:t>
      </w:r>
      <w:r w:rsidRPr="0086154B">
        <w:rPr>
          <w:spacing w:val="1"/>
        </w:rPr>
        <w:t xml:space="preserve"> </w:t>
      </w:r>
      <w:r w:rsidRPr="0086154B">
        <w:t>section</w:t>
      </w:r>
      <w:r w:rsidRPr="0086154B">
        <w:rPr>
          <w:spacing w:val="-12"/>
        </w:rPr>
        <w:t xml:space="preserve"> </w:t>
      </w:r>
      <w:r w:rsidRPr="0086154B">
        <w:t>1.1441-7(c)</w:t>
      </w:r>
      <w:r w:rsidRPr="0086154B">
        <w:rPr>
          <w:spacing w:val="-12"/>
        </w:rPr>
        <w:t xml:space="preserve"> </w:t>
      </w:r>
      <w:r w:rsidRPr="0086154B">
        <w:t>for</w:t>
      </w:r>
      <w:r w:rsidRPr="0086154B">
        <w:rPr>
          <w:spacing w:val="-12"/>
        </w:rPr>
        <w:t xml:space="preserve"> </w:t>
      </w:r>
      <w:r w:rsidRPr="0086154B">
        <w:t>information</w:t>
      </w:r>
      <w:r w:rsidRPr="0086154B">
        <w:rPr>
          <w:spacing w:val="-12"/>
        </w:rPr>
        <w:t xml:space="preserve"> </w:t>
      </w:r>
      <w:r w:rsidRPr="0086154B">
        <w:t>about</w:t>
      </w:r>
      <w:r w:rsidRPr="0086154B">
        <w:rPr>
          <w:spacing w:val="-47"/>
        </w:rPr>
        <w:t xml:space="preserve"> </w:t>
      </w:r>
      <w:r w:rsidRPr="0086154B">
        <w:t>authorized</w:t>
      </w:r>
      <w:r w:rsidRPr="0086154B">
        <w:rPr>
          <w:spacing w:val="-8"/>
        </w:rPr>
        <w:t xml:space="preserve"> </w:t>
      </w:r>
      <w:r w:rsidRPr="0086154B">
        <w:t>agents.</w:t>
      </w:r>
    </w:p>
    <w:p w14:paraId="2AF7BAAB" w14:textId="49AAB658" w:rsidR="0086154B" w:rsidRPr="0086154B" w:rsidRDefault="0086154B" w:rsidP="00844395">
      <w:pPr>
        <w:pStyle w:val="Body"/>
      </w:pPr>
      <w:r w:rsidRPr="0086154B">
        <w:rPr>
          <w:rFonts w:ascii="Arial"/>
          <w:b/>
        </w:rPr>
        <w:t>Privacy Act and Paperwork Reduction</w:t>
      </w:r>
      <w:r w:rsidRPr="0086154B">
        <w:rPr>
          <w:rFonts w:ascii="Arial"/>
          <w:b/>
          <w:spacing w:val="1"/>
        </w:rPr>
        <w:t xml:space="preserve"> </w:t>
      </w:r>
      <w:r w:rsidRPr="0086154B">
        <w:rPr>
          <w:rFonts w:ascii="Arial"/>
          <w:b/>
        </w:rPr>
        <w:t xml:space="preserve">Act Notice. </w:t>
      </w:r>
      <w:r w:rsidRPr="0086154B">
        <w:t>We ask for the information on</w:t>
      </w:r>
      <w:r w:rsidRPr="0086154B">
        <w:rPr>
          <w:spacing w:val="-47"/>
        </w:rPr>
        <w:t xml:space="preserve"> </w:t>
      </w:r>
      <w:r w:rsidRPr="0086154B">
        <w:t>this</w:t>
      </w:r>
      <w:r w:rsidRPr="0086154B">
        <w:rPr>
          <w:spacing w:val="-10"/>
        </w:rPr>
        <w:t xml:space="preserve"> </w:t>
      </w:r>
      <w:r w:rsidRPr="0086154B">
        <w:t>form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carry</w:t>
      </w:r>
      <w:r w:rsidRPr="0086154B">
        <w:rPr>
          <w:spacing w:val="-8"/>
        </w:rPr>
        <w:t xml:space="preserve"> </w:t>
      </w:r>
      <w:r w:rsidRPr="0086154B">
        <w:t>out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10"/>
        </w:rPr>
        <w:t xml:space="preserve"> </w:t>
      </w:r>
      <w:r w:rsidRPr="0086154B">
        <w:t>Internal</w:t>
      </w:r>
      <w:r w:rsidRPr="0086154B">
        <w:rPr>
          <w:spacing w:val="-9"/>
        </w:rPr>
        <w:t xml:space="preserve"> </w:t>
      </w:r>
      <w:r w:rsidRPr="0086154B">
        <w:t>Revenue</w:t>
      </w:r>
      <w:r w:rsidRPr="0086154B">
        <w:rPr>
          <w:spacing w:val="1"/>
        </w:rPr>
        <w:t xml:space="preserve"> </w:t>
      </w:r>
      <w:r w:rsidRPr="0086154B">
        <w:t>laws of the United States. You are not</w:t>
      </w:r>
      <w:r w:rsidRPr="0086154B">
        <w:rPr>
          <w:spacing w:val="1"/>
        </w:rPr>
        <w:t xml:space="preserve"> </w:t>
      </w:r>
      <w:r w:rsidRPr="0086154B">
        <w:t>required</w:t>
      </w:r>
      <w:r w:rsidRPr="0086154B">
        <w:rPr>
          <w:spacing w:val="-10"/>
        </w:rPr>
        <w:t xml:space="preserve"> </w:t>
      </w:r>
      <w:r w:rsidRPr="0086154B">
        <w:t>to</w:t>
      </w:r>
      <w:r w:rsidRPr="0086154B">
        <w:rPr>
          <w:spacing w:val="-10"/>
        </w:rPr>
        <w:t xml:space="preserve"> </w:t>
      </w:r>
      <w:r w:rsidRPr="0086154B">
        <w:t>request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10"/>
        </w:rPr>
        <w:t xml:space="preserve"> </w:t>
      </w:r>
      <w:r w:rsidRPr="0086154B">
        <w:t>tax</w:t>
      </w:r>
      <w:r w:rsidRPr="0086154B">
        <w:rPr>
          <w:spacing w:val="-10"/>
        </w:rPr>
        <w:t xml:space="preserve"> </w:t>
      </w:r>
      <w:r w:rsidRPr="0086154B">
        <w:t>treaty</w:t>
      </w:r>
      <w:r w:rsidRPr="0086154B">
        <w:rPr>
          <w:spacing w:val="-10"/>
        </w:rPr>
        <w:t xml:space="preserve"> </w:t>
      </w:r>
      <w:r w:rsidRPr="0086154B">
        <w:t>withholding</w:t>
      </w:r>
      <w:r w:rsidRPr="0086154B">
        <w:rPr>
          <w:spacing w:val="-47"/>
        </w:rPr>
        <w:t xml:space="preserve"> </w:t>
      </w:r>
      <w:r w:rsidRPr="0086154B">
        <w:t>exemption. However, if you want to</w:t>
      </w:r>
      <w:r w:rsidRPr="0086154B">
        <w:rPr>
          <w:spacing w:val="1"/>
        </w:rPr>
        <w:t xml:space="preserve"> </w:t>
      </w:r>
      <w:r w:rsidRPr="0086154B">
        <w:t>receive exemption from withholding on</w:t>
      </w:r>
      <w:r w:rsidRPr="0086154B">
        <w:rPr>
          <w:spacing w:val="1"/>
        </w:rPr>
        <w:t xml:space="preserve"> </w:t>
      </w:r>
      <w:r w:rsidRPr="0086154B">
        <w:t>compensation for independent (and</w:t>
      </w:r>
      <w:r w:rsidRPr="0086154B">
        <w:rPr>
          <w:spacing w:val="1"/>
        </w:rPr>
        <w:t xml:space="preserve"> </w:t>
      </w:r>
      <w:r w:rsidRPr="0086154B">
        <w:t>certain dependent) personal services, you</w:t>
      </w:r>
      <w:r w:rsidRPr="0086154B">
        <w:rPr>
          <w:spacing w:val="-47"/>
        </w:rPr>
        <w:t xml:space="preserve"> </w:t>
      </w:r>
      <w:r w:rsidRPr="0086154B">
        <w:t>are required to give us this information so</w:t>
      </w:r>
      <w:r w:rsidRPr="0086154B">
        <w:rPr>
          <w:spacing w:val="1"/>
        </w:rPr>
        <w:t xml:space="preserve"> </w:t>
      </w:r>
      <w:r w:rsidRPr="0086154B">
        <w:t xml:space="preserve">that we can verify </w:t>
      </w:r>
      <w:r w:rsidRPr="0086154B">
        <w:lastRenderedPageBreak/>
        <w:t>eligibility under the</w:t>
      </w:r>
      <w:r w:rsidRPr="0086154B">
        <w:rPr>
          <w:spacing w:val="1"/>
        </w:rPr>
        <w:t xml:space="preserve"> </w:t>
      </w:r>
      <w:r w:rsidRPr="0086154B">
        <w:t>relevant</w:t>
      </w:r>
      <w:r w:rsidRPr="0086154B">
        <w:rPr>
          <w:spacing w:val="-8"/>
        </w:rPr>
        <w:t xml:space="preserve"> </w:t>
      </w:r>
      <w:r w:rsidRPr="0086154B">
        <w:t>tax</w:t>
      </w:r>
      <w:r w:rsidRPr="0086154B">
        <w:rPr>
          <w:spacing w:val="-8"/>
        </w:rPr>
        <w:t xml:space="preserve"> </w:t>
      </w:r>
      <w:r w:rsidRPr="0086154B">
        <w:t>treaty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8"/>
        </w:rPr>
        <w:t xml:space="preserve"> </w:t>
      </w:r>
      <w:r w:rsidRPr="0086154B">
        <w:t>confirm</w:t>
      </w:r>
      <w:r w:rsidRPr="0086154B">
        <w:rPr>
          <w:spacing w:val="-8"/>
        </w:rPr>
        <w:t xml:space="preserve"> </w:t>
      </w:r>
      <w:r w:rsidRPr="0086154B">
        <w:t>proper</w:t>
      </w:r>
      <w:r w:rsidRPr="0086154B">
        <w:rPr>
          <w:spacing w:val="-8"/>
        </w:rPr>
        <w:t xml:space="preserve"> </w:t>
      </w:r>
      <w:r w:rsidRPr="0086154B">
        <w:t>tax</w:t>
      </w:r>
      <w:r w:rsidR="00844395">
        <w:t xml:space="preserve"> </w:t>
      </w:r>
      <w:r w:rsidR="00844395" w:rsidRPr="0086154B">
        <w:t>treatment.</w:t>
      </w:r>
      <w:r w:rsidR="00844395" w:rsidRPr="0086154B">
        <w:rPr>
          <w:spacing w:val="-10"/>
        </w:rPr>
        <w:t xml:space="preserve"> </w:t>
      </w:r>
      <w:r w:rsidR="00844395" w:rsidRPr="0086154B">
        <w:t>Our</w:t>
      </w:r>
      <w:r w:rsidR="00844395" w:rsidRPr="0086154B">
        <w:rPr>
          <w:spacing w:val="-10"/>
        </w:rPr>
        <w:t xml:space="preserve"> </w:t>
      </w:r>
      <w:r w:rsidR="00844395" w:rsidRPr="0086154B">
        <w:t>legal</w:t>
      </w:r>
      <w:r w:rsidR="00844395" w:rsidRPr="0086154B">
        <w:rPr>
          <w:spacing w:val="-10"/>
        </w:rPr>
        <w:t xml:space="preserve"> </w:t>
      </w:r>
      <w:r w:rsidR="00844395" w:rsidRPr="0086154B">
        <w:t>right</w:t>
      </w:r>
      <w:r w:rsidR="00844395" w:rsidRPr="0086154B">
        <w:rPr>
          <w:spacing w:val="-9"/>
        </w:rPr>
        <w:t xml:space="preserve"> </w:t>
      </w:r>
      <w:r w:rsidR="00844395" w:rsidRPr="0086154B">
        <w:t>to</w:t>
      </w:r>
      <w:r w:rsidR="00844395" w:rsidRPr="0086154B">
        <w:rPr>
          <w:spacing w:val="-10"/>
        </w:rPr>
        <w:t xml:space="preserve"> </w:t>
      </w:r>
      <w:r w:rsidR="00844395" w:rsidRPr="0086154B">
        <w:t>ask</w:t>
      </w:r>
      <w:r w:rsidR="00844395" w:rsidRPr="0086154B">
        <w:rPr>
          <w:spacing w:val="-10"/>
        </w:rPr>
        <w:t xml:space="preserve"> </w:t>
      </w:r>
      <w:r w:rsidR="00844395" w:rsidRPr="0086154B">
        <w:t>for</w:t>
      </w:r>
      <w:r w:rsidR="00844395" w:rsidRPr="0086154B">
        <w:rPr>
          <w:spacing w:val="-10"/>
        </w:rPr>
        <w:t xml:space="preserve"> </w:t>
      </w:r>
      <w:r w:rsidR="00844395" w:rsidRPr="0086154B">
        <w:t>this</w:t>
      </w:r>
      <w:r w:rsidR="00844395">
        <w:t xml:space="preserve"> </w:t>
      </w:r>
      <w:r w:rsidR="00844395" w:rsidRPr="0086154B">
        <w:t>information is Internal Revenue Code</w:t>
      </w:r>
      <w:r w:rsidR="00844395" w:rsidRPr="0086154B">
        <w:rPr>
          <w:spacing w:val="1"/>
        </w:rPr>
        <w:t xml:space="preserve"> </w:t>
      </w:r>
      <w:r w:rsidR="00844395" w:rsidRPr="0086154B">
        <w:t>sections</w:t>
      </w:r>
      <w:r w:rsidR="00844395" w:rsidRPr="0086154B">
        <w:rPr>
          <w:spacing w:val="-9"/>
        </w:rPr>
        <w:t xml:space="preserve"> </w:t>
      </w:r>
      <w:r w:rsidR="00844395" w:rsidRPr="0086154B">
        <w:t>1441,</w:t>
      </w:r>
      <w:r w:rsidR="00844395" w:rsidRPr="0086154B">
        <w:rPr>
          <w:spacing w:val="-9"/>
        </w:rPr>
        <w:t xml:space="preserve"> </w:t>
      </w:r>
      <w:r w:rsidR="00844395" w:rsidRPr="0086154B">
        <w:t>3401,</w:t>
      </w:r>
      <w:r w:rsidR="00844395" w:rsidRPr="0086154B">
        <w:rPr>
          <w:spacing w:val="-9"/>
        </w:rPr>
        <w:t xml:space="preserve"> </w:t>
      </w:r>
      <w:r w:rsidR="00844395" w:rsidRPr="0086154B">
        <w:t>and</w:t>
      </w:r>
      <w:r w:rsidR="00844395" w:rsidRPr="0086154B">
        <w:rPr>
          <w:spacing w:val="-8"/>
        </w:rPr>
        <w:t xml:space="preserve"> </w:t>
      </w:r>
      <w:r w:rsidR="00844395" w:rsidRPr="0086154B">
        <w:t>3402.</w:t>
      </w:r>
      <w:r w:rsidR="00844395" w:rsidRPr="0086154B">
        <w:rPr>
          <w:spacing w:val="-9"/>
        </w:rPr>
        <w:t xml:space="preserve"> </w:t>
      </w:r>
      <w:r w:rsidR="00844395" w:rsidRPr="0086154B">
        <w:t>We</w:t>
      </w:r>
      <w:r w:rsidR="00844395" w:rsidRPr="0086154B">
        <w:rPr>
          <w:spacing w:val="-9"/>
        </w:rPr>
        <w:t xml:space="preserve"> </w:t>
      </w:r>
      <w:r w:rsidR="00844395" w:rsidRPr="0086154B">
        <w:t>need</w:t>
      </w:r>
      <w:r w:rsidR="00844395" w:rsidRPr="0086154B">
        <w:rPr>
          <w:spacing w:val="-47"/>
        </w:rPr>
        <w:t xml:space="preserve"> </w:t>
      </w:r>
      <w:r w:rsidR="00844395" w:rsidRPr="0086154B">
        <w:t>this</w:t>
      </w:r>
      <w:r w:rsidR="00844395" w:rsidRPr="0086154B">
        <w:rPr>
          <w:spacing w:val="-10"/>
        </w:rPr>
        <w:t xml:space="preserve"> </w:t>
      </w:r>
      <w:r w:rsidR="00844395" w:rsidRPr="0086154B">
        <w:t>information</w:t>
      </w:r>
      <w:r w:rsidR="00844395" w:rsidRPr="0086154B">
        <w:rPr>
          <w:spacing w:val="-10"/>
        </w:rPr>
        <w:t xml:space="preserve"> </w:t>
      </w:r>
      <w:r w:rsidR="00844395" w:rsidRPr="0086154B">
        <w:t>to</w:t>
      </w:r>
      <w:r w:rsidR="00844395" w:rsidRPr="0086154B">
        <w:rPr>
          <w:spacing w:val="-10"/>
        </w:rPr>
        <w:t xml:space="preserve"> </w:t>
      </w:r>
      <w:r w:rsidR="00844395" w:rsidRPr="0086154B">
        <w:t>ensure</w:t>
      </w:r>
      <w:r w:rsidR="00844395" w:rsidRPr="0086154B">
        <w:rPr>
          <w:spacing w:val="-10"/>
        </w:rPr>
        <w:t xml:space="preserve"> </w:t>
      </w:r>
      <w:r w:rsidR="00844395" w:rsidRPr="0086154B">
        <w:t>that</w:t>
      </w:r>
      <w:r w:rsidR="00844395" w:rsidRPr="0086154B">
        <w:rPr>
          <w:spacing w:val="-9"/>
        </w:rPr>
        <w:t xml:space="preserve"> </w:t>
      </w:r>
      <w:r w:rsidR="00844395" w:rsidRPr="0086154B">
        <w:t>you</w:t>
      </w:r>
      <w:r w:rsidR="00844395" w:rsidRPr="0086154B">
        <w:rPr>
          <w:spacing w:val="-10"/>
        </w:rPr>
        <w:t xml:space="preserve"> </w:t>
      </w:r>
      <w:r w:rsidR="00844395" w:rsidRPr="0086154B">
        <w:t>are</w:t>
      </w:r>
      <w:r w:rsidR="00844395">
        <w:t xml:space="preserve"> </w:t>
      </w:r>
      <w:r w:rsidRPr="0086154B">
        <w:t>complying with these laws and to allow us</w:t>
      </w:r>
      <w:r w:rsidRPr="0086154B">
        <w:rPr>
          <w:spacing w:val="-47"/>
        </w:rPr>
        <w:t xml:space="preserve"> </w:t>
      </w:r>
      <w:r w:rsidRPr="0086154B">
        <w:t>to figure and collect the right amount of</w:t>
      </w:r>
      <w:r w:rsidRPr="0086154B">
        <w:rPr>
          <w:spacing w:val="1"/>
        </w:rPr>
        <w:t xml:space="preserve"> </w:t>
      </w:r>
      <w:r w:rsidRPr="0086154B">
        <w:t>tax.</w:t>
      </w:r>
      <w:r w:rsidRPr="0086154B">
        <w:rPr>
          <w:spacing w:val="-9"/>
        </w:rPr>
        <w:t xml:space="preserve"> </w:t>
      </w:r>
      <w:r w:rsidRPr="0086154B">
        <w:t>Code</w:t>
      </w:r>
      <w:r w:rsidRPr="0086154B">
        <w:rPr>
          <w:spacing w:val="-9"/>
        </w:rPr>
        <w:t xml:space="preserve"> </w:t>
      </w:r>
      <w:r w:rsidRPr="0086154B">
        <w:t>section</w:t>
      </w:r>
      <w:r w:rsidRPr="0086154B">
        <w:rPr>
          <w:spacing w:val="-9"/>
        </w:rPr>
        <w:t xml:space="preserve"> </w:t>
      </w:r>
      <w:r w:rsidRPr="0086154B">
        <w:t>6109</w:t>
      </w:r>
      <w:r w:rsidRPr="0086154B">
        <w:rPr>
          <w:spacing w:val="-9"/>
        </w:rPr>
        <w:t xml:space="preserve"> </w:t>
      </w:r>
      <w:r w:rsidRPr="0086154B">
        <w:t>requires</w:t>
      </w:r>
      <w:r w:rsidRPr="0086154B">
        <w:rPr>
          <w:spacing w:val="-8"/>
        </w:rPr>
        <w:t xml:space="preserve"> </w:t>
      </w:r>
      <w:r w:rsidRPr="0086154B">
        <w:t>taxpayers</w:t>
      </w:r>
      <w:r w:rsidRPr="0086154B">
        <w:rPr>
          <w:spacing w:val="-47"/>
        </w:rPr>
        <w:t xml:space="preserve"> </w:t>
      </w:r>
      <w:r w:rsidRPr="0086154B">
        <w:t>and withholding agents to provide their</w:t>
      </w:r>
      <w:r w:rsidRPr="0086154B">
        <w:rPr>
          <w:spacing w:val="1"/>
        </w:rPr>
        <w:t xml:space="preserve"> </w:t>
      </w:r>
      <w:r w:rsidRPr="0086154B">
        <w:t>identification numbers. Routine uses of</w:t>
      </w:r>
      <w:r w:rsidRPr="0086154B">
        <w:rPr>
          <w:spacing w:val="1"/>
        </w:rPr>
        <w:t xml:space="preserve"> </w:t>
      </w:r>
      <w:r w:rsidRPr="0086154B">
        <w:t>this information include giving it to the</w:t>
      </w:r>
      <w:r w:rsidRPr="0086154B">
        <w:rPr>
          <w:spacing w:val="1"/>
        </w:rPr>
        <w:t xml:space="preserve"> </w:t>
      </w:r>
      <w:r w:rsidRPr="0086154B">
        <w:t>Department</w:t>
      </w:r>
      <w:r w:rsidRPr="0086154B">
        <w:rPr>
          <w:spacing w:val="-10"/>
        </w:rPr>
        <w:t xml:space="preserve"> </w:t>
      </w:r>
      <w:r w:rsidRPr="0086154B">
        <w:t>of</w:t>
      </w:r>
      <w:r w:rsidRPr="0086154B">
        <w:rPr>
          <w:spacing w:val="-9"/>
        </w:rPr>
        <w:t xml:space="preserve"> </w:t>
      </w:r>
      <w:r w:rsidRPr="0086154B">
        <w:t>Justice</w:t>
      </w:r>
      <w:r w:rsidRPr="0086154B">
        <w:rPr>
          <w:spacing w:val="-9"/>
        </w:rPr>
        <w:t xml:space="preserve"> </w:t>
      </w:r>
      <w:r w:rsidRPr="0086154B">
        <w:t>for</w:t>
      </w:r>
      <w:r w:rsidRPr="0086154B">
        <w:rPr>
          <w:spacing w:val="-9"/>
        </w:rPr>
        <w:t xml:space="preserve"> </w:t>
      </w:r>
      <w:r w:rsidRPr="0086154B">
        <w:t>civil</w:t>
      </w:r>
      <w:r w:rsidRPr="0086154B">
        <w:rPr>
          <w:spacing w:val="-9"/>
        </w:rPr>
        <w:t xml:space="preserve"> </w:t>
      </w:r>
      <w:r w:rsidRPr="0086154B">
        <w:t>and</w:t>
      </w:r>
      <w:r w:rsidRPr="0086154B">
        <w:rPr>
          <w:spacing w:val="-9"/>
        </w:rPr>
        <w:t xml:space="preserve"> </w:t>
      </w:r>
      <w:r w:rsidRPr="0086154B">
        <w:t>criminal</w:t>
      </w:r>
      <w:r w:rsidRPr="0086154B">
        <w:rPr>
          <w:spacing w:val="-47"/>
        </w:rPr>
        <w:t xml:space="preserve"> </w:t>
      </w:r>
      <w:r w:rsidRPr="0086154B">
        <w:t>litigation, and cities, states, the District of</w:t>
      </w:r>
      <w:r w:rsidRPr="0086154B">
        <w:rPr>
          <w:spacing w:val="1"/>
        </w:rPr>
        <w:t xml:space="preserve"> </w:t>
      </w:r>
      <w:r w:rsidRPr="0086154B">
        <w:t>Columbia, and U.S. commonwealths and</w:t>
      </w:r>
      <w:r w:rsidRPr="0086154B">
        <w:rPr>
          <w:spacing w:val="1"/>
        </w:rPr>
        <w:t xml:space="preserve"> </w:t>
      </w:r>
      <w:r w:rsidRPr="0086154B">
        <w:t>possessions for use in administering their</w:t>
      </w:r>
      <w:r w:rsidRPr="0086154B">
        <w:rPr>
          <w:spacing w:val="-47"/>
        </w:rPr>
        <w:t xml:space="preserve"> </w:t>
      </w:r>
      <w:r w:rsidRPr="0086154B">
        <w:t>tax laws. We may also disclose this</w:t>
      </w:r>
      <w:r w:rsidRPr="0086154B">
        <w:rPr>
          <w:spacing w:val="1"/>
        </w:rPr>
        <w:t xml:space="preserve"> </w:t>
      </w:r>
      <w:r w:rsidRPr="0086154B">
        <w:t>information to other countries under a tax</w:t>
      </w:r>
      <w:r w:rsidRPr="0086154B">
        <w:rPr>
          <w:spacing w:val="1"/>
        </w:rPr>
        <w:t xml:space="preserve"> </w:t>
      </w:r>
      <w:r w:rsidRPr="0086154B">
        <w:t>treaty, to federal and state agencies to</w:t>
      </w:r>
      <w:r w:rsidRPr="0086154B">
        <w:rPr>
          <w:spacing w:val="1"/>
        </w:rPr>
        <w:t xml:space="preserve"> </w:t>
      </w:r>
      <w:r w:rsidRPr="0086154B">
        <w:t>enforce federal nontax criminal laws, or to</w:t>
      </w:r>
      <w:r w:rsidRPr="0086154B">
        <w:rPr>
          <w:spacing w:val="-47"/>
        </w:rPr>
        <w:t xml:space="preserve"> </w:t>
      </w:r>
      <w:r w:rsidRPr="0086154B">
        <w:t>federal law enforcement and intelligence</w:t>
      </w:r>
      <w:r w:rsidRPr="0086154B">
        <w:rPr>
          <w:spacing w:val="1"/>
        </w:rPr>
        <w:t xml:space="preserve"> </w:t>
      </w:r>
      <w:r w:rsidRPr="0086154B">
        <w:t>agencies to combat terrorism. If a</w:t>
      </w:r>
      <w:r w:rsidRPr="0086154B">
        <w:rPr>
          <w:spacing w:val="1"/>
        </w:rPr>
        <w:t xml:space="preserve"> </w:t>
      </w:r>
      <w:r w:rsidRPr="0086154B">
        <w:t>nonresident alien fails to provide a</w:t>
      </w:r>
      <w:r w:rsidRPr="0086154B">
        <w:rPr>
          <w:spacing w:val="1"/>
        </w:rPr>
        <w:t xml:space="preserve"> </w:t>
      </w:r>
      <w:r w:rsidRPr="0086154B">
        <w:t>properly completed form, the withholding</w:t>
      </w:r>
      <w:r w:rsidRPr="0086154B">
        <w:rPr>
          <w:spacing w:val="1"/>
        </w:rPr>
        <w:t xml:space="preserve"> </w:t>
      </w:r>
      <w:r w:rsidRPr="0086154B">
        <w:t>agent cannot accept it and is required to</w:t>
      </w:r>
      <w:r w:rsidRPr="0086154B">
        <w:rPr>
          <w:spacing w:val="1"/>
        </w:rPr>
        <w:t xml:space="preserve"> </w:t>
      </w:r>
      <w:r w:rsidRPr="0086154B">
        <w:t>withhold. If a withholding agent accepts a</w:t>
      </w:r>
      <w:r w:rsidRPr="0086154B">
        <w:rPr>
          <w:spacing w:val="1"/>
        </w:rPr>
        <w:t xml:space="preserve"> </w:t>
      </w:r>
      <w:r w:rsidRPr="0086154B">
        <w:t>Form 8233 as completed and later finds</w:t>
      </w:r>
      <w:r w:rsidRPr="0086154B">
        <w:rPr>
          <w:spacing w:val="1"/>
        </w:rPr>
        <w:t xml:space="preserve"> </w:t>
      </w:r>
      <w:r w:rsidRPr="0086154B">
        <w:t>that any of the facts or statements made</w:t>
      </w:r>
      <w:r w:rsidRPr="0086154B">
        <w:rPr>
          <w:spacing w:val="1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lastRenderedPageBreak/>
        <w:t>form</w:t>
      </w:r>
      <w:r w:rsidRPr="0086154B">
        <w:rPr>
          <w:spacing w:val="-9"/>
        </w:rPr>
        <w:t xml:space="preserve"> </w:t>
      </w:r>
      <w:proofErr w:type="gramStart"/>
      <w:r w:rsidRPr="0086154B">
        <w:t>are</w:t>
      </w:r>
      <w:proofErr w:type="gramEnd"/>
      <w:r w:rsidRPr="0086154B">
        <w:rPr>
          <w:spacing w:val="-9"/>
        </w:rPr>
        <w:t xml:space="preserve"> </w:t>
      </w:r>
      <w:r w:rsidRPr="0086154B">
        <w:t>false,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that</w:t>
      </w:r>
      <w:r w:rsidRPr="0086154B">
        <w:rPr>
          <w:spacing w:val="-9"/>
        </w:rPr>
        <w:t xml:space="preserve"> </w:t>
      </w:r>
      <w:r w:rsidRPr="0086154B">
        <w:t>a</w:t>
      </w:r>
      <w:r w:rsidRPr="0086154B">
        <w:rPr>
          <w:spacing w:val="-9"/>
        </w:rPr>
        <w:t xml:space="preserve"> </w:t>
      </w:r>
      <w:r w:rsidRPr="0086154B">
        <w:t>nonresident</w:t>
      </w:r>
      <w:r w:rsidRPr="0086154B">
        <w:rPr>
          <w:spacing w:val="-47"/>
        </w:rPr>
        <w:t xml:space="preserve"> </w:t>
      </w:r>
      <w:r w:rsidRPr="0086154B">
        <w:t>alien's eligibility for the exemption is in</w:t>
      </w:r>
      <w:r w:rsidRPr="0086154B">
        <w:rPr>
          <w:spacing w:val="1"/>
        </w:rPr>
        <w:t xml:space="preserve"> </w:t>
      </w:r>
      <w:r w:rsidRPr="0086154B">
        <w:t>doubt, the withholding agent is required to</w:t>
      </w:r>
      <w:r w:rsidRPr="0086154B">
        <w:rPr>
          <w:spacing w:val="-48"/>
        </w:rPr>
        <w:t xml:space="preserve"> </w:t>
      </w:r>
      <w:r w:rsidRPr="0086154B">
        <w:t>notify the IRS and begin withholding;</w:t>
      </w:r>
      <w:r w:rsidRPr="0086154B">
        <w:rPr>
          <w:spacing w:val="1"/>
        </w:rPr>
        <w:t xml:space="preserve"> </w:t>
      </w:r>
      <w:r w:rsidRPr="0086154B">
        <w:t>failure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do</w:t>
      </w:r>
      <w:r w:rsidRPr="0086154B">
        <w:rPr>
          <w:spacing w:val="-8"/>
        </w:rPr>
        <w:t xml:space="preserve"> </w:t>
      </w:r>
      <w:r w:rsidRPr="0086154B">
        <w:t>so</w:t>
      </w:r>
      <w:r w:rsidRPr="0086154B">
        <w:rPr>
          <w:spacing w:val="-8"/>
        </w:rPr>
        <w:t xml:space="preserve"> </w:t>
      </w:r>
      <w:r w:rsidRPr="0086154B">
        <w:t>may</w:t>
      </w:r>
      <w:r w:rsidRPr="0086154B">
        <w:rPr>
          <w:spacing w:val="-8"/>
        </w:rPr>
        <w:t xml:space="preserve"> </w:t>
      </w:r>
      <w:r w:rsidRPr="0086154B">
        <w:t>result</w:t>
      </w:r>
      <w:r w:rsidRPr="0086154B">
        <w:rPr>
          <w:spacing w:val="-7"/>
        </w:rPr>
        <w:t xml:space="preserve"> </w:t>
      </w:r>
      <w:r w:rsidRPr="0086154B">
        <w:t>in</w:t>
      </w:r>
      <w:r w:rsidRPr="0086154B">
        <w:rPr>
          <w:spacing w:val="-8"/>
        </w:rPr>
        <w:t xml:space="preserve"> </w:t>
      </w:r>
      <w:r w:rsidRPr="0086154B">
        <w:t>penalties.</w:t>
      </w:r>
    </w:p>
    <w:p w14:paraId="7CC1001E" w14:textId="77777777" w:rsidR="0086154B" w:rsidRPr="0086154B" w:rsidRDefault="0086154B" w:rsidP="00844395">
      <w:pPr>
        <w:pStyle w:val="Body"/>
      </w:pPr>
      <w:r w:rsidRPr="0086154B">
        <w:t>You are not required to provide the</w:t>
      </w:r>
      <w:r w:rsidRPr="0086154B">
        <w:rPr>
          <w:spacing w:val="1"/>
        </w:rPr>
        <w:t xml:space="preserve"> </w:t>
      </w:r>
      <w:r w:rsidRPr="0086154B">
        <w:t>information requested on a form that is</w:t>
      </w:r>
      <w:r w:rsidRPr="0086154B">
        <w:rPr>
          <w:spacing w:val="1"/>
        </w:rPr>
        <w:t xml:space="preserve"> </w:t>
      </w:r>
      <w:r w:rsidRPr="0086154B">
        <w:t>subject to the Paperwork Reduction Act</w:t>
      </w:r>
      <w:r w:rsidRPr="0086154B">
        <w:rPr>
          <w:spacing w:val="1"/>
        </w:rPr>
        <w:t xml:space="preserve"> </w:t>
      </w:r>
      <w:r w:rsidRPr="0086154B">
        <w:t>unless the form displays a valid OMB</w:t>
      </w:r>
      <w:r w:rsidRPr="0086154B">
        <w:rPr>
          <w:spacing w:val="1"/>
        </w:rPr>
        <w:t xml:space="preserve"> </w:t>
      </w:r>
      <w:r w:rsidRPr="0086154B">
        <w:t>control</w:t>
      </w:r>
      <w:r w:rsidRPr="0086154B">
        <w:rPr>
          <w:spacing w:val="-9"/>
        </w:rPr>
        <w:t xml:space="preserve"> </w:t>
      </w:r>
      <w:r w:rsidRPr="0086154B">
        <w:t>number.</w:t>
      </w:r>
      <w:r w:rsidRPr="0086154B">
        <w:rPr>
          <w:spacing w:val="-9"/>
        </w:rPr>
        <w:t xml:space="preserve"> </w:t>
      </w:r>
      <w:r w:rsidRPr="0086154B">
        <w:t>Books</w:t>
      </w:r>
      <w:r w:rsidRPr="0086154B">
        <w:rPr>
          <w:spacing w:val="-9"/>
        </w:rPr>
        <w:t xml:space="preserve"> </w:t>
      </w:r>
      <w:r w:rsidRPr="0086154B">
        <w:t>or</w:t>
      </w:r>
      <w:r w:rsidRPr="0086154B">
        <w:rPr>
          <w:spacing w:val="-10"/>
        </w:rPr>
        <w:t xml:space="preserve"> </w:t>
      </w:r>
      <w:r w:rsidRPr="0086154B">
        <w:t>records</w:t>
      </w:r>
      <w:r w:rsidRPr="0086154B">
        <w:rPr>
          <w:spacing w:val="-9"/>
        </w:rPr>
        <w:t xml:space="preserve"> </w:t>
      </w:r>
      <w:r w:rsidRPr="0086154B">
        <w:t>relating</w:t>
      </w:r>
      <w:r w:rsidRPr="0086154B">
        <w:rPr>
          <w:spacing w:val="-47"/>
        </w:rPr>
        <w:t xml:space="preserve"> </w:t>
      </w:r>
      <w:r w:rsidRPr="0086154B">
        <w:t xml:space="preserve">to a </w:t>
      </w:r>
      <w:proofErr w:type="gramStart"/>
      <w:r w:rsidRPr="0086154B">
        <w:t>form</w:t>
      </w:r>
      <w:proofErr w:type="gramEnd"/>
      <w:r w:rsidRPr="0086154B">
        <w:t xml:space="preserve"> or its instructions must be</w:t>
      </w:r>
      <w:r w:rsidRPr="0086154B">
        <w:rPr>
          <w:spacing w:val="1"/>
        </w:rPr>
        <w:t xml:space="preserve"> </w:t>
      </w:r>
      <w:r w:rsidRPr="0086154B">
        <w:t>retained as long as their contents may</w:t>
      </w:r>
      <w:r w:rsidRPr="0086154B">
        <w:rPr>
          <w:spacing w:val="1"/>
        </w:rPr>
        <w:t xml:space="preserve"> </w:t>
      </w:r>
      <w:r w:rsidRPr="0086154B">
        <w:t>become material in the administration of</w:t>
      </w:r>
      <w:r w:rsidRPr="0086154B">
        <w:rPr>
          <w:spacing w:val="1"/>
        </w:rPr>
        <w:t xml:space="preserve"> </w:t>
      </w:r>
      <w:r w:rsidRPr="0086154B">
        <w:t>any Internal Revenue law. Generally, tax</w:t>
      </w:r>
      <w:r w:rsidRPr="0086154B">
        <w:rPr>
          <w:spacing w:val="-47"/>
        </w:rPr>
        <w:t xml:space="preserve"> </w:t>
      </w:r>
      <w:r w:rsidRPr="0086154B">
        <w:t>returns and return information are</w:t>
      </w:r>
      <w:r w:rsidRPr="0086154B">
        <w:rPr>
          <w:spacing w:val="1"/>
        </w:rPr>
        <w:t xml:space="preserve"> </w:t>
      </w:r>
      <w:r w:rsidRPr="0086154B">
        <w:t>confidential,</w:t>
      </w:r>
      <w:r w:rsidRPr="0086154B">
        <w:rPr>
          <w:spacing w:val="-7"/>
        </w:rPr>
        <w:t xml:space="preserve"> </w:t>
      </w:r>
      <w:r w:rsidRPr="0086154B">
        <w:t>as</w:t>
      </w:r>
      <w:r w:rsidRPr="0086154B">
        <w:rPr>
          <w:spacing w:val="-8"/>
        </w:rPr>
        <w:t xml:space="preserve"> </w:t>
      </w:r>
      <w:r w:rsidRPr="0086154B">
        <w:t>required</w:t>
      </w:r>
      <w:r w:rsidRPr="0086154B">
        <w:rPr>
          <w:spacing w:val="-7"/>
        </w:rPr>
        <w:t xml:space="preserve"> </w:t>
      </w:r>
      <w:r w:rsidRPr="0086154B">
        <w:t>by</w:t>
      </w:r>
      <w:r w:rsidRPr="0086154B">
        <w:rPr>
          <w:spacing w:val="-8"/>
        </w:rPr>
        <w:t xml:space="preserve"> </w:t>
      </w:r>
      <w:r w:rsidRPr="0086154B">
        <w:t>section</w:t>
      </w:r>
      <w:r w:rsidRPr="0086154B">
        <w:rPr>
          <w:spacing w:val="-8"/>
        </w:rPr>
        <w:t xml:space="preserve"> </w:t>
      </w:r>
      <w:r w:rsidRPr="0086154B">
        <w:t>6103.</w:t>
      </w:r>
    </w:p>
    <w:p w14:paraId="132E827A" w14:textId="77777777" w:rsidR="0086154B" w:rsidRPr="0086154B" w:rsidRDefault="0086154B" w:rsidP="00844395">
      <w:pPr>
        <w:pStyle w:val="Body"/>
      </w:pPr>
      <w:r w:rsidRPr="0086154B">
        <w:t>The time needed to complete and file</w:t>
      </w:r>
      <w:r w:rsidRPr="0086154B">
        <w:rPr>
          <w:spacing w:val="1"/>
        </w:rPr>
        <w:t xml:space="preserve"> </w:t>
      </w:r>
      <w:r w:rsidRPr="0086154B">
        <w:t>this</w:t>
      </w:r>
      <w:r w:rsidRPr="0086154B">
        <w:rPr>
          <w:spacing w:val="-11"/>
        </w:rPr>
        <w:t xml:space="preserve"> </w:t>
      </w:r>
      <w:r w:rsidRPr="0086154B">
        <w:t>form</w:t>
      </w:r>
      <w:r w:rsidRPr="0086154B">
        <w:rPr>
          <w:spacing w:val="-10"/>
        </w:rPr>
        <w:t xml:space="preserve"> </w:t>
      </w:r>
      <w:r w:rsidRPr="0086154B">
        <w:t>will</w:t>
      </w:r>
      <w:r w:rsidRPr="0086154B">
        <w:rPr>
          <w:spacing w:val="-10"/>
        </w:rPr>
        <w:t xml:space="preserve"> </w:t>
      </w:r>
      <w:r w:rsidRPr="0086154B">
        <w:t>vary</w:t>
      </w:r>
      <w:r w:rsidRPr="0086154B">
        <w:rPr>
          <w:spacing w:val="-10"/>
        </w:rPr>
        <w:t xml:space="preserve"> </w:t>
      </w:r>
      <w:r w:rsidRPr="0086154B">
        <w:t>depending</w:t>
      </w:r>
      <w:r w:rsidRPr="0086154B">
        <w:rPr>
          <w:spacing w:val="-11"/>
        </w:rPr>
        <w:t xml:space="preserve"> </w:t>
      </w:r>
      <w:r w:rsidRPr="0086154B">
        <w:t>on</w:t>
      </w:r>
      <w:r w:rsidRPr="0086154B">
        <w:rPr>
          <w:spacing w:val="-10"/>
        </w:rPr>
        <w:t xml:space="preserve"> </w:t>
      </w:r>
      <w:r w:rsidRPr="0086154B">
        <w:t>individual</w:t>
      </w:r>
      <w:r w:rsidRPr="0086154B">
        <w:rPr>
          <w:spacing w:val="-47"/>
        </w:rPr>
        <w:t xml:space="preserve"> </w:t>
      </w:r>
      <w:r w:rsidRPr="0086154B">
        <w:t>circumstances. The estimated average</w:t>
      </w:r>
      <w:r w:rsidRPr="0086154B">
        <w:rPr>
          <w:spacing w:val="1"/>
        </w:rPr>
        <w:t xml:space="preserve"> </w:t>
      </w:r>
      <w:r w:rsidRPr="0086154B">
        <w:t xml:space="preserve">time </w:t>
      </w:r>
      <w:proofErr w:type="gramStart"/>
      <w:r w:rsidRPr="0086154B">
        <w:t>is:</w:t>
      </w:r>
      <w:proofErr w:type="gramEnd"/>
      <w:r w:rsidRPr="0086154B">
        <w:t xml:space="preserve"> </w:t>
      </w:r>
      <w:r w:rsidRPr="0086154B">
        <w:rPr>
          <w:rFonts w:ascii="Arial"/>
          <w:b/>
        </w:rPr>
        <w:t xml:space="preserve">Recordkeeping, </w:t>
      </w:r>
      <w:r w:rsidRPr="0086154B">
        <w:t>3 hr., 44 min.;</w:t>
      </w:r>
      <w:r w:rsidRPr="0086154B">
        <w:rPr>
          <w:spacing w:val="1"/>
        </w:rPr>
        <w:t xml:space="preserve"> </w:t>
      </w:r>
      <w:r w:rsidRPr="0086154B">
        <w:rPr>
          <w:rFonts w:ascii="Arial"/>
          <w:b/>
        </w:rPr>
        <w:t xml:space="preserve">Learning about the law or the form, </w:t>
      </w:r>
      <w:r w:rsidRPr="0086154B">
        <w:t>2</w:t>
      </w:r>
      <w:r w:rsidRPr="0086154B">
        <w:rPr>
          <w:spacing w:val="1"/>
        </w:rPr>
        <w:t xml:space="preserve"> </w:t>
      </w:r>
      <w:r w:rsidRPr="0086154B">
        <w:t xml:space="preserve">hr., 39 min.; </w:t>
      </w:r>
      <w:r w:rsidRPr="0086154B">
        <w:rPr>
          <w:rFonts w:ascii="Arial"/>
          <w:b/>
        </w:rPr>
        <w:t>Preparing and sending the</w:t>
      </w:r>
      <w:r w:rsidRPr="0086154B">
        <w:rPr>
          <w:rFonts w:ascii="Arial"/>
          <w:b/>
          <w:spacing w:val="-47"/>
        </w:rPr>
        <w:t xml:space="preserve"> </w:t>
      </w:r>
      <w:r w:rsidRPr="0086154B">
        <w:rPr>
          <w:rFonts w:ascii="Arial"/>
          <w:b/>
        </w:rPr>
        <w:t>form</w:t>
      </w:r>
      <w:r w:rsidRPr="0086154B">
        <w:rPr>
          <w:rFonts w:ascii="Arial"/>
          <w:b/>
          <w:spacing w:val="-3"/>
        </w:rPr>
        <w:t xml:space="preserve"> </w:t>
      </w:r>
      <w:r w:rsidRPr="0086154B">
        <w:rPr>
          <w:rFonts w:ascii="Arial"/>
          <w:b/>
        </w:rPr>
        <w:t>to</w:t>
      </w:r>
      <w:r w:rsidRPr="0086154B">
        <w:rPr>
          <w:rFonts w:ascii="Arial"/>
          <w:b/>
          <w:spacing w:val="-2"/>
        </w:rPr>
        <w:t xml:space="preserve"> </w:t>
      </w:r>
      <w:r w:rsidRPr="0086154B">
        <w:rPr>
          <w:rFonts w:ascii="Arial"/>
          <w:b/>
        </w:rPr>
        <w:t>IRS,</w:t>
      </w:r>
      <w:r w:rsidRPr="0086154B">
        <w:rPr>
          <w:rFonts w:ascii="Arial"/>
          <w:b/>
          <w:spacing w:val="-2"/>
        </w:rPr>
        <w:t xml:space="preserve"> </w:t>
      </w:r>
      <w:r w:rsidRPr="0086154B">
        <w:t>2</w:t>
      </w:r>
      <w:r w:rsidRPr="0086154B">
        <w:rPr>
          <w:spacing w:val="-8"/>
        </w:rPr>
        <w:t xml:space="preserve"> </w:t>
      </w:r>
      <w:r w:rsidRPr="0086154B">
        <w:t>hr.,</w:t>
      </w:r>
      <w:r w:rsidRPr="0086154B">
        <w:rPr>
          <w:spacing w:val="-6"/>
        </w:rPr>
        <w:t xml:space="preserve"> </w:t>
      </w:r>
      <w:r w:rsidRPr="0086154B">
        <w:t>26</w:t>
      </w:r>
      <w:r w:rsidRPr="0086154B">
        <w:rPr>
          <w:spacing w:val="-7"/>
        </w:rPr>
        <w:t xml:space="preserve"> </w:t>
      </w:r>
      <w:r w:rsidRPr="0086154B">
        <w:t>min.</w:t>
      </w:r>
    </w:p>
    <w:p w14:paraId="2416ECAA" w14:textId="49ECDF7B" w:rsidR="00F3062A" w:rsidRPr="0086154B" w:rsidRDefault="0086154B" w:rsidP="00844395">
      <w:pPr>
        <w:pStyle w:val="Body"/>
      </w:pPr>
      <w:r w:rsidRPr="0086154B">
        <w:t>If you have comments concerning the</w:t>
      </w:r>
      <w:r w:rsidRPr="0086154B">
        <w:rPr>
          <w:spacing w:val="1"/>
        </w:rPr>
        <w:t xml:space="preserve"> </w:t>
      </w:r>
      <w:r w:rsidRPr="0086154B">
        <w:t>accuracy of these time estimates or</w:t>
      </w:r>
      <w:r w:rsidRPr="0086154B">
        <w:rPr>
          <w:spacing w:val="1"/>
        </w:rPr>
        <w:t xml:space="preserve"> </w:t>
      </w:r>
      <w:r w:rsidRPr="0086154B">
        <w:t>suggestions for making this form simpler,</w:t>
      </w:r>
      <w:r w:rsidRPr="0086154B">
        <w:rPr>
          <w:spacing w:val="-47"/>
        </w:rPr>
        <w:t xml:space="preserve"> </w:t>
      </w:r>
      <w:r w:rsidRPr="0086154B">
        <w:t>we</w:t>
      </w:r>
      <w:r w:rsidRPr="0086154B">
        <w:rPr>
          <w:spacing w:val="-9"/>
        </w:rPr>
        <w:t xml:space="preserve"> </w:t>
      </w:r>
      <w:r w:rsidRPr="0086154B">
        <w:lastRenderedPageBreak/>
        <w:t>would</w:t>
      </w:r>
      <w:r w:rsidRPr="0086154B">
        <w:rPr>
          <w:spacing w:val="-9"/>
        </w:rPr>
        <w:t xml:space="preserve"> </w:t>
      </w:r>
      <w:r w:rsidRPr="0086154B">
        <w:t>be</w:t>
      </w:r>
      <w:r w:rsidRPr="0086154B">
        <w:rPr>
          <w:spacing w:val="-9"/>
        </w:rPr>
        <w:t xml:space="preserve"> </w:t>
      </w:r>
      <w:r w:rsidRPr="0086154B">
        <w:t>happy</w:t>
      </w:r>
      <w:r w:rsidRPr="0086154B">
        <w:rPr>
          <w:spacing w:val="-7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hear</w:t>
      </w:r>
      <w:r w:rsidRPr="0086154B">
        <w:rPr>
          <w:spacing w:val="-8"/>
        </w:rPr>
        <w:t xml:space="preserve"> </w:t>
      </w:r>
      <w:r w:rsidRPr="0086154B">
        <w:t>from</w:t>
      </w:r>
      <w:r w:rsidRPr="0086154B">
        <w:rPr>
          <w:spacing w:val="-8"/>
        </w:rPr>
        <w:t xml:space="preserve"> </w:t>
      </w:r>
      <w:r w:rsidRPr="0086154B">
        <w:t>you.</w:t>
      </w:r>
      <w:r w:rsidRPr="0086154B">
        <w:rPr>
          <w:spacing w:val="-9"/>
        </w:rPr>
        <w:t xml:space="preserve"> </w:t>
      </w:r>
      <w:r w:rsidRPr="0086154B">
        <w:t>You</w:t>
      </w:r>
      <w:r w:rsidRPr="0086154B">
        <w:rPr>
          <w:spacing w:val="1"/>
        </w:rPr>
        <w:t xml:space="preserve"> </w:t>
      </w:r>
      <w:r w:rsidRPr="0086154B">
        <w:t xml:space="preserve">can send us comments from </w:t>
      </w:r>
      <w:hyperlink r:id="rId39">
        <w:r w:rsidRPr="0086154B">
          <w:rPr>
            <w:rFonts w:ascii="Arial"/>
            <w:i/>
            <w:u w:val="single" w:color="0055A1"/>
          </w:rPr>
          <w:t>IRS.gov/</w:t>
        </w:r>
      </w:hyperlink>
      <w:r w:rsidRPr="0086154B">
        <w:rPr>
          <w:rFonts w:ascii="Arial"/>
          <w:i/>
          <w:spacing w:val="1"/>
        </w:rPr>
        <w:t xml:space="preserve"> </w:t>
      </w:r>
      <w:hyperlink r:id="rId40">
        <w:proofErr w:type="spellStart"/>
        <w:r w:rsidRPr="0086154B">
          <w:rPr>
            <w:rFonts w:ascii="Arial"/>
            <w:i/>
            <w:u w:val="single" w:color="0055A1"/>
          </w:rPr>
          <w:t>FormComments</w:t>
        </w:r>
        <w:proofErr w:type="spellEnd"/>
      </w:hyperlink>
      <w:r w:rsidRPr="0086154B">
        <w:t>. You can write to the</w:t>
      </w:r>
      <w:r w:rsidRPr="0086154B">
        <w:rPr>
          <w:spacing w:val="1"/>
        </w:rPr>
        <w:t xml:space="preserve"> </w:t>
      </w:r>
      <w:r w:rsidRPr="0086154B">
        <w:t>Internal</w:t>
      </w:r>
      <w:r w:rsidRPr="0086154B">
        <w:rPr>
          <w:spacing w:val="-13"/>
        </w:rPr>
        <w:t xml:space="preserve"> </w:t>
      </w:r>
      <w:r w:rsidRPr="0086154B">
        <w:t>Revenue</w:t>
      </w:r>
      <w:r w:rsidRPr="0086154B">
        <w:rPr>
          <w:spacing w:val="-12"/>
        </w:rPr>
        <w:t xml:space="preserve"> </w:t>
      </w:r>
      <w:r w:rsidRPr="0086154B">
        <w:t>Service,</w:t>
      </w:r>
      <w:r w:rsidRPr="0086154B">
        <w:rPr>
          <w:spacing w:val="-13"/>
        </w:rPr>
        <w:t xml:space="preserve"> </w:t>
      </w:r>
      <w:r w:rsidRPr="0086154B">
        <w:t>Tax</w:t>
      </w:r>
      <w:r w:rsidRPr="0086154B">
        <w:rPr>
          <w:spacing w:val="-12"/>
        </w:rPr>
        <w:t xml:space="preserve"> </w:t>
      </w:r>
      <w:r w:rsidRPr="0086154B">
        <w:t>Forms</w:t>
      </w:r>
      <w:r w:rsidRPr="0086154B">
        <w:rPr>
          <w:spacing w:val="-12"/>
        </w:rPr>
        <w:t xml:space="preserve"> </w:t>
      </w:r>
      <w:r w:rsidRPr="0086154B">
        <w:t>and</w:t>
      </w:r>
      <w:r w:rsidRPr="0086154B">
        <w:rPr>
          <w:spacing w:val="-47"/>
        </w:rPr>
        <w:t xml:space="preserve"> </w:t>
      </w:r>
      <w:r w:rsidRPr="0086154B">
        <w:t>Publications, 1111 Constitution Ave. NW,</w:t>
      </w:r>
      <w:r w:rsidRPr="0086154B">
        <w:rPr>
          <w:spacing w:val="-47"/>
        </w:rPr>
        <w:t xml:space="preserve"> </w:t>
      </w:r>
      <w:r w:rsidRPr="0086154B">
        <w:t>IR-6526, Washington, DC 20224. Do not</w:t>
      </w:r>
      <w:r w:rsidRPr="0086154B">
        <w:rPr>
          <w:spacing w:val="1"/>
        </w:rPr>
        <w:t xml:space="preserve"> </w:t>
      </w:r>
      <w:r w:rsidRPr="0086154B">
        <w:t>send</w:t>
      </w:r>
      <w:r w:rsidRPr="0086154B">
        <w:rPr>
          <w:spacing w:val="-9"/>
        </w:rPr>
        <w:t xml:space="preserve"> </w:t>
      </w:r>
      <w:r w:rsidRPr="0086154B">
        <w:t>the</w:t>
      </w:r>
      <w:r w:rsidRPr="0086154B">
        <w:rPr>
          <w:spacing w:val="-9"/>
        </w:rPr>
        <w:t xml:space="preserve"> </w:t>
      </w:r>
      <w:r w:rsidRPr="0086154B">
        <w:t>tax</w:t>
      </w:r>
      <w:r w:rsidRPr="0086154B">
        <w:rPr>
          <w:spacing w:val="-9"/>
        </w:rPr>
        <w:t xml:space="preserve"> </w:t>
      </w:r>
      <w:r w:rsidRPr="0086154B">
        <w:t>form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9"/>
        </w:rPr>
        <w:t xml:space="preserve"> </w:t>
      </w:r>
      <w:r w:rsidRPr="0086154B">
        <w:t>this</w:t>
      </w:r>
      <w:r w:rsidRPr="0086154B">
        <w:rPr>
          <w:spacing w:val="-9"/>
        </w:rPr>
        <w:t xml:space="preserve"> </w:t>
      </w:r>
      <w:r w:rsidRPr="0086154B">
        <w:t>address.</w:t>
      </w:r>
      <w:r w:rsidRPr="0086154B">
        <w:rPr>
          <w:spacing w:val="-8"/>
        </w:rPr>
        <w:t xml:space="preserve"> </w:t>
      </w:r>
      <w:r w:rsidRPr="0086154B">
        <w:t>Instead,</w:t>
      </w:r>
      <w:r w:rsidRPr="0086154B">
        <w:rPr>
          <w:spacing w:val="-47"/>
        </w:rPr>
        <w:t xml:space="preserve"> </w:t>
      </w:r>
      <w:r w:rsidRPr="0086154B">
        <w:t>give</w:t>
      </w:r>
      <w:r w:rsidRPr="0086154B">
        <w:rPr>
          <w:spacing w:val="-9"/>
        </w:rPr>
        <w:t xml:space="preserve"> </w:t>
      </w:r>
      <w:r w:rsidRPr="0086154B">
        <w:t>it</w:t>
      </w:r>
      <w:r w:rsidRPr="0086154B">
        <w:rPr>
          <w:spacing w:val="-8"/>
        </w:rPr>
        <w:t xml:space="preserve"> </w:t>
      </w:r>
      <w:r w:rsidRPr="0086154B">
        <w:t>to</w:t>
      </w:r>
      <w:r w:rsidRPr="0086154B">
        <w:rPr>
          <w:spacing w:val="-8"/>
        </w:rPr>
        <w:t xml:space="preserve"> </w:t>
      </w:r>
      <w:r w:rsidRPr="0086154B">
        <w:t>your</w:t>
      </w:r>
      <w:r w:rsidRPr="0086154B">
        <w:rPr>
          <w:spacing w:val="-8"/>
        </w:rPr>
        <w:t xml:space="preserve"> </w:t>
      </w:r>
      <w:r w:rsidRPr="0086154B">
        <w:t>withholding</w:t>
      </w:r>
      <w:r w:rsidRPr="0086154B">
        <w:rPr>
          <w:spacing w:val="-9"/>
        </w:rPr>
        <w:t xml:space="preserve"> </w:t>
      </w:r>
      <w:r w:rsidRPr="0086154B">
        <w:t>agent.</w:t>
      </w:r>
      <w:r w:rsidR="007030C6">
        <w:t>4</w:t>
      </w:r>
    </w:p>
    <w:sectPr w:rsidR="00F3062A" w:rsidRPr="0086154B" w:rsidSect="0086154B">
      <w:footerReference w:type="even" r:id="rId41"/>
      <w:footerReference w:type="default" r:id="rId42"/>
      <w:type w:val="continuous"/>
      <w:pgSz w:w="12240" w:h="15840" w:code="1"/>
      <w:pgMar w:top="1440" w:right="1440" w:bottom="1440" w:left="1440" w:header="0" w:footer="61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D132" w14:textId="77777777" w:rsidR="000318D9" w:rsidRDefault="000318D9" w:rsidP="0086154B">
      <w:r>
        <w:separator/>
      </w:r>
    </w:p>
  </w:endnote>
  <w:endnote w:type="continuationSeparator" w:id="0">
    <w:p w14:paraId="33CF7B42" w14:textId="77777777" w:rsidR="000318D9" w:rsidRDefault="000318D9" w:rsidP="00861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67199" w14:textId="502E6A08" w:rsidR="0031596B" w:rsidRDefault="0086154B">
    <w:pPr>
      <w:pStyle w:val="BodyText"/>
      <w:spacing w:line="14" w:lineRule="auto"/>
      <w:rPr>
        <w:sz w:val="20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B8643A5" wp14:editId="2B9A0E96">
              <wp:simplePos x="0" y="0"/>
              <wp:positionH relativeFrom="page">
                <wp:posOffset>4951095</wp:posOffset>
              </wp:positionH>
              <wp:positionV relativeFrom="page">
                <wp:posOffset>9526905</wp:posOffset>
              </wp:positionV>
              <wp:extent cx="2299335" cy="189230"/>
              <wp:effectExtent l="0" t="1905" r="0" b="0"/>
              <wp:wrapNone/>
              <wp:docPr id="65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460000" w14:textId="77777777" w:rsidR="0031596B" w:rsidRDefault="000318D9">
                          <w:pPr>
                            <w:spacing w:before="62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Instructions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8233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(Rev.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pacing w:val="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10-2021)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8643A5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389.85pt;margin-top:750.15pt;width:181.05pt;height:14.9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" filled="f" stroked="f">
              <v:textbox inset="0,0,0,0">
                <w:txbxContent>
                  <w:p w14:paraId="75460000" w14:textId="77777777" w:rsidR="0031596B" w:rsidRDefault="000318D9">
                    <w:pPr>
                      <w:spacing w:before="62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Instructions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Form</w:t>
                    </w:r>
                    <w:r>
                      <w:rPr>
                        <w:rFonts w:ascii="Arial"/>
                        <w:b/>
                        <w:color w:val="231F20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8233</w:t>
                    </w:r>
                    <w:r>
                      <w:rPr>
                        <w:rFonts w:ascii="Arial"/>
                        <w:b/>
                        <w:color w:val="231F20"/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(Rev.</w:t>
                    </w:r>
                    <w:r>
                      <w:rPr>
                        <w:rFonts w:ascii="Arial"/>
                        <w:b/>
                        <w:color w:val="231F20"/>
                        <w:spacing w:val="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10-2021)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8DDF605" wp14:editId="74CDBB3E">
              <wp:simplePos x="0" y="0"/>
              <wp:positionH relativeFrom="page">
                <wp:posOffset>3802380</wp:posOffset>
              </wp:positionH>
              <wp:positionV relativeFrom="page">
                <wp:posOffset>9531350</wp:posOffset>
              </wp:positionV>
              <wp:extent cx="167640" cy="189230"/>
              <wp:effectExtent l="1905" t="0" r="1905" b="4445"/>
              <wp:wrapNone/>
              <wp:docPr id="64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8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DE320" w14:textId="77777777" w:rsidR="0031596B" w:rsidRDefault="000318D9">
                          <w:pPr>
                            <w:spacing w:before="62"/>
                            <w:ind w:left="20"/>
                            <w:rPr>
                              <w:rFonts w:ascii="Arial"/>
                              <w:b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color w:val="231F20"/>
                              <w:sz w:val="1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DDF605" id="Text Box 64" o:spid="_x0000_s1028" type="#_x0000_t202" style="position:absolute;margin-left:299.4pt;margin-top:750.5pt;width:13.2pt;height:14.9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" filled="f" stroked="f">
              <v:textbox inset="0,0,0,0">
                <w:txbxContent>
                  <w:p w14:paraId="1B6DE320" w14:textId="77777777" w:rsidR="0031596B" w:rsidRDefault="000318D9">
                    <w:pPr>
                      <w:spacing w:before="62"/>
                      <w:ind w:left="20"/>
                      <w:rPr>
                        <w:rFonts w:ascii="Arial"/>
                        <w:b/>
                        <w:sz w:val="18"/>
                      </w:rPr>
                    </w:pP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color w:val="231F20"/>
                        <w:sz w:val="18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976489"/>
      <w:docPartObj>
        <w:docPartGallery w:val="Page Numbers (Bottom of Page)"/>
        <w:docPartUnique/>
      </w:docPartObj>
    </w:sdtPr>
    <w:sdtEndPr>
      <w:rPr>
        <w:rFonts w:ascii="Verdana" w:hAnsi="Verdana"/>
        <w:b/>
        <w:bCs/>
        <w:noProof/>
        <w:sz w:val="32"/>
        <w:szCs w:val="32"/>
      </w:rPr>
    </w:sdtEndPr>
    <w:sdtContent>
      <w:p w14:paraId="255ED71D" w14:textId="3FADF371" w:rsidR="0086154B" w:rsidRPr="0086154B" w:rsidRDefault="0086154B">
        <w:pPr>
          <w:pStyle w:val="Footer"/>
          <w:jc w:val="center"/>
          <w:rPr>
            <w:rFonts w:ascii="Verdana" w:hAnsi="Verdana"/>
            <w:b/>
            <w:bCs/>
            <w:sz w:val="32"/>
            <w:szCs w:val="32"/>
          </w:rPr>
        </w:pPr>
        <w:r w:rsidRPr="0086154B">
          <w:rPr>
            <w:rFonts w:ascii="Verdana" w:hAnsi="Verdana"/>
            <w:b/>
            <w:bCs/>
            <w:sz w:val="32"/>
            <w:szCs w:val="32"/>
          </w:rPr>
          <w:fldChar w:fldCharType="begin"/>
        </w:r>
        <w:r w:rsidRPr="0086154B">
          <w:rPr>
            <w:rFonts w:ascii="Verdana" w:hAnsi="Verdana"/>
            <w:b/>
            <w:bCs/>
            <w:sz w:val="32"/>
            <w:szCs w:val="32"/>
          </w:rPr>
          <w:instrText xml:space="preserve"> PAGE   \* MERGEFORMAT </w:instrText>
        </w:r>
        <w:r w:rsidRPr="0086154B">
          <w:rPr>
            <w:rFonts w:ascii="Verdana" w:hAnsi="Verdana"/>
            <w:b/>
            <w:bCs/>
            <w:sz w:val="32"/>
            <w:szCs w:val="32"/>
          </w:rPr>
          <w:fldChar w:fldCharType="separate"/>
        </w:r>
        <w:r w:rsidRPr="0086154B">
          <w:rPr>
            <w:rFonts w:ascii="Verdana" w:hAnsi="Verdana"/>
            <w:b/>
            <w:bCs/>
            <w:noProof/>
            <w:sz w:val="32"/>
            <w:szCs w:val="32"/>
          </w:rPr>
          <w:t>2</w:t>
        </w:r>
        <w:r w:rsidRPr="0086154B">
          <w:rPr>
            <w:rFonts w:ascii="Verdana" w:hAnsi="Verdana"/>
            <w:b/>
            <w:bCs/>
            <w:noProof/>
            <w:sz w:val="32"/>
            <w:szCs w:val="32"/>
          </w:rPr>
          <w:fldChar w:fldCharType="end"/>
        </w:r>
      </w:p>
    </w:sdtContent>
  </w:sdt>
  <w:p w14:paraId="1BAEC9C4" w14:textId="7961633C" w:rsidR="0031596B" w:rsidRPr="0086154B" w:rsidRDefault="000318D9" w:rsidP="00861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DC29B" w14:textId="77777777" w:rsidR="000318D9" w:rsidRDefault="000318D9" w:rsidP="0086154B">
      <w:r>
        <w:separator/>
      </w:r>
    </w:p>
  </w:footnote>
  <w:footnote w:type="continuationSeparator" w:id="0">
    <w:p w14:paraId="1F483163" w14:textId="77777777" w:rsidR="000318D9" w:rsidRDefault="000318D9" w:rsidP="00861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D328A"/>
    <w:multiLevelType w:val="hybridMultilevel"/>
    <w:tmpl w:val="9196D130"/>
    <w:lvl w:ilvl="0" w:tplc="D506FB8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54AF1"/>
    <w:multiLevelType w:val="hybridMultilevel"/>
    <w:tmpl w:val="6C8EDC60"/>
    <w:lvl w:ilvl="0" w:tplc="03FE80C4">
      <w:numFmt w:val="bullet"/>
      <w:lvlText w:val="•"/>
      <w:lvlJc w:val="left"/>
      <w:pPr>
        <w:ind w:left="119" w:hanging="190"/>
      </w:pPr>
      <w:rPr>
        <w:rFonts w:ascii="Helvetica" w:eastAsia="Helvetica" w:hAnsi="Helvetica" w:cs="Helvetica" w:hint="default"/>
        <w:b w:val="0"/>
        <w:bCs w:val="0"/>
        <w:i w:val="0"/>
        <w:iCs w:val="0"/>
        <w:color w:val="231F20"/>
        <w:w w:val="114"/>
        <w:sz w:val="21"/>
        <w:szCs w:val="21"/>
        <w:lang w:val="en-US" w:eastAsia="en-US" w:bidi="ar-SA"/>
      </w:rPr>
    </w:lvl>
    <w:lvl w:ilvl="1" w:tplc="555E8676">
      <w:numFmt w:val="bullet"/>
      <w:lvlText w:val="•"/>
      <w:lvlJc w:val="left"/>
      <w:pPr>
        <w:ind w:left="459" w:hanging="190"/>
      </w:pPr>
      <w:rPr>
        <w:rFonts w:hint="default"/>
        <w:lang w:val="en-US" w:eastAsia="en-US" w:bidi="ar-SA"/>
      </w:rPr>
    </w:lvl>
    <w:lvl w:ilvl="2" w:tplc="D8B88FD2">
      <w:numFmt w:val="bullet"/>
      <w:lvlText w:val="•"/>
      <w:lvlJc w:val="left"/>
      <w:pPr>
        <w:ind w:left="799" w:hanging="190"/>
      </w:pPr>
      <w:rPr>
        <w:rFonts w:hint="default"/>
        <w:lang w:val="en-US" w:eastAsia="en-US" w:bidi="ar-SA"/>
      </w:rPr>
    </w:lvl>
    <w:lvl w:ilvl="3" w:tplc="0CF8DC58">
      <w:numFmt w:val="bullet"/>
      <w:lvlText w:val="•"/>
      <w:lvlJc w:val="left"/>
      <w:pPr>
        <w:ind w:left="1139" w:hanging="190"/>
      </w:pPr>
      <w:rPr>
        <w:rFonts w:hint="default"/>
        <w:lang w:val="en-US" w:eastAsia="en-US" w:bidi="ar-SA"/>
      </w:rPr>
    </w:lvl>
    <w:lvl w:ilvl="4" w:tplc="99BA034A">
      <w:numFmt w:val="bullet"/>
      <w:lvlText w:val="•"/>
      <w:lvlJc w:val="left"/>
      <w:pPr>
        <w:ind w:left="1479" w:hanging="190"/>
      </w:pPr>
      <w:rPr>
        <w:rFonts w:hint="default"/>
        <w:lang w:val="en-US" w:eastAsia="en-US" w:bidi="ar-SA"/>
      </w:rPr>
    </w:lvl>
    <w:lvl w:ilvl="5" w:tplc="8D741B48">
      <w:numFmt w:val="bullet"/>
      <w:lvlText w:val="•"/>
      <w:lvlJc w:val="left"/>
      <w:pPr>
        <w:ind w:left="1819" w:hanging="190"/>
      </w:pPr>
      <w:rPr>
        <w:rFonts w:hint="default"/>
        <w:lang w:val="en-US" w:eastAsia="en-US" w:bidi="ar-SA"/>
      </w:rPr>
    </w:lvl>
    <w:lvl w:ilvl="6" w:tplc="E19A52CA">
      <w:numFmt w:val="bullet"/>
      <w:lvlText w:val="•"/>
      <w:lvlJc w:val="left"/>
      <w:pPr>
        <w:ind w:left="2159" w:hanging="190"/>
      </w:pPr>
      <w:rPr>
        <w:rFonts w:hint="default"/>
        <w:lang w:val="en-US" w:eastAsia="en-US" w:bidi="ar-SA"/>
      </w:rPr>
    </w:lvl>
    <w:lvl w:ilvl="7" w:tplc="80B4F320">
      <w:numFmt w:val="bullet"/>
      <w:lvlText w:val="•"/>
      <w:lvlJc w:val="left"/>
      <w:pPr>
        <w:ind w:left="2499" w:hanging="190"/>
      </w:pPr>
      <w:rPr>
        <w:rFonts w:hint="default"/>
        <w:lang w:val="en-US" w:eastAsia="en-US" w:bidi="ar-SA"/>
      </w:rPr>
    </w:lvl>
    <w:lvl w:ilvl="8" w:tplc="9908704C">
      <w:numFmt w:val="bullet"/>
      <w:lvlText w:val="•"/>
      <w:lvlJc w:val="left"/>
      <w:pPr>
        <w:ind w:left="2839" w:hanging="19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4B"/>
    <w:rsid w:val="000318D9"/>
    <w:rsid w:val="000B11E4"/>
    <w:rsid w:val="000B5256"/>
    <w:rsid w:val="000B7FA4"/>
    <w:rsid w:val="000E568A"/>
    <w:rsid w:val="00102C4F"/>
    <w:rsid w:val="001032A5"/>
    <w:rsid w:val="00103445"/>
    <w:rsid w:val="0010366B"/>
    <w:rsid w:val="00105061"/>
    <w:rsid w:val="0012549D"/>
    <w:rsid w:val="0017163C"/>
    <w:rsid w:val="001B002E"/>
    <w:rsid w:val="002005B3"/>
    <w:rsid w:val="00285BDC"/>
    <w:rsid w:val="003B30F3"/>
    <w:rsid w:val="003D24B9"/>
    <w:rsid w:val="003F2696"/>
    <w:rsid w:val="00460DEE"/>
    <w:rsid w:val="004673FD"/>
    <w:rsid w:val="00472095"/>
    <w:rsid w:val="00496C8B"/>
    <w:rsid w:val="004A5889"/>
    <w:rsid w:val="004B0A50"/>
    <w:rsid w:val="004F06BD"/>
    <w:rsid w:val="00563F5B"/>
    <w:rsid w:val="005933B6"/>
    <w:rsid w:val="00596E65"/>
    <w:rsid w:val="005B227D"/>
    <w:rsid w:val="005C7405"/>
    <w:rsid w:val="005F2D3C"/>
    <w:rsid w:val="0066351F"/>
    <w:rsid w:val="0066593A"/>
    <w:rsid w:val="006B013E"/>
    <w:rsid w:val="006B3DE7"/>
    <w:rsid w:val="006C569E"/>
    <w:rsid w:val="006E06AE"/>
    <w:rsid w:val="007030C6"/>
    <w:rsid w:val="00706626"/>
    <w:rsid w:val="00791362"/>
    <w:rsid w:val="007A6B8F"/>
    <w:rsid w:val="007C0FDC"/>
    <w:rsid w:val="00844395"/>
    <w:rsid w:val="0086154B"/>
    <w:rsid w:val="00892330"/>
    <w:rsid w:val="008A769D"/>
    <w:rsid w:val="009222CF"/>
    <w:rsid w:val="009A3DD2"/>
    <w:rsid w:val="009D2404"/>
    <w:rsid w:val="009F53FB"/>
    <w:rsid w:val="00A15D84"/>
    <w:rsid w:val="00A262E5"/>
    <w:rsid w:val="00AB34AE"/>
    <w:rsid w:val="00AC2DD3"/>
    <w:rsid w:val="00B17F03"/>
    <w:rsid w:val="00B20725"/>
    <w:rsid w:val="00B46A65"/>
    <w:rsid w:val="00B740DC"/>
    <w:rsid w:val="00B84033"/>
    <w:rsid w:val="00B852EB"/>
    <w:rsid w:val="00B94A35"/>
    <w:rsid w:val="00BD1C5E"/>
    <w:rsid w:val="00BD3102"/>
    <w:rsid w:val="00BE7737"/>
    <w:rsid w:val="00D81BE0"/>
    <w:rsid w:val="00DF47A6"/>
    <w:rsid w:val="00E7301E"/>
    <w:rsid w:val="00E86480"/>
    <w:rsid w:val="00EA4624"/>
    <w:rsid w:val="00EC4DF2"/>
    <w:rsid w:val="00F3062A"/>
    <w:rsid w:val="00F738CB"/>
    <w:rsid w:val="00F9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B7CCC"/>
  <w15:docId w15:val="{12933265-0777-4328-A4CA-ECDA6047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154B"/>
    <w:pPr>
      <w:widowControl w:val="0"/>
      <w:autoSpaceDE w:val="0"/>
      <w:autoSpaceDN w:val="0"/>
      <w:spacing w:before="0" w:after="0"/>
    </w:pPr>
    <w:rPr>
      <w:rFonts w:ascii="Helvetica" w:eastAsia="Helvetica" w:hAnsi="Helvetica" w:cs="Helvetica"/>
      <w:sz w:val="22"/>
      <w:szCs w:val="22"/>
    </w:rPr>
  </w:style>
  <w:style w:type="paragraph" w:styleId="Heading1">
    <w:name w:val="heading 1"/>
    <w:next w:val="Body"/>
    <w:link w:val="Heading1Char"/>
    <w:uiPriority w:val="9"/>
    <w:qFormat/>
    <w:rsid w:val="00892330"/>
    <w:pPr>
      <w:keepNext/>
      <w:keepLines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892330"/>
    <w:pPr>
      <w:keepNext/>
      <w:keepLines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892330"/>
    <w:pPr>
      <w:keepNext/>
      <w:keepLines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B46A65"/>
  </w:style>
  <w:style w:type="paragraph" w:customStyle="1" w:styleId="Bullets">
    <w:name w:val="Bullets"/>
    <w:next w:val="Body"/>
    <w:qFormat/>
    <w:rsid w:val="00AB34AE"/>
    <w:pPr>
      <w:numPr>
        <w:numId w:val="16"/>
      </w:numPr>
    </w:p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92330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92330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2330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qFormat/>
    <w:rsid w:val="00B46A65"/>
    <w:pPr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lang w:bidi="en-US"/>
    </w:rPr>
  </w:style>
  <w:style w:type="paragraph" w:styleId="TOC4">
    <w:name w:val="toc 4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TOC6">
    <w:name w:val="toc 6"/>
    <w:basedOn w:val="Normal"/>
    <w:uiPriority w:val="1"/>
    <w:unhideWhenUsed/>
    <w:rsid w:val="00B46A65"/>
    <w:pPr>
      <w:spacing w:before="33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spacing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paragraph" w:styleId="Title">
    <w:name w:val="Title"/>
    <w:basedOn w:val="Normal"/>
    <w:link w:val="TitleChar"/>
    <w:uiPriority w:val="10"/>
    <w:qFormat/>
    <w:rsid w:val="0086154B"/>
    <w:pPr>
      <w:spacing w:before="207"/>
      <w:ind w:left="120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6154B"/>
    <w:rPr>
      <w:rFonts w:ascii="Arial" w:eastAsia="Arial" w:hAnsi="Arial" w:cs="Arial"/>
      <w:b/>
      <w:bCs/>
      <w:sz w:val="52"/>
      <w:szCs w:val="52"/>
    </w:rPr>
  </w:style>
  <w:style w:type="paragraph" w:customStyle="1" w:styleId="Default">
    <w:name w:val="Default"/>
    <w:rsid w:val="00A262E5"/>
    <w:pPr>
      <w:widowControl w:val="0"/>
      <w:autoSpaceDE w:val="0"/>
      <w:autoSpaceDN w:val="0"/>
      <w:adjustRightInd w:val="0"/>
      <w:spacing w:before="0" w:after="0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4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irs.gov/individuals/international-taxpayers/tax-treaties" TargetMode="External"/><Relationship Id="rId18" Type="http://schemas.openxmlformats.org/officeDocument/2006/relationships/hyperlink" Target="https://www.irs.gov/Forms" TargetMode="External"/><Relationship Id="rId26" Type="http://schemas.openxmlformats.org/officeDocument/2006/relationships/hyperlink" Target="http://www.ssa.gov/" TargetMode="External"/><Relationship Id="rId39" Type="http://schemas.openxmlformats.org/officeDocument/2006/relationships/hyperlink" Target="https://www.irs.gov/forms-pubs/comment-on-tax-forms-and-publication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34" Type="http://schemas.openxmlformats.org/officeDocument/2006/relationships/hyperlink" Target="https://www.irs.gov/ITIN" TargetMode="External"/><Relationship Id="rId42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hyperlink" Target="https://www.irs.gov/individuals/international-taxpayers/tax-treaties" TargetMode="External"/><Relationship Id="rId17" Type="http://schemas.openxmlformats.org/officeDocument/2006/relationships/hyperlink" Target="https://www.irs.gov/businesses/international-businesses/united-states-income-tax-treaties-a-to-z" TargetMode="External"/><Relationship Id="rId25" Type="http://schemas.openxmlformats.org/officeDocument/2006/relationships/hyperlink" Target="https://www.irs.gov/individuals/tax-withholding-estimator" TargetMode="External"/><Relationship Id="rId33" Type="http://schemas.openxmlformats.org/officeDocument/2006/relationships/hyperlink" Target="https://www.irs.gov/ITIN" TargetMode="External"/><Relationship Id="rId38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hyperlink" Target="https://www.irs.gov/businesses/international-businesses/united-states-income-tax-treaties-a-to-z" TargetMode="External"/><Relationship Id="rId20" Type="http://schemas.openxmlformats.org/officeDocument/2006/relationships/hyperlink" Target="https://www.irs.gov/Pub519" TargetMode="External"/><Relationship Id="rId29" Type="http://schemas.openxmlformats.org/officeDocument/2006/relationships/hyperlink" Target="https://www.irs.gov/Pub519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hyperlink" Target="https://www.irs.gov/individuals/tax-withholding-estimator" TargetMode="External"/><Relationship Id="rId32" Type="http://schemas.openxmlformats.org/officeDocument/2006/relationships/hyperlink" Target="https://www.irs.gov/forms" TargetMode="External"/><Relationship Id="rId37" Type="http://schemas.openxmlformats.org/officeDocument/2006/relationships/image" Target="media/image5.emf"/><Relationship Id="rId40" Type="http://schemas.openxmlformats.org/officeDocument/2006/relationships/hyperlink" Target="https://www.irs.gov/forms-pubs/comment-on-tax-forms-and-publicatio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rs.gov/businesses/international-businesses/united-states-income-tax-treaties-a-to-z" TargetMode="External"/><Relationship Id="rId23" Type="http://schemas.openxmlformats.org/officeDocument/2006/relationships/hyperlink" Target="https://www.irs.gov/irb/2020-20_IRB" TargetMode="External"/><Relationship Id="rId28" Type="http://schemas.openxmlformats.org/officeDocument/2006/relationships/hyperlink" Target="https://www.irs.gov/Pub519" TargetMode="External"/><Relationship Id="rId36" Type="http://schemas.openxmlformats.org/officeDocument/2006/relationships/hyperlink" Target="https://www.irs.gov/Pub519" TargetMode="External"/><Relationship Id="rId10" Type="http://schemas.openxmlformats.org/officeDocument/2006/relationships/hyperlink" Target="https://www.irs.gov/Form8233" TargetMode="External"/><Relationship Id="rId19" Type="http://schemas.openxmlformats.org/officeDocument/2006/relationships/hyperlink" Target="https://www.irs.gov/OrderForms" TargetMode="External"/><Relationship Id="rId31" Type="http://schemas.openxmlformats.org/officeDocument/2006/relationships/hyperlink" Target="https://www.irs.gov/individuals/tax-withholding-estimator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rs.gov" TargetMode="External"/><Relationship Id="rId14" Type="http://schemas.openxmlformats.org/officeDocument/2006/relationships/hyperlink" Target="https://www.irs.gov/businesses/international-businesses/united-states-income-tax-treaties-a-to-z" TargetMode="External"/><Relationship Id="rId22" Type="http://schemas.openxmlformats.org/officeDocument/2006/relationships/hyperlink" Target="https://www.irs.gov/irb/2020-20_IRB" TargetMode="External"/><Relationship Id="rId27" Type="http://schemas.openxmlformats.org/officeDocument/2006/relationships/hyperlink" Target="https://www.irs.gov/Notice1392" TargetMode="External"/><Relationship Id="rId30" Type="http://schemas.openxmlformats.org/officeDocument/2006/relationships/hyperlink" Target="https://www.irs.gov/individuals/tax-withholding-estimator" TargetMode="External"/><Relationship Id="rId35" Type="http://schemas.openxmlformats.org/officeDocument/2006/relationships/hyperlink" Target="https://www.irs.gov/ITIN" TargetMode="Externa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ohnson\Desktop\Large%20Pub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Pub.dotx</Template>
  <TotalTime>2</TotalTime>
  <Pages>42</Pages>
  <Words>5200</Words>
  <Characters>29643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Johnson</dc:creator>
  <cp:lastModifiedBy>Aaron</cp:lastModifiedBy>
  <cp:revision>2</cp:revision>
  <dcterms:created xsi:type="dcterms:W3CDTF">2021-11-04T19:51:00Z</dcterms:created>
  <dcterms:modified xsi:type="dcterms:W3CDTF">2021-11-04T19:51:00Z</dcterms:modified>
</cp:coreProperties>
</file>